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/>
          <w:u w:val="none"/>
          <w:lang w:val="en-US" w:eastAsia="zh-CN"/>
        </w:rPr>
      </w:pPr>
      <w:r>
        <w:rPr>
          <w:rFonts w:hint="eastAsia" w:ascii="Times New Roman" w:hAnsi="Times New Roman"/>
          <w:lang w:eastAsia="zh-CN"/>
        </w:rPr>
        <w:t>考生姓名</w:t>
      </w:r>
      <w:r>
        <w:rPr>
          <w:rFonts w:hint="eastAsia" w:ascii="Times New Roman" w:hAnsi="Times New Roman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/>
          <w:u w:val="none"/>
          <w:lang w:val="en-US" w:eastAsia="zh-CN"/>
        </w:rPr>
        <w:tab/>
      </w:r>
      <w:r>
        <w:rPr>
          <w:rFonts w:hint="eastAsia" w:ascii="Times New Roman" w:hAnsi="Times New Roman"/>
          <w:u w:val="none"/>
          <w:lang w:val="en-US" w:eastAsia="zh-CN"/>
        </w:rPr>
        <w:tab/>
      </w:r>
      <w:r>
        <w:rPr>
          <w:rFonts w:hint="eastAsia" w:ascii="Times New Roman" w:hAnsi="Times New Roman"/>
          <w:u w:val="none"/>
          <w:lang w:val="en-US" w:eastAsia="zh-CN"/>
        </w:rPr>
        <w:tab/>
      </w:r>
      <w:r>
        <w:rPr>
          <w:rFonts w:hint="eastAsia" w:ascii="Times New Roman" w:hAnsi="Times New Roman"/>
          <w:u w:val="none"/>
          <w:lang w:val="en-US" w:eastAsia="zh-CN"/>
        </w:rPr>
        <w:tab/>
      </w:r>
      <w:r>
        <w:rPr>
          <w:rFonts w:hint="eastAsia" w:ascii="Times New Roman" w:hAnsi="Times New Roman"/>
          <w:u w:val="none"/>
          <w:lang w:val="en-US" w:eastAsia="zh-CN"/>
        </w:rPr>
        <w:tab/>
      </w:r>
      <w:r>
        <w:rPr>
          <w:rFonts w:hint="eastAsia" w:ascii="Times New Roman" w:hAnsi="Times New Roman"/>
          <w:u w:val="none"/>
          <w:lang w:val="en-US" w:eastAsia="zh-CN"/>
        </w:rPr>
        <w:t>准考证号</w:t>
      </w:r>
      <w:r>
        <w:rPr>
          <w:rFonts w:hint="eastAsia" w:ascii="Times New Roman" w:hAnsi="Times New Roman"/>
          <w:u w:val="single"/>
          <w:lang w:val="en-US" w:eastAsia="zh-CN"/>
        </w:rPr>
        <w:t xml:space="preserve">                     </w:t>
      </w:r>
    </w:p>
    <w:p>
      <w:pPr>
        <w:jc w:val="center"/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>2019年下半年</w:t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>Web前端开发中级</w:t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  <w:u w:val="none"/>
          <w:lang w:val="en-US" w:eastAsia="zh-CN"/>
        </w:rPr>
        <w:t>实操考试</w:t>
      </w:r>
    </w:p>
    <w:p>
      <w:pPr>
        <w:jc w:val="center"/>
        <w:rPr>
          <w:rFonts w:hint="eastAsia" w:ascii="Times New Roman" w:hAnsi="Times New Roman" w:eastAsia="宋体" w:cs="宋体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8"/>
          <w:szCs w:val="36"/>
          <w:u w:val="none"/>
          <w:lang w:val="en-US" w:eastAsia="zh-CN"/>
        </w:rPr>
        <w:t>（考试时间14:00-16:30 共150分钟）</w:t>
      </w:r>
    </w:p>
    <w:p>
      <w:p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  <w:t>1. 本试卷共4道题，满分100分。</w:t>
      </w:r>
    </w:p>
    <w:p>
      <w:pPr>
        <w:numPr>
          <w:ilvl w:val="0"/>
          <w:numId w:val="0"/>
        </w:num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  <w:t>2. 请在指定位置或开发环境下作答。</w:t>
      </w:r>
    </w:p>
    <w:p>
      <w:pPr>
        <w:jc w:val="left"/>
        <w:rPr>
          <w:rFonts w:hint="eastAsia" w:ascii="Times New Roman" w:hAnsi="Times New Roman" w:eastAsia="宋体" w:cs="宋体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pStyle w:val="2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试题一（30分）</w:t>
      </w:r>
    </w:p>
    <w:p>
      <w:pPr>
        <w:ind w:firstLine="420" w:firstLineChars="200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阅读下列说明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lang w:eastAsia="zh-CN"/>
        </w:rPr>
        <w:t>效果图和</w:t>
      </w:r>
      <w:r>
        <w:rPr>
          <w:rFonts w:hint="eastAsia" w:ascii="Times New Roman" w:hAnsi="Times New Roman" w:eastAsia="宋体" w:cs="Times New Roman"/>
          <w:lang w:val="en-US" w:eastAsia="zh-CN"/>
        </w:rPr>
        <w:t>HTML代码</w:t>
      </w:r>
      <w:r>
        <w:rPr>
          <w:rFonts w:hint="eastAsia" w:ascii="Times New Roman" w:hAnsi="Times New Roman" w:eastAsia="宋体" w:cs="Times New Roman"/>
          <w:lang w:eastAsia="zh-CN"/>
        </w:rPr>
        <w:t>，进行静态网页开发，填写</w:t>
      </w:r>
      <w:r>
        <w:rPr>
          <w:rFonts w:hint="eastAsia" w:ascii="Times New Roman" w:hAnsi="Times New Roman" w:eastAsia="宋体" w:cs="Times New Roman"/>
          <w:lang w:val="en-US" w:eastAsia="zh-CN"/>
        </w:rPr>
        <w:t>（1）至（15）代码。</w:t>
      </w:r>
    </w:p>
    <w:p>
      <w:pPr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【说明】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这是“Web技术社区”网站，该网站致力于推广和分享各种前端开发技术，现在我们需要编写该网站首页。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0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项目名称为web_skill，采用Bootstrap框架，包含首页index.html、css文件夹、js文件夹、img文件夹，其中，css文件夹包含index.css文件和bootstrap.min.css文件；js文件夹包含</w:t>
      </w:r>
      <w:r>
        <w:rPr>
          <w:rFonts w:hint="eastAsia" w:ascii="Times New Roman" w:hAnsi="Times New Roman" w:eastAsia="宋体" w:cs="Times New Roman"/>
        </w:rPr>
        <w:t>jquery-3.2.1.min.js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文件和bootstrap.min.js文件；img文件夹包含bootstrap.png、php.png、mysql.png和laravel.png图片。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首页（index.html）使用Bootstrap响应式布局，PC端和移动端能够自适应显示，内容分为三部分：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一是【页头】，包括网页标题和导航栏，网页标题“Web技术社区”使用盒模型，导航栏使用了</w:t>
      </w:r>
      <w:r>
        <w:rPr>
          <w:rFonts w:hint="eastAsia" w:ascii="Times New Roman" w:hAnsi="Times New Roman" w:eastAsia="宋体" w:cs="Times New Roman"/>
          <w:b w:val="0"/>
          <w:bCs w:val="0"/>
          <w:highlight w:val="none"/>
          <w:lang w:val="en-US" w:eastAsia="zh-CN"/>
        </w:rPr>
        <w:t>下拉插件，显示时为菜单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，在移动端显示为折叠导航栏；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二是</w:t>
      </w:r>
      <w:r>
        <w:rPr>
          <w:rFonts w:hint="eastAsia" w:ascii="Times New Roman" w:hAnsi="Times New Roman" w:eastAsia="宋体" w:cs="Times New Roman"/>
          <w:b w:val="0"/>
          <w:bCs w:val="0"/>
          <w:highlight w:val="none"/>
          <w:lang w:val="en-US" w:eastAsia="zh-CN"/>
        </w:rPr>
        <w:t>【网站介绍】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highlight w:val="none"/>
          <w:lang w:val="en-US" w:eastAsia="zh-CN"/>
        </w:rPr>
        <w:t>背景从上到下由黑到白渐变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</w:rPr>
        <w:t>鼠标悬停</w:t>
      </w:r>
      <w:r>
        <w:rPr>
          <w:rFonts w:hint="eastAsia" w:ascii="Times New Roman" w:hAnsi="Times New Roman" w:eastAsia="宋体" w:cs="Times New Roman"/>
          <w:lang w:eastAsia="zh-CN"/>
        </w:rPr>
        <w:t>时“欢迎来到</w:t>
      </w:r>
      <w:r>
        <w:rPr>
          <w:rFonts w:hint="eastAsia" w:ascii="Times New Roman" w:hAnsi="Times New Roman" w:eastAsia="宋体" w:cs="Times New Roman"/>
          <w:lang w:val="en-US" w:eastAsia="zh-CN"/>
        </w:rPr>
        <w:t>Web技术社区</w:t>
      </w:r>
      <w:r>
        <w:rPr>
          <w:rFonts w:hint="eastAsia" w:ascii="Times New Roman" w:hAnsi="Times New Roman" w:eastAsia="宋体" w:cs="Times New Roman"/>
          <w:lang w:eastAsia="zh-CN"/>
        </w:rPr>
        <w:t>”</w:t>
      </w:r>
      <w:r>
        <w:rPr>
          <w:rFonts w:hint="eastAsia" w:ascii="Times New Roman" w:hAnsi="Times New Roman" w:eastAsia="宋体" w:cs="Times New Roman"/>
        </w:rPr>
        <w:t>标题</w:t>
      </w:r>
      <w:r>
        <w:rPr>
          <w:rFonts w:hint="eastAsia" w:ascii="Times New Roman" w:hAnsi="Times New Roman" w:eastAsia="宋体" w:cs="Times New Roman"/>
          <w:highlight w:val="none"/>
        </w:rPr>
        <w:t>字号变</w:t>
      </w:r>
      <w:r>
        <w:rPr>
          <w:rFonts w:hint="eastAsia" w:ascii="Times New Roman" w:hAnsi="Times New Roman" w:eastAsia="宋体" w:cs="Times New Roman"/>
          <w:highlight w:val="none"/>
          <w:lang w:eastAsia="zh-CN"/>
        </w:rPr>
        <w:t>大为</w:t>
      </w:r>
      <w:r>
        <w:rPr>
          <w:rFonts w:hint="eastAsia" w:ascii="Times New Roman" w:hAnsi="Times New Roman" w:eastAsia="宋体" w:cs="Times New Roman"/>
        </w:rPr>
        <w:t>根元素大小的2.25倍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三是</w:t>
      </w:r>
      <w:r>
        <w:rPr>
          <w:rFonts w:hint="eastAsia" w:ascii="Times New Roman" w:hAnsi="Times New Roman" w:eastAsia="宋体" w:cs="Times New Roman"/>
          <w:b w:val="0"/>
          <w:bCs w:val="0"/>
          <w:highlight w:val="none"/>
          <w:lang w:val="en-US" w:eastAsia="zh-CN"/>
        </w:rPr>
        <w:t>【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技术介绍</w:t>
      </w:r>
      <w:r>
        <w:rPr>
          <w:rFonts w:hint="eastAsia" w:ascii="Times New Roman" w:hAnsi="Times New Roman" w:eastAsia="宋体" w:cs="Times New Roman"/>
          <w:b w:val="0"/>
          <w:bCs w:val="0"/>
          <w:highlight w:val="none"/>
          <w:lang w:val="en-US" w:eastAsia="zh-CN"/>
        </w:rPr>
        <w:t>】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，采用栅格系统布局，以图片和标题的形式展示四项【技术】，屏幕宽度≥992px时显示四列，屏幕宽度&lt;576px时显示两列。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【效果图】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（1）index.html在PC端效果如图1-1所示。</w:t>
      </w:r>
    </w:p>
    <w:p>
      <w:pPr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273040" cy="3646170"/>
            <wp:effectExtent l="9525" t="9525" r="13335" b="20955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461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Times New Roman" w:hAnsi="Times New Roman" w:eastAsia="宋体" w:cs="Times New Roman"/>
          <w:b/>
          <w:kern w:val="2"/>
          <w:sz w:val="20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kern w:val="2"/>
          <w:sz w:val="20"/>
          <w:szCs w:val="24"/>
          <w:lang w:val="en-US" w:eastAsia="zh-CN" w:bidi="ar-SA"/>
        </w:rPr>
        <w:t>图1-1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highlight w:val="none"/>
          <w:lang w:val="en-US" w:eastAsia="zh-CN"/>
        </w:rPr>
        <w:t>（2）导航栏“Bootstrap”项使用下拉插件，点击显示下拉菜单，内容为“布局”、“组件”、“插件”，如图1-2所示。</w:t>
      </w:r>
    </w:p>
    <w:p>
      <w:pPr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273040" cy="3604260"/>
            <wp:effectExtent l="9525" t="9525" r="13335" b="24765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042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2"/>
          <w:sz w:val="20"/>
          <w:szCs w:val="24"/>
          <w:lang w:val="en-US" w:eastAsia="zh-CN" w:bidi="ar-SA"/>
        </w:rPr>
        <w:t>图1-2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（3）index.html在移动端效果如图1-3所示，导航栏和“Bootstrap”</w:t>
      </w:r>
      <w:r>
        <w:rPr>
          <w:rFonts w:hint="eastAsia" w:ascii="Times New Roman" w:hAnsi="Times New Roman" w:eastAsia="宋体" w:cs="Times New Roman"/>
          <w:b w:val="0"/>
          <w:bCs w:val="0"/>
          <w:highlight w:val="none"/>
          <w:lang w:val="en-US" w:eastAsia="zh-CN"/>
        </w:rPr>
        <w:t>下拉插件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如图1-4所示。</w:t>
      </w:r>
    </w:p>
    <w:p>
      <w:pPr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2157095" cy="4319905"/>
            <wp:effectExtent l="9525" t="9525" r="24130" b="1397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7095" cy="43199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2157095" cy="4319905"/>
            <wp:effectExtent l="9525" t="9525" r="24130" b="1397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7095" cy="43199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ind w:firstLine="1807" w:firstLineChars="900"/>
        <w:jc w:val="both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kern w:val="2"/>
          <w:sz w:val="20"/>
          <w:szCs w:val="24"/>
          <w:lang w:val="en-US" w:eastAsia="zh-CN" w:bidi="ar-SA"/>
        </w:rPr>
        <w:t>图1-3                                 图1-4</w:t>
      </w:r>
    </w:p>
    <w:p>
      <w:pPr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【代码：首页</w:t>
      </w:r>
      <w:r>
        <w:rPr>
          <w:rFonts w:hint="eastAsia" w:ascii="Times New Roman" w:hAnsi="Times New Roman" w:eastAsia="宋体" w:cs="Times New Roman"/>
          <w:b/>
          <w:bCs/>
          <w:shd w:val="clear" w:color="auto" w:fill="auto"/>
          <w:lang w:val="en-US" w:eastAsia="zh-CN"/>
        </w:rPr>
        <w:t>index.html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】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&lt;!DOCTYPE html&gt;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&lt;html&gt;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&lt;head&gt;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&lt;meta charset="UTF-8"&gt;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&lt;meta name="viewport" content="width=device-width, initial-scale=1.0"&gt;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&lt;!-- 导入</w:t>
      </w:r>
      <w:r>
        <w:rPr>
          <w:rFonts w:hint="eastAsia" w:ascii="Times New Roman" w:hAnsi="Times New Roman" w:eastAsia="宋体" w:cs="Times New Roman"/>
          <w:lang w:val="en-US" w:eastAsia="zh-CN"/>
        </w:rPr>
        <w:t>css文件夹中</w:t>
      </w:r>
      <w:r>
        <w:rPr>
          <w:rFonts w:hint="eastAsia" w:ascii="Times New Roman" w:hAnsi="Times New Roman" w:eastAsia="宋体" w:cs="Times New Roman"/>
        </w:rPr>
        <w:t>bootstrap.min.css基础样式文件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&lt;link rel="stylesheet" type="text/css" href="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</w:rPr>
        <w:t>" /&gt;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&lt;link rel="stylesheet" type="text/css" href="css/index.css" /&gt;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&lt;title&gt;Web技术社区&lt;/title&gt;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&lt;/head&gt;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&lt;body&gt;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 xml:space="preserve">&lt;!-- </w:t>
      </w:r>
      <w:r>
        <w:rPr>
          <w:rFonts w:hint="eastAsia" w:ascii="Times New Roman" w:hAnsi="Times New Roman" w:eastAsia="宋体" w:cs="Times New Roman"/>
          <w:lang w:eastAsia="zh-CN"/>
        </w:rPr>
        <w:t>页头</w:t>
      </w:r>
      <w:r>
        <w:rPr>
          <w:rFonts w:hint="eastAsia" w:ascii="Times New Roman" w:hAnsi="Times New Roman" w:eastAsia="宋体" w:cs="Times New Roman"/>
        </w:rPr>
        <w:t xml:space="preserve">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&lt;!-- 响应式导航栏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 xml:space="preserve">&lt;nav class="navbar 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</w:rPr>
        <w:t xml:space="preserve"> navbar-dark bg-dark"&gt;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&lt;a class="brand" href="#"&gt;Web技术社区&lt;/a&gt;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&lt;!-- 折叠导航栏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&lt;button class="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</w:rPr>
        <w:t>" type="button" data-toggle="collapse" data-target="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</w:rPr>
        <w:t>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&lt;span class="navbar-toggler-icon"&gt;&lt;/span&gt;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&lt;/button&gt;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class="collapse navbar-collapse" id="navToggler"&gt;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&lt;ul class="navbar-nav mr-auto"&gt;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&lt;li class="nav-item active"&gt;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&lt;a class="nav-link" href="#"&gt;首页&lt;/a&gt;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&lt;/li&gt;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&lt;!-- 下拉菜单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 xml:space="preserve">&lt;li class="nav-item 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</w:rPr>
        <w:t>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&lt;a class="nav-link dropdown-toggle" href="#" data-toggle="dropdown"&gt;Bootstrap&lt;/a&gt;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class="dropdown-menu"&gt;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&lt;a class="dropdown-item" href="#"&gt;布局&lt;/a&gt;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&lt;a class="dropdown-item" href="#"&gt;组件&lt;/a&gt;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&lt;a class="dropdown-item" href="#"&gt;插件&lt;/a&gt;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&lt;/li&gt;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&lt;li class="nav-item"&gt;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&lt;a class="nav-link" href="#"&gt;PHP&lt;/a&gt;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&lt;/li&gt;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&lt;li class="nav-item"&gt;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&lt;a class="nav-link" href="#"&gt;MySQL&lt;/a&gt;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&lt;/li&gt;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&lt;li class="nav-item"&gt;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&lt;a class="nav-link" href="#"&gt;Laravel&lt;/a&gt;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&lt;/li&gt;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&lt;/ul&gt;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&lt;/nav&gt;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id="introduction"&gt;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id="content"&gt;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&lt;h2&gt;欢迎来到Web技术社区&lt;/h2&gt;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&lt;p&gt;本站包括Bootstrap、PHP、MySQL、Laravel等</w:t>
      </w:r>
      <w:r>
        <w:rPr>
          <w:rFonts w:hint="eastAsia" w:ascii="Times New Roman" w:hAnsi="Times New Roman" w:eastAsia="宋体" w:cs="Times New Roman"/>
          <w:lang w:val="en-US" w:eastAsia="zh-CN"/>
        </w:rPr>
        <w:t>Web技术</w:t>
      </w:r>
      <w:r>
        <w:rPr>
          <w:rFonts w:hint="eastAsia" w:ascii="Times New Roman" w:hAnsi="Times New Roman" w:eastAsia="宋体" w:cs="Times New Roman"/>
        </w:rPr>
        <w:t>教程&lt;/p&gt;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&lt;!-- 栅格系统</w:t>
      </w:r>
      <w:r>
        <w:rPr>
          <w:rFonts w:hint="eastAsia" w:ascii="Times New Roman" w:hAnsi="Times New Roman" w:eastAsia="宋体" w:cs="Times New Roman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>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&lt;!--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最外层</w:t>
      </w:r>
      <w:r>
        <w:rPr>
          <w:rFonts w:hint="eastAsia" w:ascii="Times New Roman" w:hAnsi="Times New Roman" w:eastAsia="宋体" w:cs="Times New Roman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容器</w:t>
      </w:r>
      <w:r>
        <w:rPr>
          <w:rFonts w:ascii="Times New Roman" w:hAnsi="Times New Roman" w:eastAsia="宋体" w:cs="Times New Roman"/>
          <w:i w:val="0"/>
          <w:caps w:val="0"/>
          <w:color w:val="333333"/>
          <w:spacing w:val="0"/>
          <w:sz w:val="21"/>
          <w:szCs w:val="21"/>
          <w:shd w:val="clear" w:fill="FFFFFF"/>
        </w:rPr>
        <w:t>100%宽度</w:t>
      </w:r>
      <w:r>
        <w:rPr>
          <w:rFonts w:hint="eastAsia" w:ascii="Times New Roman" w:hAnsi="Times New Roman" w:eastAsia="宋体" w:cs="Times New Roman"/>
        </w:rPr>
        <w:t>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class="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</w:rPr>
        <w:t>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&lt;!-- 行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class="</w:t>
      </w: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row</w:t>
      </w:r>
      <w:r>
        <w:rPr>
          <w:rFonts w:hint="eastAsia" w:ascii="Times New Roman" w:hAnsi="Times New Roman" w:eastAsia="宋体" w:cs="Times New Roman"/>
        </w:rPr>
        <w:t>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&lt;!--第一张图片和标题--&gt;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&lt;!-- 屏幕宽度≧992px时显示四列，屏幕宽度&lt;576px时显示两列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class="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</w:rPr>
        <w:t>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class="card"&gt;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&lt;img class="card-img-top" src="img/bootstrap.png"&gt;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class="card-body"&gt;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&lt;p class="card-text"&gt;Bootstrap&lt;/p&gt;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&lt;!--第二张图片和标题--&gt;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&lt;!-- 屏幕宽度≧992px时显示四列，屏幕宽度&lt;576px时显示两列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class="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</w:rPr>
        <w:t>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class="card"&gt;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&lt;img class="card-img-top" src="img/php.png"&gt;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class="card-body"&gt;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&lt;p class="card-text"&gt;PHP&lt;/p&gt;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&lt;!--第三张图片和标题--&gt;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&lt;!-- 屏幕宽度≧992px时显示四列，屏幕宽度&lt;576px时显示两列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class="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</w:rPr>
        <w:t>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class="card"&gt;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&lt;img class="card-img-top" src="img/mysql.png"&gt;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class="card-body"&gt;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&lt;p class="card-text"&gt;MySQL&lt;/p&gt;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&lt;!--第四张图片和标题--&gt;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&lt;!-- 屏幕宽度≧992px时显示四列，屏幕宽度&lt;576px时显示两列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class="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</w:rPr>
        <w:t>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class="card"&gt;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&lt;img class="card-img-top" src="img/laravel.png"&gt;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&lt;div class="card-body"&gt;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&lt;p class="card-text"&gt;Laravel&lt;/p&gt;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&lt;/div&gt;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&lt;!-- 导入</w:t>
      </w:r>
      <w:r>
        <w:rPr>
          <w:rFonts w:hint="eastAsia" w:ascii="Times New Roman" w:hAnsi="Times New Roman" w:eastAsia="宋体" w:cs="Times New Roman"/>
          <w:lang w:val="en-US" w:eastAsia="zh-CN"/>
        </w:rPr>
        <w:t>js文件夹里的</w:t>
      </w:r>
      <w:r>
        <w:rPr>
          <w:rFonts w:hint="eastAsia" w:ascii="Times New Roman" w:hAnsi="Times New Roman" w:eastAsia="宋体" w:cs="Times New Roman"/>
        </w:rPr>
        <w:t>jquery-3.2.1.min.js</w:t>
      </w:r>
      <w:r>
        <w:rPr>
          <w:rFonts w:hint="eastAsia" w:ascii="Times New Roman" w:hAnsi="Times New Roman" w:eastAsia="宋体" w:cs="Times New Roman"/>
          <w:lang w:eastAsia="zh-CN"/>
        </w:rPr>
        <w:t>文件</w:t>
      </w:r>
      <w:r>
        <w:rPr>
          <w:rFonts w:hint="eastAsia" w:ascii="Times New Roman" w:hAnsi="Times New Roman" w:eastAsia="宋体" w:cs="Times New Roman"/>
        </w:rPr>
        <w:t>和bootstrap.min.js</w:t>
      </w:r>
      <w:r>
        <w:rPr>
          <w:rFonts w:hint="eastAsia" w:ascii="Times New Roman" w:hAnsi="Times New Roman" w:eastAsia="宋体" w:cs="Times New Roman"/>
          <w:lang w:eastAsia="zh-CN"/>
        </w:rPr>
        <w:t>文件</w:t>
      </w:r>
      <w:r>
        <w:rPr>
          <w:rFonts w:hint="eastAsia" w:ascii="Times New Roman" w:hAnsi="Times New Roman" w:eastAsia="宋体" w:cs="Times New Roman"/>
        </w:rPr>
        <w:t xml:space="preserve"> --&gt;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&lt;script src=</w:t>
      </w:r>
      <w:r>
        <w:rPr>
          <w:rFonts w:hint="eastAsia" w:ascii="Times New Roman" w:hAnsi="Times New Roman" w:eastAsia="宋体" w:cs="Times New Roman"/>
          <w:color w:val="000000" w:themeColor="text1"/>
          <w:u w:val="none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Times New Roman" w:hAnsi="Times New Roman" w:eastAsia="宋体" w:cs="Times New Roman"/>
        </w:rPr>
        <w:t>js/jquery-3.2.1.min.js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"</w:t>
      </w:r>
      <w:r>
        <w:rPr>
          <w:rFonts w:hint="eastAsia" w:ascii="Times New Roman" w:hAnsi="Times New Roman" w:eastAsia="宋体" w:cs="Times New Roman"/>
        </w:rPr>
        <w:t>&gt;&lt;/script&gt;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&lt;script src="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</w:rPr>
        <w:t>"&gt;&lt;/script&gt;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&lt;/body&gt;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&lt;/html&gt;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【代码：CSS文件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index.css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】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body {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font-size: 20px;}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.navbar-dark .navbar-nav .nav-link{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color: white;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.navbar {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position: absolute;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top:0px;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width: 100%;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z-index: 99;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.brand {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color: white;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 xml:space="preserve">/* </w:t>
      </w:r>
      <w:r>
        <w:rPr>
          <w:rFonts w:hint="eastAsia" w:ascii="Times New Roman" w:hAnsi="Times New Roman" w:eastAsia="宋体" w:cs="Times New Roman"/>
          <w:lang w:eastAsia="zh-CN"/>
        </w:rPr>
        <w:t>盒模型</w:t>
      </w:r>
      <w:r>
        <w:rPr>
          <w:rFonts w:hint="eastAsia" w:ascii="Times New Roman" w:hAnsi="Times New Roman" w:eastAsia="宋体" w:cs="Times New Roman"/>
        </w:rPr>
        <w:t xml:space="preserve"> 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Times New Roman" w:eastAsia="宋体" w:cs="Times New Roman"/>
        </w:rPr>
        <w:t xml:space="preserve">/* </w:t>
      </w:r>
      <w:r>
        <w:rPr>
          <w:rFonts w:hint="eastAsia" w:ascii="Times New Roman" w:hAnsi="Times New Roman" w:eastAsia="宋体" w:cs="Times New Roman"/>
          <w:lang w:eastAsia="zh-CN"/>
        </w:rPr>
        <w:t>边框</w:t>
      </w:r>
      <w:r>
        <w:rPr>
          <w:rFonts w:hint="eastAsia" w:ascii="Times New Roman" w:hAnsi="Times New Roman" w:eastAsia="宋体" w:cs="Times New Roman"/>
          <w:lang w:val="en-US" w:eastAsia="zh-CN"/>
        </w:rPr>
        <w:t>1px，白色，实线</w:t>
      </w:r>
      <w:r>
        <w:rPr>
          <w:rFonts w:hint="eastAsia" w:ascii="Times New Roman" w:hAnsi="Times New Roman" w:eastAsia="宋体" w:cs="Times New Roman"/>
        </w:rPr>
        <w:t xml:space="preserve"> 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padding: 5px</w:t>
      </w:r>
      <w:r>
        <w:rPr>
          <w:rFonts w:hint="eastAsia" w:ascii="Times New Roman" w:hAnsi="Times New Roman" w:eastAsia="宋体" w:cs="Times New Roman"/>
        </w:rPr>
        <w:t xml:space="preserve">;/* </w:t>
      </w:r>
      <w:r>
        <w:rPr>
          <w:rFonts w:hint="eastAsia" w:ascii="Times New Roman" w:hAnsi="Times New Roman" w:eastAsia="宋体" w:cs="Times New Roman"/>
          <w:lang w:eastAsia="zh-CN"/>
        </w:rPr>
        <w:t>内边距</w:t>
      </w:r>
      <w:r>
        <w:rPr>
          <w:rFonts w:hint="eastAsia" w:ascii="Times New Roman" w:hAnsi="Times New Roman" w:eastAsia="宋体" w:cs="Times New Roman"/>
          <w:lang w:val="en-US" w:eastAsia="zh-CN"/>
        </w:rPr>
        <w:t>5px</w:t>
      </w:r>
      <w:r>
        <w:rPr>
          <w:rFonts w:hint="eastAsia" w:ascii="Times New Roman" w:hAnsi="Times New Roman" w:eastAsia="宋体" w:cs="Times New Roman"/>
        </w:rPr>
        <w:t xml:space="preserve"> 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Times New Roman" w:hAnsi="Times New Roman" w:eastAsia="宋体" w:cs="Times New Roman"/>
        </w:rPr>
        <w:t xml:space="preserve">* </w:t>
      </w:r>
      <w:r>
        <w:rPr>
          <w:rFonts w:hint="eastAsia" w:ascii="Times New Roman" w:hAnsi="Times New Roman" w:eastAsia="宋体" w:cs="Times New Roman"/>
          <w:lang w:eastAsia="zh-CN"/>
        </w:rPr>
        <w:t>外边距</w:t>
      </w:r>
      <w:r>
        <w:rPr>
          <w:rFonts w:hint="eastAsia" w:ascii="Times New Roman" w:hAnsi="Times New Roman" w:eastAsia="宋体" w:cs="Times New Roman"/>
          <w:lang w:val="en-US" w:eastAsia="zh-CN"/>
        </w:rPr>
        <w:t>5px</w:t>
      </w:r>
      <w:r>
        <w:rPr>
          <w:rFonts w:hint="eastAsia" w:ascii="Times New Roman" w:hAnsi="Times New Roman" w:eastAsia="宋体" w:cs="Times New Roman"/>
        </w:rPr>
        <w:t xml:space="preserve"> 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.brand:hover {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color: white;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text-decoration: none;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#introduction {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 xml:space="preserve">background: 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11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  <w:lang w:val="en-US" w:eastAsia="zh-CN"/>
        </w:rPr>
        <w:t>to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12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</w:rPr>
        <w:t>,black,white);/* 背景从上到下颜色渐变 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width:100%;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height:400px;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 xml:space="preserve">color: </w:t>
      </w:r>
      <w:r>
        <w:rPr>
          <w:rFonts w:hint="eastAsia" w:ascii="Times New Roman" w:hAnsi="Times New Roman" w:eastAsia="宋体" w:cs="Times New Roman"/>
          <w:color w:val="000000" w:themeColor="text1"/>
          <w:u w:val="none"/>
          <w14:textFill>
            <w14:solidFill>
              <w14:schemeClr w14:val="tx1"/>
            </w14:solidFill>
          </w14:textFill>
        </w:rPr>
        <w:t>rgba</w:t>
      </w:r>
      <w:r>
        <w:rPr>
          <w:rFonts w:hint="eastAsia" w:ascii="Times New Roman" w:hAnsi="Times New Roman" w:eastAsia="宋体" w:cs="Times New Roman"/>
        </w:rPr>
        <w:t>(255,255,255,0.9);/* 字体颜色 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#content {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position: absolute;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top: 16%;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left: 16%;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width: 68%;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text-align: center;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#content h2:hover {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font-size: 2.25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13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</w:rPr>
        <w:t>;/* 设置字体大小为根元素大小的2.25倍 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14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</w:rPr>
        <w:t xml:space="preserve">: font-size 1s;/* </w:t>
      </w:r>
      <w:r>
        <w:rPr>
          <w:rFonts w:hint="eastAsia" w:ascii="Times New Roman" w:hAnsi="Times New Roman" w:eastAsia="宋体" w:cs="Times New Roman"/>
          <w:lang w:eastAsia="zh-CN"/>
        </w:rPr>
        <w:t>使用过渡，</w:t>
      </w:r>
      <w:r>
        <w:rPr>
          <w:rFonts w:hint="eastAsia" w:ascii="Times New Roman" w:hAnsi="Times New Roman" w:eastAsia="宋体" w:cs="Times New Roman"/>
        </w:rPr>
        <w:t>1s内标题字号变大 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.card{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margin: 10px;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15</w:t>
      </w:r>
      <w:r>
        <w:rPr>
          <w:rFonts w:hint="eastAsia" w:ascii="Times New Roman" w:hAnsi="Times New Roman" w:eastAsia="宋体" w:cs="Times New Roman"/>
          <w:color w:val="FF0000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</w:rPr>
        <w:t>: 1px 1px 5px black;/* 盒阴影 */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text-align: center;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align-items: center;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.card-img-top{ 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margin-top: 10px;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width: 60%;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}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.card-text { text-align: center;}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【问题】</w:t>
      </w:r>
      <w:r>
        <w:rPr>
          <w:rFonts w:hint="eastAsia" w:ascii="Times New Roman" w:hAnsi="Times New Roman" w:eastAsia="宋体" w:cs="Times New Roman"/>
          <w:lang w:val="en-US" w:eastAsia="zh-CN"/>
        </w:rPr>
        <w:t>（30分，每空2分）</w:t>
      </w:r>
    </w:p>
    <w:p>
      <w:pPr>
        <w:ind w:firstLine="420" w:firstLineChars="200"/>
        <w:rPr>
          <w:rFonts w:hint="eastAsia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进行静态网页开发，</w:t>
      </w:r>
      <w:r>
        <w:rPr>
          <w:rFonts w:hint="eastAsia" w:ascii="Times New Roman" w:hAnsi="Times New Roman" w:eastAsia="宋体" w:cs="Times New Roman"/>
          <w:lang w:val="en-US" w:eastAsia="zh-CN"/>
        </w:rPr>
        <w:t>补全代码，在（1）至（15）处填入正确的内容。</w:t>
      </w:r>
    </w:p>
    <w:p>
      <w:pPr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pStyle w:val="2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试题二（30分）</w:t>
      </w:r>
    </w:p>
    <w:p>
      <w:pPr>
        <w:pStyle w:val="6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阅读下列说明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lang w:eastAsia="zh-CN"/>
        </w:rPr>
        <w:t>效果图、</w:t>
      </w:r>
      <w:r>
        <w:rPr>
          <w:rFonts w:hint="eastAsia" w:ascii="Times New Roman" w:hAnsi="Times New Roman" w:eastAsia="宋体" w:cs="Times New Roman"/>
          <w:lang w:val="en-US" w:eastAsia="zh-CN"/>
        </w:rPr>
        <w:t>MySQL数据库操作和代码</w:t>
      </w:r>
      <w:r>
        <w:rPr>
          <w:rFonts w:hint="eastAsia" w:ascii="Times New Roman" w:hAnsi="Times New Roman" w:eastAsia="宋体" w:cs="Times New Roman"/>
          <w:lang w:eastAsia="zh-CN"/>
        </w:rPr>
        <w:t>，进行动态网页开发，填写</w:t>
      </w:r>
      <w:r>
        <w:rPr>
          <w:rFonts w:hint="eastAsia" w:ascii="Times New Roman" w:hAnsi="Times New Roman" w:eastAsia="宋体" w:cs="Times New Roman"/>
          <w:lang w:val="en-US" w:eastAsia="zh-CN"/>
        </w:rPr>
        <w:t>（1）至（20）代码。</w:t>
      </w:r>
    </w:p>
    <w:p>
      <w:pPr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【说明】</w:t>
      </w:r>
    </w:p>
    <w:p>
      <w:pPr>
        <w:pStyle w:val="6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该程序为一个用户管理模块，使用PHP编程，采用MySQL数据库和mysqli编程。项目名称为project，包括登录login.php、处理登录请求check.php、用户管理主页index.php、用户管理数据库操作user.php，以及创建数据库脚本db.sql和初始化数据脚本init.sql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【效果图】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（1）登录login.php</w:t>
      </w:r>
    </w:p>
    <w:p>
      <w:pPr>
        <w:pStyle w:val="6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在登录页面进行登录，并进行登录请求处理，用户登录页面如下2-1所示。</w:t>
      </w:r>
    </w:p>
    <w:p>
      <w:pPr>
        <w:pStyle w:val="6"/>
        <w:bidi w:val="0"/>
        <w:ind w:left="0" w:leftChars="0" w:right="0" w:rightChars="0" w:firstLine="0" w:firstLineChars="0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2457450" cy="1123950"/>
            <wp:effectExtent l="9525" t="9525" r="9525" b="952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123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  <w:ind w:left="0" w:leftChars="0" w:right="0" w:rightChars="0" w:firstLine="0" w:firstLineChars="0"/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图</w:t>
      </w:r>
      <w:r>
        <w:rPr>
          <w:rFonts w:hint="eastAsia" w:ascii="Times New Roman" w:hAnsi="Times New Roman" w:eastAsia="宋体" w:cs="Times New Roman"/>
          <w:lang w:val="en-US" w:eastAsia="zh-CN"/>
        </w:rPr>
        <w:t>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（2）用户管理主页index.php</w:t>
      </w:r>
    </w:p>
    <w:p>
      <w:pPr>
        <w:pStyle w:val="6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登录成功时，用Session保存用户账号，并跳转到“用户管理主页”，主页布局如下：</w:t>
      </w:r>
    </w:p>
    <w:p>
      <w:pPr>
        <w:pStyle w:val="6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在头部显示“欢迎+用户账号”信息，在中间区域用表格显示用户列表信息，每一个用户信息显示为一行，内容包含“序号、帐号、密码、手机号”。用户管理主页</w:t>
      </w:r>
      <w:r>
        <w:rPr>
          <w:rFonts w:hint="eastAsia" w:ascii="Times New Roman" w:hAnsi="Times New Roman" w:eastAsia="宋体" w:cs="Times New Roman"/>
          <w:lang w:eastAsia="zh-CN"/>
        </w:rPr>
        <w:t>如</w:t>
      </w:r>
      <w:r>
        <w:rPr>
          <w:rFonts w:hint="eastAsia" w:ascii="Times New Roman" w:hAnsi="Times New Roman" w:eastAsia="宋体" w:cs="Times New Roman"/>
          <w:lang w:val="en-US" w:eastAsia="zh-CN"/>
        </w:rPr>
        <w:t>2-2所示。</w:t>
      </w:r>
    </w:p>
    <w:p>
      <w:pPr>
        <w:pStyle w:val="6"/>
        <w:bidi w:val="0"/>
        <w:ind w:left="0" w:leftChars="0" w:right="0" w:rightChars="0" w:firstLine="0" w:firstLineChars="0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2895600" cy="2695575"/>
            <wp:effectExtent l="9525" t="9525" r="9525" b="19050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695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  <w:ind w:left="0" w:leftChars="0" w:right="0" w:rightChars="0" w:firstLine="0" w:firstLineChars="0"/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图</w:t>
      </w:r>
      <w:r>
        <w:rPr>
          <w:rFonts w:hint="eastAsia" w:ascii="Times New Roman" w:hAnsi="Times New Roman" w:eastAsia="宋体" w:cs="Times New Roman"/>
          <w:lang w:val="en-US" w:eastAsia="zh-CN"/>
        </w:rPr>
        <w:t>2-2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【MySQL数据库操作：创建数据库脚本db.sql】</w:t>
      </w:r>
    </w:p>
    <w:p>
      <w:pPr>
        <w:pStyle w:val="6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系统使用MySQL数据库，数据库名为user_center，表名为用户表users。user表包含序号、用户帐号、密码、手机号字段，其中，序号为自增字段和主键。补充下列（1）和（2）。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DROP DATABASE IF EXISTS user_center;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CREATE DATABASE user_center;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USE user_center;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CREATE TABLE `users`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(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`id` int (11) NOT NULL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COMMENT '序号',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`account` varchar (16) NOT NULL COMMENT '用户帐号,16位字符',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`password` char (64) NOT NULL COMMENT '密码',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`telphone` varchar (32) DEFAULT '' COMMENT '手机号',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(`id`)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)ENGINE= InnoDB DEFAULT CHARSET= utf8;</w:t>
      </w:r>
    </w:p>
    <w:p>
      <w:pPr>
        <w:pStyle w:val="6"/>
        <w:bidi w:val="0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【MySQL数据库操作：初始化数据脚本init.sql】</w:t>
      </w:r>
    </w:p>
    <w:p>
      <w:pPr>
        <w:pStyle w:val="6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在MySQL数据库中，向user_center数据库中users表插入用户信息数据，以便在用户管理主页index.php上显示用户列表信息，插入数据脚本如下。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USE user_center;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insert into users(account, password, telphone) value('admin', 'admin', "16871054787");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insert into users(account, password, telphone) value('admin2', 'admin2', "13871456841");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insert into users(account, password, telphone) value('admin3', 'admin3', "80041224771");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insert into users(account, password, telphone) value('admin4', 'admin4', "15874581652");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insert into users(account, password, telphone) value('admin5', 'admin5', "25417522145");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insert into users(account, password, telphone) value('admin6', 'admin6', "40014125155");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insert into users(account, password, telphone) value('admin7', 'admin7', "15847455514");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insert into users(account, password, telphone) value('admin8', 'admin8', "16854711223");</w:t>
      </w:r>
    </w:p>
    <w:p>
      <w:pPr>
        <w:pStyle w:val="6"/>
        <w:bidi w:val="0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【代码：用户管理数据库操作user.php】</w:t>
      </w:r>
    </w:p>
    <w:p>
      <w:pPr>
        <w:pStyle w:val="6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在user.php文件中，定义User类，进行数据库操作。在进行数据库编程中，应用mysqli。</w:t>
      </w:r>
    </w:p>
    <w:p>
      <w:pPr>
        <w:pStyle w:val="6"/>
        <w:bidi w:val="0"/>
        <w:ind w:left="0" w:leftChars="0" w:firstLine="0" w:firstLineChars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（1）在类中定义静态属性，设置数据库连接基本参数。</w:t>
      </w:r>
    </w:p>
    <w:p>
      <w:pPr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（2）在类中定义静态的方法conn()，连接mysql数据库。</w:t>
      </w:r>
    </w:p>
    <w:p>
      <w:pPr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（3）定义checkLogin()方法，验证用户登录。</w:t>
      </w:r>
    </w:p>
    <w:p>
      <w:pPr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（4）定义queryAll()方法，查询全部用户信息，并返回$users二维数组。</w:t>
      </w:r>
    </w:p>
    <w:p>
      <w:pPr>
        <w:pStyle w:val="6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根据要求填写（3）至（10）。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&lt;?php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lang w:val="en-US" w:eastAsia="zh-CN"/>
        </w:rPr>
        <w:t>User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static $host = "127.0.0.1";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static $dbname = "user_center";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static $user = "root";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static $pass = "123456";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static function conn()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$db =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lang w:val="en-US" w:eastAsia="zh-CN"/>
        </w:rPr>
        <w:t>(self::$host, self::$user, self::$pass, self::$dbname);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if(mysqli_connect_errno())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return null;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return $db;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public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（5）</w:t>
      </w:r>
      <w:r>
        <w:rPr>
          <w:rFonts w:hint="default" w:ascii="Times New Roman" w:hAnsi="Times New Roman" w:eastAsia="宋体" w:cs="Times New Roman"/>
          <w:lang w:val="en-US" w:eastAsia="zh-CN"/>
        </w:rPr>
        <w:t>checkLogin($account, $password)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$db = null;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$stmt = null;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try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$db = self::conn();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if($db)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$sql = "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（6）</w:t>
      </w:r>
      <w:r>
        <w:rPr>
          <w:rFonts w:hint="default" w:ascii="Times New Roman" w:hAnsi="Times New Roman" w:eastAsia="宋体" w:cs="Times New Roman"/>
          <w:lang w:val="en-US" w:eastAsia="zh-CN"/>
        </w:rPr>
        <w:t>";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$stmt = $db-&gt;prepare($sql);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$stmt-&gt;bind_param("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（7）</w:t>
      </w:r>
      <w:r>
        <w:rPr>
          <w:rFonts w:hint="default" w:ascii="Times New Roman" w:hAnsi="Times New Roman" w:eastAsia="宋体" w:cs="Times New Roman"/>
          <w:lang w:val="en-US" w:eastAsia="zh-CN"/>
        </w:rPr>
        <w:t>", $account, $password);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$stmt-&gt;bind_result($id);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$stmt-&gt;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（8）</w:t>
      </w:r>
      <w:r>
        <w:rPr>
          <w:rFonts w:hint="default" w:ascii="Times New Roman" w:hAnsi="Times New Roman" w:eastAsia="宋体" w:cs="Times New Roman"/>
          <w:lang w:val="en-US" w:eastAsia="zh-CN"/>
        </w:rPr>
        <w:t>();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if($stmt-&gt;fetch())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return true;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 catch(Exception $e)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echo "Message:" . $e-&gt;getMessage();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 finally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if($stmt != null)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$stmt-&gt;free_result();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if($db != null)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$db-&gt;close();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return false;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public function queryAll()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$db = null;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$stmt = null;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$users = array();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try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$db = self::conn();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$sql = "select id, account, password, telphone from users";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$stmt = $db-&gt;prepare($sql);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（9）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$stmt-&gt;execute();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while($stmt-&gt;fetch())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（10）</w:t>
      </w:r>
      <w:r>
        <w:rPr>
          <w:rFonts w:hint="default" w:ascii="Times New Roman" w:hAnsi="Times New Roman" w:eastAsia="宋体" w:cs="Times New Roman"/>
          <w:lang w:val="en-US" w:eastAsia="zh-CN"/>
        </w:rPr>
        <w:t>($users, array(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"id" =&gt; $id,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"account" =&gt; $account,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"password" =&gt; $password,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"telphone" =&gt; $telphone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));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 catch(Exception $e)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echo "Message:" . $e-&gt;getMessage();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 finally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if($stmt != null)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$stmt-&gt;free_result();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if($db != null) 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$db-&gt;close();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return $users;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}</w:t>
      </w:r>
    </w:p>
    <w:p>
      <w:pPr>
        <w:pStyle w:val="6"/>
        <w:bidi w:val="0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【代码：登录login.php】</w:t>
      </w:r>
    </w:p>
    <w:p>
      <w:pPr>
        <w:pStyle w:val="6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点击“登录”按钮，将表单以POST方式提交，处理该请求的文件为check.php，填写（11）。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&lt;!DOCTYPE html&gt;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&lt;html&gt;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&lt;head&gt;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&lt;meta charset="utf-8"&gt;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&lt;title&gt;登录&lt;/title&gt;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&lt;/head&gt;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&lt;body&gt;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&lt;form action="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（11）</w:t>
      </w:r>
      <w:r>
        <w:rPr>
          <w:rFonts w:hint="default" w:ascii="Times New Roman" w:hAnsi="Times New Roman" w:eastAsia="宋体" w:cs="Times New Roman"/>
          <w:lang w:val="en-US" w:eastAsia="zh-CN"/>
        </w:rPr>
        <w:t>" method="post"&gt;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&lt;table&gt;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&lt;tr&gt;&lt;th&gt;用户登录&lt;/th&gt;&lt;/tr&gt;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&lt;tr&gt;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&lt;td&gt;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&lt;label&gt;</w:t>
      </w:r>
      <w:r>
        <w:rPr>
          <w:rFonts w:hint="eastAsia" w:ascii="Times New Roman" w:hAnsi="Times New Roman" w:eastAsia="宋体" w:cs="Times New Roman"/>
          <w:lang w:val="en-US" w:eastAsia="zh-CN"/>
        </w:rPr>
        <w:t>帐号</w:t>
      </w:r>
      <w:r>
        <w:rPr>
          <w:rFonts w:hint="default" w:ascii="Times New Roman" w:hAnsi="Times New Roman" w:eastAsia="宋体" w:cs="Times New Roman"/>
          <w:lang w:val="en-US" w:eastAsia="zh-CN"/>
        </w:rPr>
        <w:t>&lt;/label&gt;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&lt;input name="account" type="text" value="" /&gt;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&lt;/td&gt;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&lt;/tr&gt;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&lt;tr&gt;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&lt;td&gt;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&lt;label&gt;密码&lt;/label&gt;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&lt;input name="password" type="password" value="" /&gt;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&lt;/td&gt;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&lt;/tr&gt;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&lt;tr&gt;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&lt;td&gt;&lt;input type="submit" value="登录" /&gt;&lt;/td&gt;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&lt;/tr&gt;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&lt;/table&gt;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&lt;/form&gt;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&lt;/body&gt;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&lt;/html&gt;</w:t>
      </w:r>
    </w:p>
    <w:p>
      <w:pPr>
        <w:bidi w:val="0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【代码：处理登录请求check.php】</w:t>
      </w:r>
    </w:p>
    <w:p>
      <w:pPr>
        <w:pStyle w:val="6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在check.php文件中，导入User类文件，并创建该类的对象$user，调用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user.php中</w:t>
      </w:r>
      <w:r>
        <w:rPr>
          <w:rFonts w:hint="eastAsia" w:ascii="Times New Roman" w:hAnsi="Times New Roman" w:eastAsia="宋体" w:cs="Times New Roman"/>
          <w:lang w:val="en-US" w:eastAsia="zh-CN"/>
        </w:rPr>
        <w:t>checkLogin()方法，对用户账号和密码进行验证。当登录成功时，使用Session保存用户账号，并跳转到用户管理主页index.php，当登录失败时跳转到登录页面login.php。根据要求填写（12）至（14）。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&lt;?php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include_once "user.php";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if ($_SERVER["REQUEST_METHOD"] == "POST") {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$account = $_POST["account"];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$password = $_POST["password"];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$user=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（12）</w:t>
      </w:r>
      <w:r>
        <w:rPr>
          <w:rFonts w:hint="eastAsia" w:ascii="Times New Roman" w:hAnsi="Times New Roman" w:eastAsia="宋体" w:cs="Times New Roman"/>
          <w:lang w:val="en-US" w:eastAsia="zh-CN"/>
        </w:rPr>
        <w:t>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if ($user-&gt;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（13）</w:t>
      </w:r>
      <w:r>
        <w:rPr>
          <w:rFonts w:hint="eastAsia" w:ascii="Times New Roman" w:hAnsi="Times New Roman" w:eastAsia="宋体" w:cs="Times New Roman"/>
          <w:lang w:val="en-US" w:eastAsia="zh-CN"/>
        </w:rPr>
        <w:t>($account,$password)) {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session_start();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$_SESSION["user"] = $account;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（14）</w:t>
      </w:r>
      <w:r>
        <w:rPr>
          <w:rFonts w:hint="eastAsia" w:ascii="Times New Roman" w:hAnsi="Times New Roman" w:eastAsia="宋体" w:cs="Times New Roman"/>
          <w:lang w:val="en-US" w:eastAsia="zh-CN"/>
        </w:rPr>
        <w:t>("location:index.php");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} else {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（14）</w:t>
      </w:r>
      <w:r>
        <w:rPr>
          <w:rFonts w:hint="eastAsia" w:ascii="Times New Roman" w:hAnsi="Times New Roman" w:eastAsia="宋体" w:cs="Times New Roman"/>
          <w:lang w:val="en-US" w:eastAsia="zh-CN"/>
        </w:rPr>
        <w:t>("location:login.php");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}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}</w:t>
      </w:r>
    </w:p>
    <w:p>
      <w:pPr>
        <w:bidi w:val="0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【代码：用户管理主页index.php】</w:t>
      </w:r>
    </w:p>
    <w:p>
      <w:pPr>
        <w:pStyle w:val="6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在index.php文件中，将Session中保存用户账号显示到页面头部。导入User类文件，并创建该类的对象$user，调用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user.php中</w:t>
      </w:r>
      <w:r>
        <w:rPr>
          <w:rFonts w:hint="eastAsia" w:ascii="Times New Roman" w:hAnsi="Times New Roman" w:eastAsia="宋体" w:cs="Times New Roman"/>
          <w:lang w:val="en-US" w:eastAsia="zh-CN"/>
        </w:rPr>
        <w:t>queryAll()方法，查询全部用户信息。将查询返回用户信息，通过for循环，以表格形式进行显示，根据要求填写（15）至（20）。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&lt;?php include_once "user.php"; ?&gt;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&lt;!DOCTYPE html&gt;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&lt;html&gt;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&lt;head&gt;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&lt;meta charset="utf-8"&gt;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&lt;title&gt;&lt;/title&gt;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&lt;/head&gt;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&lt;body&gt;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&lt;header&gt;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&lt;div&gt;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&lt;?php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session_start();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if (isset(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（15）</w:t>
      </w:r>
      <w:r>
        <w:rPr>
          <w:rFonts w:hint="eastAsia" w:ascii="Times New Roman" w:hAnsi="Times New Roman" w:eastAsia="宋体" w:cs="Times New Roman"/>
          <w:lang w:val="en-US" w:eastAsia="zh-CN"/>
        </w:rPr>
        <w:t>)) {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  echo "欢迎 " .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（15）</w:t>
      </w:r>
      <w:r>
        <w:rPr>
          <w:rFonts w:hint="eastAsia" w:ascii="Times New Roman" w:hAnsi="Times New Roman" w:eastAsia="宋体" w:cs="Times New Roman"/>
          <w:lang w:val="en-US" w:eastAsia="zh-CN"/>
        </w:rPr>
        <w:t>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} else {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  echo "&lt;a href='login.php'&gt;未登录&lt;/a&gt;";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}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?&gt; 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&lt;/div&gt;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&lt;/header&gt;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&lt;article&gt;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&lt;?php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$user= new User();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$users =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（16）</w:t>
      </w:r>
      <w:r>
        <w:rPr>
          <w:rFonts w:hint="eastAsia" w:ascii="Times New Roman" w:hAnsi="Times New Roman" w:eastAsia="宋体" w:cs="Times New Roman"/>
          <w:lang w:val="en-US" w:eastAsia="zh-CN"/>
        </w:rPr>
        <w:t>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?&gt;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&lt;table&gt;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highlight w:val="yellow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&lt;tr&gt;&lt;th&gt;帐号&lt;/th&gt;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&lt;th&gt;密码&lt;/th&gt;&lt;th&gt;手机号&lt;/th&gt;&lt;/tr&gt;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  &lt;?php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（17）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?&gt;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  &lt;tr&gt;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&lt;td&gt;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（18）</w:t>
      </w:r>
      <w:r>
        <w:rPr>
          <w:rFonts w:hint="eastAsia" w:ascii="Times New Roman" w:hAnsi="Times New Roman" w:eastAsia="宋体" w:cs="Times New Roman"/>
          <w:lang w:val="en-US" w:eastAsia="zh-CN"/>
        </w:rPr>
        <w:t>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&lt;td&gt;&lt;?php echo $u["password"];?&gt;&lt;/td&gt;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&lt;td&gt;&lt;?php echo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（19）</w:t>
      </w:r>
      <w:r>
        <w:rPr>
          <w:rFonts w:hint="eastAsia" w:ascii="Times New Roman" w:hAnsi="Times New Roman" w:eastAsia="宋体" w:cs="Times New Roman"/>
          <w:lang w:val="en-US" w:eastAsia="zh-CN"/>
        </w:rPr>
        <w:t>;?&gt;&lt;/td&gt;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&lt;/tr&gt;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（20）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&lt;/table&gt;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&lt;/article&gt;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&lt;/body&gt;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&lt;/html&gt;</w:t>
      </w:r>
    </w:p>
    <w:p>
      <w:pPr>
        <w:bidi w:val="0"/>
        <w:rPr>
          <w:rFonts w:hint="eastAsia" w:ascii="Times New Roman" w:hAnsi="Times New Roman" w:eastAsia="宋体" w:cs="Times New Roman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【</w:t>
      </w:r>
      <w:r>
        <w:rPr>
          <w:rFonts w:hint="eastAsia" w:ascii="Times New Roman" w:hAnsi="Times New Roman" w:eastAsia="宋体" w:cs="Times New Roman"/>
          <w:b/>
          <w:bCs/>
          <w:highlight w:val="none"/>
          <w:lang w:val="en-US" w:eastAsia="zh-CN"/>
        </w:rPr>
        <w:t>问题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】（30分，每空1.5分）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进行动态网页</w:t>
      </w:r>
      <w:r>
        <w:rPr>
          <w:rFonts w:hint="eastAsia" w:ascii="Times New Roman" w:hAnsi="Times New Roman" w:eastAsia="宋体" w:cs="Times New Roman"/>
          <w:highlight w:val="none"/>
          <w:lang w:eastAsia="zh-CN"/>
        </w:rPr>
        <w:t>开发，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补全代码，在（1）至（20）处填入正确的内容。</w:t>
      </w:r>
    </w:p>
    <w:p>
      <w:pPr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试题三（20分）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outlineLvl w:val="9"/>
        <w:rPr>
          <w:rFonts w:hint="eastAsia" w:ascii="Times New Roman" w:hAnsi="Times New Roman" w:eastAsia="宋体" w:cs="Times New Roman"/>
          <w:b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阅读下列说明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lang w:eastAsia="zh-CN"/>
        </w:rPr>
        <w:t>效果图和</w:t>
      </w:r>
      <w:r>
        <w:rPr>
          <w:rFonts w:hint="eastAsia" w:ascii="Times New Roman" w:hAnsi="Times New Roman" w:eastAsia="宋体" w:cs="Times New Roman"/>
          <w:lang w:val="en-US" w:eastAsia="zh-CN"/>
        </w:rPr>
        <w:t>代码</w:t>
      </w:r>
      <w:r>
        <w:rPr>
          <w:rFonts w:hint="eastAsia" w:ascii="Times New Roman" w:hAnsi="Times New Roman" w:eastAsia="宋体" w:cs="Times New Roman"/>
          <w:lang w:eastAsia="zh-CN"/>
        </w:rPr>
        <w:t>，进行动态网页开发，回答问题</w:t>
      </w:r>
      <w:r>
        <w:rPr>
          <w:rFonts w:hint="eastAsia" w:ascii="Times New Roman" w:hAnsi="Times New Roman" w:eastAsia="宋体" w:cs="Times New Roman"/>
          <w:lang w:val="en-US" w:eastAsia="zh-CN"/>
        </w:rPr>
        <w:t>1至问题4。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 w:cs="Times New Roman"/>
          <w:b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 w:val="0"/>
          <w:lang w:val="en-US" w:eastAsia="zh-CN"/>
        </w:rPr>
        <w:t>【说明】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>随着互联网发展，越来越多的人开始阅读电子书，本项目实现在网页上阅读JSON格式书籍，应用HTML、CSS、AJAX、JSON、PHP等技术。项目名称为book，包含主页index.html、index.css和loadJSON.php文件，其中，主页面index.html显示书籍内容；index.css为主页样式文件；loadJSON.php为主页提供数据，返回JSON格式书籍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 w:cs="Times New Roman"/>
          <w:b w:val="0"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>主页分为两个部分：左侧为按钮和“目录”，中间为章对应“内容”。点击“开始阅读”按钮，通过ajax发送请求到loadJSON.php，loadJSON.php返回JSON格式的书籍。在主页上通过ajax拿到数据后，使用JavaScript进行DOM操作，实现动态构建“目录”和“内容”。同时，为每一级“目录”绑定点击方法，当点击对应的“目录”中章时，对应“内容”部分会随之更新，如图3-1所示。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宋体" w:cs="Times New Roman"/>
          <w:b w:val="0"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【效果图】</w:t>
      </w:r>
    </w:p>
    <w:p>
      <w:pPr>
        <w:pStyle w:val="10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5269230" cy="1611630"/>
            <wp:effectExtent l="9525" t="9525" r="17145" b="171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116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图3-1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 w:cs="Times New Roman"/>
          <w:b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 w:cs="Times New Roman"/>
          <w:b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 w:val="0"/>
          <w:lang w:val="en-US" w:eastAsia="zh-CN"/>
        </w:rPr>
        <w:t>【代码：主页index.html】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&lt;!DOCTYPE html&gt;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&lt;html&gt;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&lt;head&gt;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&lt;meta charset="utf-8"&gt;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&lt;title&gt;Web阅读器&lt;/title&gt;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&lt;link rel="stylesheet" type="text/css" href="index.css"/&gt;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&lt;/head&gt;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&lt;body&gt;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&lt;div&gt;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    &lt;!-- 相对路径 --&gt;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&lt;button onclick="</w:t>
      </w: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 xml:space="preserve">  （1）  </w:t>
      </w:r>
      <w:r>
        <w:rPr>
          <w:rFonts w:hint="eastAsia" w:ascii="Times New Roman" w:hAnsi="Times New Roman" w:eastAsia="宋体"/>
          <w:lang w:val="en-US" w:eastAsia="zh-CN"/>
        </w:rPr>
        <w:t>"&gt;开始阅读&lt;/button&gt;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&lt;/div&gt;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&lt;header&gt;&lt;/header&gt;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&lt;aside class="list"&gt;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&lt;/aside&gt;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&lt;article class="content"&gt;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&lt;p&gt;&lt;/p&gt;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&lt;/article&gt;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&lt;/body&gt;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&lt;script type="text/javascript"&gt;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var json = {};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/* 获取json格式文章 */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function loadJSON(url){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var xmlhttp;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if (window.XMLHttpRequest) { // for IE7+, Firefox, Chrome, Opera, Safari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 xml:space="preserve">xmlhttp = new </w:t>
      </w: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 xml:space="preserve">  （2）  </w:t>
      </w:r>
      <w:r>
        <w:rPr>
          <w:rFonts w:hint="eastAsia" w:ascii="Times New Roman" w:hAnsi="Times New Roman" w:eastAsia="宋体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} else { // for IE6, IE5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xmlhttp = new ActiveXObject("Microsoft.XMLHTTP");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xmlhttp.</w:t>
      </w: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 xml:space="preserve">  （3）  </w:t>
      </w:r>
      <w:r>
        <w:rPr>
          <w:rFonts w:hint="eastAsia" w:ascii="Times New Roman" w:hAnsi="Times New Roman" w:eastAsia="宋体"/>
          <w:lang w:val="en-US" w:eastAsia="zh-CN"/>
        </w:rPr>
        <w:t>("GET", url, true);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xmlhttp.</w:t>
      </w: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 xml:space="preserve">  （4）  </w:t>
      </w:r>
      <w:r>
        <w:rPr>
          <w:rFonts w:hint="eastAsia" w:ascii="Times New Roman" w:hAnsi="Times New Roman" w:eastAsia="宋体"/>
          <w:lang w:val="en-US" w:eastAsia="zh-CN"/>
        </w:rPr>
        <w:t>();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xmlhttp.</w:t>
      </w: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 xml:space="preserve">  （5）  </w:t>
      </w:r>
      <w:r>
        <w:rPr>
          <w:rFonts w:hint="eastAsia" w:ascii="Times New Roman" w:hAnsi="Times New Roman" w:eastAsia="宋体"/>
          <w:lang w:val="en-US" w:eastAsia="zh-CN"/>
        </w:rPr>
        <w:t>=function(){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if (xmlhttp.</w:t>
      </w: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 xml:space="preserve">  （6）  </w:t>
      </w:r>
      <w:r>
        <w:rPr>
          <w:rFonts w:hint="eastAsia" w:ascii="Times New Roman" w:hAnsi="Times New Roman" w:eastAsia="宋体"/>
          <w:lang w:val="en-US" w:eastAsia="zh-CN"/>
        </w:rPr>
        <w:t xml:space="preserve"> == 4 &amp;&amp; xmlhttp.</w:t>
      </w: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 xml:space="preserve">  （7）  </w:t>
      </w:r>
      <w:r>
        <w:rPr>
          <w:rFonts w:hint="eastAsia" w:ascii="Times New Roman" w:hAnsi="Times New Roman" w:eastAsia="宋体"/>
          <w:lang w:val="en-US" w:eastAsia="zh-CN"/>
        </w:rPr>
        <w:t xml:space="preserve"> == 200) {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 xml:space="preserve">var result = </w:t>
      </w: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 xml:space="preserve">  （8）  </w:t>
      </w:r>
      <w:r>
        <w:rPr>
          <w:rFonts w:hint="eastAsia" w:ascii="Times New Roman" w:hAnsi="Times New Roman" w:eastAsia="宋体"/>
          <w:lang w:val="en-US" w:eastAsia="zh-CN"/>
        </w:rPr>
        <w:t>(xmlhttp.responseText);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json = result;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/* 构建标题 */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var dom = document.getElementsByTagName("header")[0];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var h1 = document.createElement("h1");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h1.innerHTML = </w:t>
      </w: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 xml:space="preserve">  （9）  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dom.appendChild(h1); /* 添加节点 */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/* 构建目录 */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var dom = document.getElementsByTagName("aside")[0];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for(var data in result){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if(data.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search</w:t>
      </w:r>
      <w:r>
        <w:rPr>
          <w:rFonts w:hint="eastAsia" w:ascii="Times New Roman" w:hAnsi="Times New Roman" w:eastAsia="宋体"/>
          <w:lang w:val="en-US" w:eastAsia="zh-CN"/>
        </w:rPr>
        <w:t>("subject") != -1){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var ul = document.createElement("ul");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ul.innerHTML = result[data];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ul.value = data;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 xml:space="preserve">                            /* 构建内容 */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ul.</w:t>
      </w:r>
      <w:r>
        <w:rPr>
          <w:rFonts w:hint="eastAsia" w:ascii="Times New Roman" w:hAnsi="Times New Roman" w:eastAsia="宋体"/>
          <w:color w:val="FF0000"/>
          <w:u w:val="single"/>
          <w:lang w:val="en-US" w:eastAsia="zh-CN"/>
        </w:rPr>
        <w:t xml:space="preserve">  （10）  </w:t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= function(){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document.getElementsByTagName("p")[0].innerHTML = json["content" + this.value.split("subject")[1]];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};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dom.appendChild(ul);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&lt;/script&gt;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&lt;/html&gt;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 w:cs="Times New Roman"/>
          <w:b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 w:cs="Times New Roman"/>
          <w:b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 w:val="0"/>
          <w:lang w:val="en-US" w:eastAsia="zh-CN"/>
        </w:rPr>
        <w:t>【代码：loadJSON.php】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&lt;?php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$arr = array(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"title" =&gt; "PHP教程",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"subject1" =&gt; "第一章：PHP 语法",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"content1" =&gt; "PHP 脚本可以放在...",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"subject2" =&gt; "第二章：PHP 变量",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"content2" =&gt; "变量以 $ 符号开始，后面...",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"subject3" =&gt; "第N章：...",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"content3" =&gt; "未完待续",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);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ab/>
      </w:r>
      <w:r>
        <w:rPr>
          <w:rFonts w:hint="eastAsia" w:ascii="Times New Roman" w:hAnsi="Times New Roman" w:eastAsia="宋体"/>
          <w:lang w:val="en-US" w:eastAsia="zh-CN"/>
        </w:rPr>
        <w:t>echo json_encode($arr);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?&gt;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 w:cs="Times New Roman"/>
          <w:b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 w:cs="Times New Roman"/>
          <w:b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 w:val="0"/>
          <w:lang w:val="en-US" w:eastAsia="zh-CN"/>
        </w:rPr>
        <w:t>【代码：index.css】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>*{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ind w:firstLine="420" w:firstLineChars="0"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>font-size: 30px;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>header{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/>
          <w:lang w:val="en-US" w:eastAsia="zh-CN"/>
        </w:rPr>
        <w:t>position: absolute;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/>
          <w:lang w:val="en-US" w:eastAsia="zh-CN"/>
        </w:rPr>
        <w:t>top:15%;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/>
          <w:lang w:val="en-US" w:eastAsia="zh-CN"/>
        </w:rPr>
        <w:t>width:20%;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>.list{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/>
          <w:lang w:val="en-US" w:eastAsia="zh-CN"/>
        </w:rPr>
        <w:t>position: absolute;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/>
          <w:lang w:val="en-US" w:eastAsia="zh-CN"/>
        </w:rPr>
        <w:t>top:20%;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/>
          <w:lang w:val="en-US" w:eastAsia="zh-CN"/>
        </w:rPr>
        <w:t>width:20%;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>.list ul{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/>
          <w:lang w:val="en-US" w:eastAsia="zh-CN"/>
        </w:rPr>
        <w:t>font-size: 34px;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>.list li{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/>
          <w:lang w:val="en-US" w:eastAsia="zh-CN"/>
        </w:rPr>
        <w:t>font-size: 32px;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>.content{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/>
          <w:lang w:val="en-US" w:eastAsia="zh-CN"/>
        </w:rPr>
        <w:t>position: absolute;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/>
          <w:lang w:val="en-US" w:eastAsia="zh-CN"/>
        </w:rPr>
        <w:t>left:30%;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ab/>
      </w:r>
      <w:r>
        <w:rPr>
          <w:rFonts w:hint="eastAsia" w:ascii="Times New Roman" w:hAnsi="Times New Roman" w:eastAsia="宋体"/>
          <w:b w:val="0"/>
          <w:bCs/>
          <w:lang w:val="en-US" w:eastAsia="zh-CN"/>
        </w:rPr>
        <w:t>width:40%;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hd w:val="clear" w:fill="F1F1F1" w:themeFill="background1" w:themeFillShade="F2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 w:val="0"/>
          <w:bCs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lang w:val="en-US" w:eastAsia="zh-CN"/>
        </w:rPr>
        <w:t>}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宋体"/>
          <w:b/>
          <w:bCs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>【问题】（20分，每空2分）</w:t>
      </w:r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  <w:r>
        <w:rPr>
          <w:rFonts w:hint="eastAsia" w:ascii="Times New Roman" w:hAnsi="Times New Roman" w:eastAsia="宋体" w:cs="Times New Roman"/>
          <w:lang w:eastAsia="zh-CN"/>
        </w:rPr>
        <w:t>进行动态网页开发，</w:t>
      </w:r>
      <w:r>
        <w:rPr>
          <w:rFonts w:hint="eastAsia" w:ascii="Times New Roman" w:hAnsi="Times New Roman" w:eastAsia="宋体"/>
          <w:lang w:val="en-US" w:eastAsia="zh-CN"/>
        </w:rPr>
        <w:t>补全代码，在（1）至（10）处填入正确的内容。</w:t>
      </w:r>
    </w:p>
    <w:p>
      <w:pPr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pStyle w:val="2"/>
        <w:numPr>
          <w:ilvl w:val="0"/>
          <w:numId w:val="0"/>
        </w:numPr>
        <w:bidi w:val="0"/>
        <w:ind w:leftChars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试题四（20分）</w:t>
      </w:r>
    </w:p>
    <w:p>
      <w:pPr>
        <w:pStyle w:val="6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阅读下列说明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lang w:eastAsia="zh-CN"/>
        </w:rPr>
        <w:t>效果图和</w:t>
      </w:r>
      <w:r>
        <w:rPr>
          <w:rFonts w:hint="eastAsia" w:ascii="Times New Roman" w:hAnsi="Times New Roman" w:eastAsia="宋体" w:cs="Times New Roman"/>
          <w:lang w:val="en-US" w:eastAsia="zh-CN"/>
        </w:rPr>
        <w:t>代码，进行</w:t>
      </w:r>
      <w:r>
        <w:rPr>
          <w:rFonts w:hint="eastAsia" w:ascii="Times New Roman" w:hAnsi="Times New Roman" w:eastAsia="宋体" w:cs="Times New Roman"/>
          <w:lang w:eastAsia="zh-CN"/>
        </w:rPr>
        <w:t>动态网页开发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lang w:eastAsia="zh-CN"/>
        </w:rPr>
        <w:t>回答问题</w:t>
      </w:r>
      <w:r>
        <w:rPr>
          <w:rFonts w:hint="eastAsia" w:ascii="Times New Roman" w:hAnsi="Times New Roman" w:eastAsia="宋体" w:cs="Times New Roman"/>
          <w:lang w:val="en-US" w:eastAsia="zh-CN"/>
        </w:rPr>
        <w:t>1至问题4。</w:t>
      </w:r>
    </w:p>
    <w:p>
      <w:pPr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【说明】</w:t>
      </w:r>
    </w:p>
    <w:p>
      <w:pPr>
        <w:pStyle w:val="6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该程序为一个问卷调查系统，使用PHP的Laravel框架编程，项目名称为survey，核心文件包括路由文件web.php、模板文件（问卷调查模板paper.blade.php和调查结果模板result.blade.php）、控制器文件SurveyController.php。页面需要的数据采用硬编码方式，存放在问卷调查控制类的静态属性中。</w:t>
      </w:r>
    </w:p>
    <w:p>
      <w:pPr>
        <w:pStyle w:val="6"/>
        <w:bidi w:val="0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【效果图】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（1）问卷调查页面：对应模板文件paper.blade.php</w:t>
      </w:r>
    </w:p>
    <w:p>
      <w:pPr>
        <w:pStyle w:val="6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用户访问问卷调查页面，勾选问题答案，点击“提交”按钮，如图4-1所示。</w:t>
      </w:r>
    </w:p>
    <w:p>
      <w:pPr>
        <w:pStyle w:val="6"/>
        <w:bidi w:val="0"/>
        <w:ind w:left="0" w:leftChars="0" w:right="0" w:rightChars="0" w:firstLine="0" w:firstLineChars="0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2143125" cy="2047875"/>
            <wp:effectExtent l="9525" t="9525" r="19050" b="19050"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0478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  <w:ind w:left="0" w:leftChars="0" w:right="0" w:rightChars="0" w:firstLine="0" w:firstLineChars="0"/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图</w:t>
      </w:r>
      <w:r>
        <w:rPr>
          <w:rFonts w:hint="eastAsia" w:ascii="Times New Roman" w:hAnsi="Times New Roman" w:eastAsia="宋体" w:cs="Times New Roman"/>
          <w:lang w:val="en-US" w:eastAsia="zh-CN"/>
        </w:rPr>
        <w:t>4-1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（2）调查结果页面：对应模板文件result.blade.php</w:t>
      </w:r>
    </w:p>
    <w:p>
      <w:pPr>
        <w:pStyle w:val="6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接收问卷调查页面提交数据，并进行显示，</w:t>
      </w:r>
      <w:r>
        <w:rPr>
          <w:rFonts w:hint="eastAsia" w:ascii="Times New Roman" w:hAnsi="Times New Roman" w:eastAsia="宋体" w:cs="Times New Roman"/>
          <w:lang w:eastAsia="zh-CN"/>
        </w:rPr>
        <w:t>结果页面效果如图</w:t>
      </w:r>
      <w:r>
        <w:rPr>
          <w:rFonts w:hint="eastAsia" w:ascii="Times New Roman" w:hAnsi="Times New Roman" w:eastAsia="宋体" w:cs="Times New Roman"/>
          <w:lang w:val="en-US" w:eastAsia="zh-CN"/>
        </w:rPr>
        <w:t>4-2所示。</w:t>
      </w:r>
    </w:p>
    <w:p>
      <w:pPr>
        <w:pStyle w:val="6"/>
        <w:bidi w:val="0"/>
        <w:ind w:left="0" w:leftChars="0" w:right="0" w:rightChars="0" w:firstLine="0" w:firstLineChars="0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2085975" cy="971550"/>
            <wp:effectExtent l="9525" t="9525" r="19050" b="9525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971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  <w:ind w:left="0" w:leftChars="0" w:right="0" w:rightChars="0" w:firstLine="0" w:firstLineChars="0"/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图</w:t>
      </w:r>
      <w:r>
        <w:rPr>
          <w:rFonts w:hint="eastAsia" w:ascii="Times New Roman" w:hAnsi="Times New Roman" w:eastAsia="宋体" w:cs="Times New Roman"/>
          <w:lang w:val="en-US" w:eastAsia="zh-CN"/>
        </w:rPr>
        <w:t>4-2</w:t>
      </w:r>
    </w:p>
    <w:p>
      <w:pPr>
        <w:bidi w:val="0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>
      <w:pPr>
        <w:bidi w:val="0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【问题1】基于Laravel框架，回答下列问题，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填写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highlight w:val="none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highlight w:val="none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highlight w:val="none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highlight w:val="none"/>
          <w:lang w:eastAsia="zh-CN"/>
        </w:rPr>
        <w:t>至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highlight w:val="none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highlight w:val="non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highlight w:val="none"/>
        </w:rPr>
        <w:t>）</w:t>
      </w:r>
      <w:r>
        <w:rPr>
          <w:rFonts w:hint="eastAsia" w:ascii="Times New Roman" w:hAnsi="Times New Roman" w:eastAsia="宋体" w:cs="Times New Roman"/>
          <w:b/>
          <w:bCs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1、包管理工具</w:t>
      </w:r>
    </w:p>
    <w:p>
      <w:pPr>
        <w:pStyle w:val="6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安装Laravel框架，需要使用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Composer </w:t>
      </w:r>
      <w:r>
        <w:rPr>
          <w:rFonts w:hint="eastAsia" w:ascii="Times New Roman" w:hAnsi="Times New Roman" w:eastAsia="宋体" w:cs="Times New Roman"/>
          <w:lang w:val="en-US" w:eastAsia="zh-CN"/>
        </w:rPr>
        <w:t>工具：通过命令“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 xml:space="preserve">（1） </w:t>
      </w:r>
      <w:r>
        <w:rPr>
          <w:rFonts w:hint="eastAsia" w:ascii="Times New Roman" w:hAnsi="Times New Roman" w:eastAsia="宋体" w:cs="Times New Roman"/>
          <w:lang w:val="en-US" w:eastAsia="zh-CN"/>
        </w:rPr>
        <w:t>create-project laravel/laravel survey --prefer-dist”创建survey工程，创建完毕后，程序目录如图4-3所示。</w:t>
      </w:r>
    </w:p>
    <w:p>
      <w:pPr>
        <w:pStyle w:val="6"/>
        <w:bidi w:val="0"/>
        <w:ind w:left="0" w:leftChars="0" w:right="0" w:rightChars="0" w:firstLine="0" w:firstLineChars="0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638550" cy="2295525"/>
            <wp:effectExtent l="9525" t="9525" r="9525" b="19050"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2955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t>图</w:t>
      </w:r>
      <w:r>
        <w:rPr>
          <w:rFonts w:hint="eastAsia" w:ascii="Times New Roman" w:hAnsi="Times New Roman" w:eastAsia="宋体" w:cs="Times New Roman"/>
          <w:lang w:val="en-US" w:eastAsia="zh-CN"/>
        </w:rPr>
        <w:t>4-3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2、Laravel框架MVC结构</w:t>
      </w:r>
    </w:p>
    <w:p>
      <w:pPr>
        <w:pStyle w:val="6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Laravel遵循model-view-controller(MVC)模式，MVC模式的3个组件分别为模型（Model）、视图（View）和控制器（Controller）。项目核心文件如下表所示，请分析项目相关核心MVC文件，使用MVC关键词“Model、View或Controller”，填写（2）至（3）。</w:t>
      </w:r>
    </w:p>
    <w:tbl>
      <w:tblPr>
        <w:tblStyle w:val="8"/>
        <w:tblW w:w="6769" w:type="dxa"/>
        <w:jc w:val="center"/>
        <w:tblInd w:w="3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7"/>
        <w:gridCol w:w="1749"/>
        <w:gridCol w:w="1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3587" w:type="dxa"/>
            <w:vAlign w:val="top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文件</w:t>
            </w:r>
          </w:p>
        </w:tc>
        <w:tc>
          <w:tcPr>
            <w:tcW w:w="1749" w:type="dxa"/>
            <w:vAlign w:val="top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说明</w:t>
            </w:r>
          </w:p>
        </w:tc>
        <w:tc>
          <w:tcPr>
            <w:tcW w:w="1433" w:type="dxa"/>
            <w:vAlign w:val="top"/>
          </w:tcPr>
          <w:p>
            <w:pPr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2"/>
                <w:szCs w:val="22"/>
                <w:lang w:val="en-US" w:eastAsia="zh-CN"/>
              </w:rPr>
              <w:t>MVC关键词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3587" w:type="dxa"/>
            <w:vAlign w:val="top"/>
          </w:tcPr>
          <w:p>
            <w:pPr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routes/web.php</w:t>
            </w:r>
          </w:p>
        </w:tc>
        <w:tc>
          <w:tcPr>
            <w:tcW w:w="1749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应用路由文件</w:t>
            </w:r>
          </w:p>
        </w:tc>
        <w:tc>
          <w:tcPr>
            <w:tcW w:w="1433" w:type="dxa"/>
            <w:vAlign w:val="top"/>
          </w:tcPr>
          <w:p>
            <w:pPr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3587" w:type="dxa"/>
            <w:vAlign w:val="top"/>
          </w:tcPr>
          <w:p>
            <w:pPr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app/Http/Controllers/SurveyController.php</w:t>
            </w:r>
          </w:p>
        </w:tc>
        <w:tc>
          <w:tcPr>
            <w:tcW w:w="1749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问卷调查控制类</w:t>
            </w:r>
          </w:p>
        </w:tc>
        <w:tc>
          <w:tcPr>
            <w:tcW w:w="1433" w:type="dxa"/>
            <w:vAlign w:val="top"/>
          </w:tcPr>
          <w:p>
            <w:pPr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3587" w:type="dxa"/>
            <w:vAlign w:val="top"/>
          </w:tcPr>
          <w:p>
            <w:pPr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resources/views/paper.blade.php</w:t>
            </w:r>
          </w:p>
        </w:tc>
        <w:tc>
          <w:tcPr>
            <w:tcW w:w="1749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问卷调查模板</w:t>
            </w:r>
          </w:p>
        </w:tc>
        <w:tc>
          <w:tcPr>
            <w:tcW w:w="1433" w:type="dxa"/>
            <w:vAlign w:val="top"/>
          </w:tcPr>
          <w:p>
            <w:pPr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u w:val="single"/>
                <w:lang w:val="en-US" w:eastAsia="zh-CN"/>
              </w:rPr>
              <w:t>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3587" w:type="dxa"/>
            <w:vAlign w:val="top"/>
          </w:tcPr>
          <w:p>
            <w:pPr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resources/views/result.blade.php</w:t>
            </w:r>
          </w:p>
        </w:tc>
        <w:tc>
          <w:tcPr>
            <w:tcW w:w="1749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调查结果模板</w:t>
            </w:r>
          </w:p>
        </w:tc>
        <w:tc>
          <w:tcPr>
            <w:tcW w:w="1433" w:type="dxa"/>
            <w:vAlign w:val="top"/>
          </w:tcPr>
          <w:p>
            <w:pPr>
              <w:ind w:left="0" w:leftChars="0" w:right="0" w:rightChars="0" w:firstLine="0" w:firstLineChars="0"/>
              <w:jc w:val="center"/>
              <w:rPr>
                <w:rFonts w:ascii="Times New Roman" w:hAnsi="Times New Roman" w:eastAsia="宋体" w:cs="Times New Roman"/>
              </w:rPr>
            </w:pPr>
          </w:p>
        </w:tc>
      </w:tr>
    </w:tbl>
    <w:p>
      <w:pPr>
        <w:bidi w:val="0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bidi w:val="0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【问题2】分析项目路由，回答下列问题，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填写（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eastAsia="zh-CN"/>
        </w:rPr>
        <w:t>至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）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。</w:t>
      </w:r>
    </w:p>
    <w:p>
      <w:pPr>
        <w:pStyle w:val="6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在浏览器中输入网址，访问问卷调查页面，用户填写问卷后，点击“提交”按钮，通过POST方式提交问卷表单，在路由文件web.php中，路由配置如下：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&lt;?php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// 访问问卷调查页面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Route::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get(</w:t>
      </w:r>
      <w:r>
        <w:rPr>
          <w:rFonts w:hint="eastAsia" w:ascii="Times New Roman" w:hAnsi="Times New Roman" w:eastAsia="宋体" w:cs="Times New Roman"/>
          <w:lang w:val="en-US" w:eastAsia="zh-CN"/>
        </w:rPr>
        <w:t>"/survey", "SurveyController@paper");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// 提交问卷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Route::post("/finish", "SurveyController@finish");</w:t>
      </w:r>
    </w:p>
    <w:p>
      <w:pPr>
        <w:pStyle w:val="6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项目发布在本机上，本机地址为localhost，根据web.php文件中定义的路由信息，当输入下列访问地址时，分析路由情况，选择相应A至F内容，填写（4）至（5）。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在浏览器中输入“http://localhost/survey”时，路由会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（4）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在浏览器中输入“http://localhost/finish”时，路由会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（5）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>
      <w:pPr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 显示paper.blade.php模板。</w:t>
      </w:r>
    </w:p>
    <w:p>
      <w:pPr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 抛出异常，未定义该方法。</w:t>
      </w:r>
    </w:p>
    <w:p>
      <w:pPr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 将字符串“SurveyController@finish”返回并显示到页面。</w:t>
      </w:r>
    </w:p>
    <w:p>
      <w:pPr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 将字符串“SurveyController@paper”返回并显示到页面。</w:t>
      </w:r>
    </w:p>
    <w:p>
      <w:pPr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E. 调用SurveryController类的paper()方法。</w:t>
      </w:r>
    </w:p>
    <w:p>
      <w:pPr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F. 调用SurveryController类的finish()方法。</w:t>
      </w:r>
    </w:p>
    <w:p>
      <w:pPr>
        <w:bidi w:val="0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【问题3】分析项目控制器，回答下列问题，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填写（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eastAsia="zh-CN"/>
        </w:rPr>
        <w:t>至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）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。</w:t>
      </w:r>
    </w:p>
    <w:p>
      <w:pPr>
        <w:pStyle w:val="6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SurveyController.php文件中，定义SurveyController类，该类继承基类控制器。在SurveyController类中定义静态属性$questions，以硬编码形式保存问卷调查数据，并定义paper()方法，处理访问问卷调查页面请求，使用paper.blade.php模板文件返回问卷调查页面，将$questions传给模板文件。分析控制类SurveyController，填写（6）至（7）。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&lt;?php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namespace App\Http\Controllers;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use Illuminate\Http\Request;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class SurveyController extends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 xml:space="preserve">（6） </w:t>
      </w:r>
      <w:r>
        <w:rPr>
          <w:rFonts w:hint="eastAsia" w:ascii="Times New Roman" w:hAnsi="Times New Roman" w:eastAsia="宋体" w:cs="Times New Roman"/>
          <w:lang w:val="en-US" w:eastAsia="zh-CN"/>
        </w:rPr>
        <w:t>{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// 问卷内容，静态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private static $questions = array(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"Q1" =&gt; array(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"issue" =&gt; "选择你比较熟悉的技术：",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"type" =&gt; "checkbox",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"options" =&gt; array(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"PHP",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"Laravel",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"Restful API",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"Bootstrap"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)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),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"Q2" =&gt; array(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"issue" =&gt; "您会制作简单的网页吗？",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"type" =&gt; "radio",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"options" =&gt; array(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"会",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"不会"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)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)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// 初始问卷调查数据，并跳转到paper页面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public function paper() {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return view("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（7）</w:t>
      </w:r>
      <w:r>
        <w:rPr>
          <w:rFonts w:hint="eastAsia" w:ascii="Times New Roman" w:hAnsi="Times New Roman" w:eastAsia="宋体" w:cs="Times New Roman"/>
          <w:lang w:val="en-US" w:eastAsia="zh-CN"/>
        </w:rPr>
        <w:t>", ["questions" =&gt; self::$questions]);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// 处理用户提交的调查问卷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public function finish(Request $request) {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$input = $request-&gt;all();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$result = array();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foreach(self::$questions as $key =&gt; $question) {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if(isset($input[$key])) {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array_push($result, array(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"issue" =&gt; $question["issue"],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"answer" =&gt; join(",", $input[$key])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));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return view("result", ["result" =&gt; $result]);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}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}</w:t>
      </w:r>
    </w:p>
    <w:p>
      <w:pPr>
        <w:bidi w:val="0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>
      <w:pPr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【问题4】分析模板文件，回答下列问题，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填写（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）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eastAsia="zh-CN"/>
        </w:rPr>
        <w:t>至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）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1、问卷调查模板paper.blade.php</w:t>
      </w:r>
    </w:p>
    <w:p>
      <w:pPr>
        <w:pStyle w:val="6"/>
        <w:bidi w:val="0"/>
        <w:rPr>
          <w:rFonts w:hint="default" w:ascii="Times New Roman" w:hAnsi="Times New Roman" w:eastAsia="宋体" w:cs="Times New Roman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（1）在问卷调查模板文件paper.blade.php中，使用for循环显示问题，显示需要数据由SurveyController类中paper()返回时传递，用户填写完问卷数据后，使用POST方式提交。分析问卷调查模板和web.php中的路由信息，填写（8）空。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&lt;!DOCTYPE html&gt;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&lt;html&gt;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&lt;head&gt;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&lt;meta charset="utf-8"&gt;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&lt;title&gt;&lt;/title&gt;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&lt;/head&gt;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&lt;body&gt;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&lt;table&gt;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&lt;form action="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（8）</w:t>
      </w:r>
      <w:r>
        <w:rPr>
          <w:rFonts w:hint="eastAsia" w:ascii="Times New Roman" w:hAnsi="Times New Roman" w:eastAsia="宋体" w:cs="Times New Roman"/>
          <w:lang w:val="en-US" w:eastAsia="zh-CN"/>
        </w:rPr>
        <w:t>" method="post"&gt;</w:t>
      </w:r>
    </w:p>
    <w:p>
      <w:pPr>
        <w:pStyle w:val="11"/>
        <w:shd w:val="clear" w:fill="F1F1F1" w:themeFill="background1" w:themeFillShade="F2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（9）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@foreach($questions as $key=&gt;$question)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&lt;label&gt;{{ ($loop-&gt;index+1). "、".$question["issue"] }}&lt;/label&gt;&lt;br /&gt;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@foreach($question["options"] as $option)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&lt;input type="{{$question['type']}}" name="{{ $key.'[]'}}"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value="{{ $option }}"&gt;{{ $option }}&lt;/input&gt;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&lt;br /&gt; 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@endforeach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&lt;/tr&gt;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@endforeach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&lt;td&gt;&lt;input type="submit" value="提交" /&gt;&lt;/td&gt;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&lt;/tr&gt;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&lt;/form&gt;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&lt;/table&gt;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&lt;/body&gt;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&lt;/html&gt;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（2）在上述代码中，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当使用POST方式提交表单时，</w:t>
      </w:r>
      <w:r>
        <w:rPr>
          <w:rFonts w:hint="eastAsia" w:ascii="Times New Roman" w:hAnsi="Times New Roman" w:eastAsia="宋体" w:cs="Times New Roman"/>
          <w:lang w:val="en-US" w:eastAsia="zh-CN"/>
        </w:rPr>
        <w:t>Laravel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框架需要添加</w:t>
      </w:r>
      <w:r>
        <w:rPr>
          <w:rFonts w:hint="default" w:ascii="Times New Roman" w:hAnsi="Times New Roman" w:eastAsia="宋体" w:cs="Times New Roman"/>
          <w:highlight w:val="none"/>
          <w:lang w:val="en-US" w:eastAsia="zh-CN"/>
        </w:rPr>
        <w:t>CSRF Token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字段。对于下列选项描述，不正确的是</w:t>
      </w:r>
      <w:r>
        <w:rPr>
          <w:rFonts w:hint="eastAsia" w:ascii="Times New Roman" w:hAnsi="Times New Roman" w:eastAsia="宋体" w:cs="Times New Roman"/>
          <w:color w:val="FF0000"/>
          <w:kern w:val="2"/>
          <w:sz w:val="21"/>
          <w:szCs w:val="24"/>
          <w:u w:val="single"/>
          <w:lang w:val="en-US" w:eastAsia="zh-CN" w:bidi="ar-SA"/>
        </w:rPr>
        <w:t>（9）</w:t>
      </w:r>
    </w:p>
    <w:p>
      <w:pPr>
        <w:pStyle w:val="6"/>
        <w:bidi w:val="0"/>
        <w:rPr>
          <w:rFonts w:hint="default" w:ascii="Times New Roman" w:hAnsi="Times New Roman" w:eastAsia="宋体" w:cs="Times New Roman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 xml:space="preserve">A. </w:t>
      </w:r>
      <w:r>
        <w:rPr>
          <w:rFonts w:hint="default" w:ascii="Times New Roman" w:hAnsi="Times New Roman" w:eastAsia="宋体" w:cs="Times New Roman"/>
          <w:highlight w:val="none"/>
          <w:lang w:val="en-US" w:eastAsia="zh-CN"/>
        </w:rPr>
        <w:t>&lt;input type="hidden" name="_token" value="{{csrf_token()}}"&gt;</w:t>
      </w:r>
    </w:p>
    <w:p>
      <w:pPr>
        <w:pStyle w:val="6"/>
        <w:bidi w:val="0"/>
        <w:rPr>
          <w:rFonts w:hint="default" w:ascii="Times New Roman" w:hAnsi="Times New Roman" w:eastAsia="宋体" w:cs="Times New Roman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 xml:space="preserve">B. </w:t>
      </w:r>
      <w:r>
        <w:rPr>
          <w:rFonts w:hint="default" w:ascii="Times New Roman" w:hAnsi="Times New Roman" w:eastAsia="宋体" w:cs="Times New Roman"/>
          <w:highlight w:val="none"/>
          <w:lang w:val="en-US" w:eastAsia="zh-CN"/>
        </w:rPr>
        <w:t>{{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highlight w:val="none"/>
          <w:lang w:val="en-US" w:eastAsia="zh-CN"/>
        </w:rPr>
        <w:t>csrf_field()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highlight w:val="none"/>
          <w:lang w:val="en-US" w:eastAsia="zh-CN"/>
        </w:rPr>
        <w:t>}}</w:t>
      </w:r>
    </w:p>
    <w:p>
      <w:pPr>
        <w:pStyle w:val="6"/>
        <w:bidi w:val="0"/>
        <w:rPr>
          <w:rFonts w:hint="default" w:ascii="Times New Roman" w:hAnsi="Times New Roman" w:eastAsia="宋体" w:cs="Times New Roman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C. {{ csrf@ }}</w:t>
      </w:r>
      <w:bookmarkStart w:id="0" w:name="_GoBack"/>
      <w:bookmarkEnd w:id="0"/>
    </w:p>
    <w:p>
      <w:pPr>
        <w:pStyle w:val="6"/>
        <w:bidi w:val="0"/>
        <w:rPr>
          <w:rFonts w:hint="default" w:ascii="Times New Roman" w:hAnsi="Times New Roman" w:eastAsia="宋体" w:cs="Times New Roman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 xml:space="preserve">D. </w:t>
      </w:r>
      <w:r>
        <w:rPr>
          <w:rFonts w:hint="default" w:ascii="Times New Roman" w:hAnsi="Times New Roman" w:eastAsia="宋体" w:cs="Times New Roman"/>
          <w:highlight w:val="none"/>
          <w:lang w:val="en-US" w:eastAsia="zh-CN"/>
        </w:rPr>
        <w:t>{!! csrf_field() !!}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2、调查结果模板result.blade.php</w:t>
      </w:r>
    </w:p>
    <w:p>
      <w:pPr>
        <w:pStyle w:val="6"/>
        <w:bidi w:val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在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调查结果模板</w:t>
      </w:r>
      <w:r>
        <w:rPr>
          <w:rFonts w:hint="eastAsia" w:ascii="Times New Roman" w:hAnsi="Times New Roman" w:eastAsia="宋体" w:cs="Times New Roman"/>
          <w:lang w:val="en-US" w:eastAsia="zh-CN"/>
        </w:rPr>
        <w:t>文件result.blade.php中，使用for循环显示用户填写的问题和答案，显示需要数据由SurveyController类中finish()返回时传递，分析finish()方法和调查结果模板文件，填写（10）。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&lt;!DOCTYPE html&gt;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&lt;html&gt;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&lt;head&gt;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&lt;meta charset="utf-8"&gt;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&lt;title&gt;&lt;/title&gt;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&lt;/head&gt;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&lt;body&gt;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&lt;section&gt;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@foreach($result as $q)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&lt;label&gt;{{ ($loop-&gt;index+1). "、".$q["issue"] }}&lt;/label&gt;&lt;br /&gt;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&lt;label&gt;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（10）</w:t>
      </w:r>
      <w:r>
        <w:rPr>
          <w:rFonts w:hint="eastAsia" w:ascii="Times New Roman" w:hAnsi="Times New Roman" w:eastAsia="宋体" w:cs="Times New Roman"/>
          <w:lang w:val="en-US" w:eastAsia="zh-CN"/>
        </w:rPr>
        <w:t>&lt;/label&gt;&lt;br /&gt;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@endforeach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>&lt;/section&gt;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&lt;/body&gt;</w:t>
      </w:r>
    </w:p>
    <w:p>
      <w:pPr>
        <w:pStyle w:val="11"/>
        <w:shd w:val="clear" w:fill="F1F1F1" w:themeFill="background1" w:themeFillShade="F2"/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&lt;/html&gt;</w:t>
      </w:r>
    </w:p>
    <w:p>
      <w:pPr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jc w:val="left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66299B"/>
    <w:multiLevelType w:val="multilevel"/>
    <w:tmpl w:val="9466299B"/>
    <w:lvl w:ilvl="0" w:tentative="0">
      <w:start w:val="1"/>
      <w:numFmt w:val="decimal"/>
      <w:pStyle w:val="2"/>
      <w:suff w:val="space"/>
      <w:lvlText w:val="%1."/>
      <w:lvlJc w:val="left"/>
      <w:pPr>
        <w:tabs>
          <w:tab w:val="left" w:pos="420"/>
        </w:tabs>
        <w:ind w:left="429" w:hanging="429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tabs>
          <w:tab w:val="left" w:pos="420"/>
        </w:tabs>
        <w:ind w:left="575" w:hanging="575"/>
      </w:pPr>
      <w:rPr>
        <w:rFonts w:hint="default" w:ascii="宋体" w:hAnsi="宋体" w:eastAsia="宋体" w:cs="宋体"/>
      </w:rPr>
    </w:lvl>
    <w:lvl w:ilvl="2" w:tentative="0">
      <w:start w:val="1"/>
      <w:numFmt w:val="decimal"/>
      <w:suff w:val="space"/>
      <w:lvlText w:val="%1.%2.%3."/>
      <w:lvlJc w:val="left"/>
      <w:pPr>
        <w:tabs>
          <w:tab w:val="left" w:pos="420"/>
        </w:tabs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suff w:val="space"/>
      <w:lvlText w:val="%1.%2.%3.%4."/>
      <w:lvlJc w:val="left"/>
      <w:pPr>
        <w:tabs>
          <w:tab w:val="left" w:pos="420"/>
        </w:tabs>
        <w:ind w:left="864" w:hanging="864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94214"/>
    <w:rsid w:val="033A715B"/>
    <w:rsid w:val="0455516A"/>
    <w:rsid w:val="058B39CA"/>
    <w:rsid w:val="060265C5"/>
    <w:rsid w:val="095D4802"/>
    <w:rsid w:val="09B601BC"/>
    <w:rsid w:val="09E72254"/>
    <w:rsid w:val="0D1D2228"/>
    <w:rsid w:val="0D294685"/>
    <w:rsid w:val="0ED070B2"/>
    <w:rsid w:val="0EE61526"/>
    <w:rsid w:val="1073494B"/>
    <w:rsid w:val="154551FC"/>
    <w:rsid w:val="16485442"/>
    <w:rsid w:val="17B04A3D"/>
    <w:rsid w:val="17E0444F"/>
    <w:rsid w:val="17F65187"/>
    <w:rsid w:val="190508FC"/>
    <w:rsid w:val="1C990B6F"/>
    <w:rsid w:val="1CE713D3"/>
    <w:rsid w:val="1D59726B"/>
    <w:rsid w:val="1E543FD1"/>
    <w:rsid w:val="1F0B18BE"/>
    <w:rsid w:val="1FEA14C2"/>
    <w:rsid w:val="21081589"/>
    <w:rsid w:val="21420FFA"/>
    <w:rsid w:val="21F32CD0"/>
    <w:rsid w:val="22801DCA"/>
    <w:rsid w:val="277F0EF4"/>
    <w:rsid w:val="298A027C"/>
    <w:rsid w:val="2ABC1FD3"/>
    <w:rsid w:val="2EAF61BB"/>
    <w:rsid w:val="362B36FE"/>
    <w:rsid w:val="388E22AE"/>
    <w:rsid w:val="39385896"/>
    <w:rsid w:val="3CA1154D"/>
    <w:rsid w:val="3CDC50C1"/>
    <w:rsid w:val="3D7B044B"/>
    <w:rsid w:val="3E4A7FA5"/>
    <w:rsid w:val="3F4A20C7"/>
    <w:rsid w:val="421C578A"/>
    <w:rsid w:val="45034ABD"/>
    <w:rsid w:val="46754B99"/>
    <w:rsid w:val="46F9147F"/>
    <w:rsid w:val="48BD7CD0"/>
    <w:rsid w:val="490E656F"/>
    <w:rsid w:val="4994699B"/>
    <w:rsid w:val="49D77AAC"/>
    <w:rsid w:val="4A271800"/>
    <w:rsid w:val="4A685C74"/>
    <w:rsid w:val="4AF95E73"/>
    <w:rsid w:val="4C7D053D"/>
    <w:rsid w:val="4D240565"/>
    <w:rsid w:val="4D3E7F87"/>
    <w:rsid w:val="4DA14A80"/>
    <w:rsid w:val="4DE77E10"/>
    <w:rsid w:val="5062257F"/>
    <w:rsid w:val="50DC5079"/>
    <w:rsid w:val="51044459"/>
    <w:rsid w:val="52BD35D0"/>
    <w:rsid w:val="53284373"/>
    <w:rsid w:val="53A32517"/>
    <w:rsid w:val="54D633B2"/>
    <w:rsid w:val="550E56B5"/>
    <w:rsid w:val="56515E88"/>
    <w:rsid w:val="57732513"/>
    <w:rsid w:val="585B45E3"/>
    <w:rsid w:val="587A29B6"/>
    <w:rsid w:val="59116C57"/>
    <w:rsid w:val="593E0A80"/>
    <w:rsid w:val="5C267910"/>
    <w:rsid w:val="5C9F3D9D"/>
    <w:rsid w:val="5D065720"/>
    <w:rsid w:val="5FD73744"/>
    <w:rsid w:val="5FEA7D1F"/>
    <w:rsid w:val="5FED0091"/>
    <w:rsid w:val="5FF92B75"/>
    <w:rsid w:val="602A7618"/>
    <w:rsid w:val="60CA7D3D"/>
    <w:rsid w:val="62247BDC"/>
    <w:rsid w:val="631948E4"/>
    <w:rsid w:val="63C63315"/>
    <w:rsid w:val="651A0883"/>
    <w:rsid w:val="66567E62"/>
    <w:rsid w:val="671F141A"/>
    <w:rsid w:val="68E304C1"/>
    <w:rsid w:val="6AD95899"/>
    <w:rsid w:val="6B323AA3"/>
    <w:rsid w:val="6D535020"/>
    <w:rsid w:val="6D5E2BDF"/>
    <w:rsid w:val="6EE67202"/>
    <w:rsid w:val="705820AE"/>
    <w:rsid w:val="706B7729"/>
    <w:rsid w:val="72C30B83"/>
    <w:rsid w:val="741E148B"/>
    <w:rsid w:val="74752B30"/>
    <w:rsid w:val="74B75106"/>
    <w:rsid w:val="76E43349"/>
    <w:rsid w:val="76F94214"/>
    <w:rsid w:val="77575BD2"/>
    <w:rsid w:val="77635563"/>
    <w:rsid w:val="77C71DB7"/>
    <w:rsid w:val="78683234"/>
    <w:rsid w:val="78BC645C"/>
    <w:rsid w:val="7B7C647F"/>
    <w:rsid w:val="7CFB63F1"/>
    <w:rsid w:val="7E283A24"/>
    <w:rsid w:val="7E41771D"/>
    <w:rsid w:val="7EB96C2B"/>
    <w:rsid w:val="7ED83B76"/>
    <w:rsid w:val="7F470476"/>
    <w:rsid w:val="7FE7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spacing w:beforeAutospacing="0" w:afterAutospacing="0" w:line="240" w:lineRule="auto"/>
      <w:ind w:left="431" w:hanging="431"/>
      <w:jc w:val="left"/>
      <w:outlineLvl w:val="0"/>
    </w:pPr>
    <w:rPr>
      <w:rFonts w:hint="eastAsia" w:cs="宋体"/>
      <w:b/>
      <w:kern w:val="44"/>
      <w:sz w:val="32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unhideWhenUsed/>
    <w:qFormat/>
    <w:uiPriority w:val="0"/>
    <w:pPr>
      <w:spacing w:after="50" w:afterLines="50"/>
      <w:jc w:val="center"/>
    </w:pPr>
    <w:rPr>
      <w:rFonts w:ascii="Arial" w:hAnsi="Arial" w:eastAsia="黑体"/>
      <w:b/>
      <w:sz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"/>
    <w:basedOn w:val="1"/>
    <w:qFormat/>
    <w:uiPriority w:val="0"/>
    <w:pPr>
      <w:spacing w:line="240" w:lineRule="auto"/>
      <w:ind w:firstLine="602" w:firstLineChars="200"/>
    </w:p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图片"/>
    <w:basedOn w:val="1"/>
    <w:next w:val="1"/>
    <w:qFormat/>
    <w:uiPriority w:val="0"/>
    <w:pPr>
      <w:spacing w:line="240" w:lineRule="auto"/>
      <w:jc w:val="center"/>
    </w:pPr>
  </w:style>
  <w:style w:type="paragraph" w:customStyle="1" w:styleId="11">
    <w:name w:val="代码段"/>
    <w:basedOn w:val="1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line="240" w:lineRule="auto"/>
      <w:ind w:left="0" w:firstLine="0" w:firstLineChars="0"/>
      <w:jc w:val="left"/>
    </w:pPr>
    <w:rPr>
      <w:rFonts w:eastAsiaTheme="minorEastAsi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ank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2019-07-24T02:13:00Z</dcterms:created>
  <dc:creator>月歌</dc:creator>
  <cp:lastModifiedBy>mqh</cp:lastModifiedBy>
  <dcterms:modified xsi:type="dcterms:W3CDTF">2019-08-23T07:12:10Z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