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/>
          <w:u w:val="none"/>
          <w:lang w:val="en-US" w:eastAsia="zh-CN"/>
        </w:rPr>
      </w:pPr>
      <w:r>
        <w:rPr>
          <w:rFonts w:hint="eastAsia" w:ascii="Times New Roman" w:hAnsi="Times New Roman"/>
          <w:lang w:eastAsia="zh-CN"/>
        </w:rPr>
        <w:t>考生姓名</w:t>
      </w:r>
      <w:r>
        <w:rPr>
          <w:rFonts w:hint="eastAsia" w:ascii="Times New Roman" w:hAnsi="Times New Roman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>准考证号</w:t>
      </w:r>
      <w:r>
        <w:rPr>
          <w:rFonts w:hint="eastAsia" w:ascii="Times New Roman" w:hAnsi="Times New Roman"/>
          <w:u w:val="single"/>
          <w:lang w:val="en-US" w:eastAsia="zh-CN"/>
        </w:rPr>
        <w:t xml:space="preserve">                     </w:t>
      </w:r>
    </w:p>
    <w:p>
      <w:pPr>
        <w:jc w:val="center"/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>2019年下半年</w:t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>Web前端开发初级</w:t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>实操考试</w:t>
      </w:r>
    </w:p>
    <w:p>
      <w:pPr>
        <w:jc w:val="center"/>
        <w:rPr>
          <w:rFonts w:hint="eastAsia" w:ascii="Times New Roman" w:hAnsi="Times New Roman" w:eastAsia="宋体" w:cs="宋体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8"/>
          <w:szCs w:val="36"/>
          <w:u w:val="none"/>
          <w:lang w:val="en-US" w:eastAsia="zh-CN"/>
        </w:rPr>
        <w:t>（考试时间14：00-16:30 共150分钟）</w:t>
      </w: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  <w:t>1. 本试卷共4道题，满分100分。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  <w:t>2. 请在指定位置或开发环境下作答。</w:t>
      </w: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pStyle w:val="2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试题一（20分）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eastAsia="zh-CN"/>
        </w:rPr>
        <w:t>阅读下列说明</w:t>
      </w:r>
      <w:r>
        <w:rPr>
          <w:rFonts w:hint="eastAsia" w:ascii="Times New Roman" w:hAnsi="Times New Roman" w:eastAsia="宋体"/>
          <w:lang w:val="en-US" w:eastAsia="zh-CN"/>
        </w:rPr>
        <w:t>、</w:t>
      </w:r>
      <w:r>
        <w:rPr>
          <w:rFonts w:hint="eastAsia" w:ascii="Times New Roman" w:hAnsi="Times New Roman" w:eastAsia="宋体"/>
          <w:lang w:eastAsia="zh-CN"/>
        </w:rPr>
        <w:t>效果图和</w:t>
      </w:r>
      <w:r>
        <w:rPr>
          <w:rFonts w:hint="eastAsia" w:ascii="Times New Roman" w:hAnsi="Times New Roman" w:eastAsia="宋体"/>
          <w:lang w:val="en-US" w:eastAsia="zh-CN"/>
        </w:rPr>
        <w:t>HTML代码</w:t>
      </w:r>
      <w:r>
        <w:rPr>
          <w:rFonts w:hint="eastAsia" w:ascii="Times New Roman" w:hAnsi="Times New Roman" w:eastAsia="宋体"/>
          <w:lang w:eastAsia="zh-CN"/>
        </w:rPr>
        <w:t>，进行静态网页开发，填写</w:t>
      </w:r>
      <w:r>
        <w:rPr>
          <w:rFonts w:hint="eastAsia" w:ascii="Times New Roman" w:hAnsi="Times New Roman" w:eastAsia="宋体"/>
          <w:lang w:val="en-US" w:eastAsia="zh-CN"/>
        </w:rPr>
        <w:t>（1）至（10）代码。</w:t>
      </w:r>
    </w:p>
    <w:p>
      <w:pPr>
        <w:rPr>
          <w:rFonts w:hint="eastAsia" w:ascii="Times New Roman" w:hAnsi="Times New Roman"/>
          <w:b/>
          <w:bCs/>
          <w:lang w:val="en-US" w:eastAsia="zh-CN"/>
        </w:rPr>
      </w:pPr>
      <w:r>
        <w:rPr>
          <w:rFonts w:hint="eastAsia" w:ascii="Times New Roman" w:hAnsi="Times New Roman"/>
          <w:b/>
          <w:bCs/>
          <w:lang w:val="en-US" w:eastAsia="zh-CN"/>
        </w:rPr>
        <w:t>【说明】</w:t>
      </w:r>
    </w:p>
    <w:p>
      <w:pPr>
        <w:ind w:firstLine="420" w:firstLineChars="0"/>
        <w:rPr>
          <w:rFonts w:hint="eastAsia" w:ascii="Times New Roman" w:hAnsi="Times New Roman"/>
          <w:highlight w:val="none"/>
          <w:lang w:val="en-US" w:eastAsia="zh-CN"/>
        </w:rPr>
      </w:pPr>
      <w:r>
        <w:rPr>
          <w:rFonts w:hint="eastAsia" w:ascii="Times New Roman" w:hAnsi="Times New Roman"/>
          <w:highlight w:val="none"/>
          <w:lang w:val="en-US" w:eastAsia="zh-CN"/>
        </w:rPr>
        <w:t>在当今互联网技术高速发展的时代，搜索引擎是用户使用率最高的网络服务工具之一。本项目为“搜索引擎”网站。</w:t>
      </w:r>
    </w:p>
    <w:p>
      <w:pPr>
        <w:ind w:firstLine="420" w:firstLineChars="0"/>
        <w:rPr>
          <w:rFonts w:hint="eastAsia" w:ascii="Times New Roman" w:hAnsi="Times New Roman"/>
          <w:highlight w:val="none"/>
          <w:lang w:val="en-US" w:eastAsia="zh-CN"/>
        </w:rPr>
      </w:pPr>
      <w:r>
        <w:rPr>
          <w:rFonts w:hint="eastAsia" w:ascii="Times New Roman" w:hAnsi="Times New Roman"/>
          <w:highlight w:val="none"/>
          <w:lang w:val="en-US" w:eastAsia="zh-CN"/>
        </w:rPr>
        <w:t>项目名称为Search，包括搜索主页面index.html、第一个标签页tab1.html、第二个标签页tab2.html和img文件夹，其中，img文件夹包括图片logo.png。</w:t>
      </w:r>
    </w:p>
    <w:p>
      <w:pPr>
        <w:ind w:firstLine="420" w:firstLineChars="0"/>
        <w:rPr>
          <w:rFonts w:hint="eastAsia" w:ascii="Times New Roman" w:hAnsi="Times New Roman"/>
          <w:highlight w:val="none"/>
          <w:lang w:val="en-US" w:eastAsia="zh-CN"/>
        </w:rPr>
      </w:pPr>
      <w:r>
        <w:rPr>
          <w:rFonts w:hint="eastAsia" w:ascii="Times New Roman" w:hAnsi="Times New Roman"/>
          <w:highlight w:val="none"/>
          <w:lang w:val="en-US" w:eastAsia="zh-CN"/>
        </w:rPr>
        <w:t>页面布局和内容为：</w:t>
      </w:r>
    </w:p>
    <w:p>
      <w:pPr>
        <w:ind w:firstLine="420" w:firstLineChars="0"/>
        <w:rPr>
          <w:rFonts w:hint="default" w:ascii="Times New Roman" w:hAnsi="Times New Roman"/>
          <w:highlight w:val="none"/>
          <w:lang w:val="en-US" w:eastAsia="zh-CN"/>
        </w:rPr>
      </w:pPr>
      <w:r>
        <w:rPr>
          <w:rFonts w:hint="eastAsia" w:ascii="Times New Roman" w:hAnsi="Times New Roman"/>
          <w:highlight w:val="none"/>
          <w:lang w:val="en-US" w:eastAsia="zh-CN"/>
        </w:rPr>
        <w:t>（1）index.html为搜索主页，分为三部分，自上而下依次是：搜索框、分类标签和</w:t>
      </w:r>
      <w:bookmarkStart w:id="0" w:name="OLE_LINK1"/>
      <w:r>
        <w:rPr>
          <w:rFonts w:hint="eastAsia" w:ascii="Times New Roman" w:hAnsi="Times New Roman"/>
          <w:highlight w:val="none"/>
          <w:lang w:val="en-US" w:eastAsia="zh-CN"/>
        </w:rPr>
        <w:t>搜索结果</w:t>
      </w:r>
      <w:bookmarkEnd w:id="0"/>
      <w:r>
        <w:rPr>
          <w:rFonts w:hint="eastAsia" w:ascii="Times New Roman" w:hAnsi="Times New Roman"/>
          <w:highlight w:val="none"/>
          <w:lang w:val="en-US" w:eastAsia="zh-CN"/>
        </w:rPr>
        <w:t>。其中，搜索结果使用iframe标签定义，显示tab1.html或tab2.html。</w:t>
      </w:r>
    </w:p>
    <w:p>
      <w:pPr>
        <w:ind w:firstLine="420" w:firstLineChars="0"/>
        <w:rPr>
          <w:rFonts w:hint="default" w:ascii="Times New Roman" w:hAnsi="Times New Roman"/>
          <w:highlight w:val="none"/>
          <w:lang w:val="en-US" w:eastAsia="zh-CN"/>
        </w:rPr>
      </w:pPr>
      <w:r>
        <w:rPr>
          <w:rFonts w:hint="eastAsia" w:ascii="Times New Roman" w:hAnsi="Times New Roman"/>
          <w:highlight w:val="none"/>
          <w:lang w:val="en-US" w:eastAsia="zh-CN"/>
        </w:rPr>
        <w:t>（2）tab1.html为搜索结果页，是“标签页1-网页”的搜索结果，第一部分是搜索结果列表，第二部分是分页页码。其中，使用2个table进行布局。</w:t>
      </w:r>
    </w:p>
    <w:p>
      <w:pPr>
        <w:ind w:firstLine="420" w:firstLineChars="0"/>
        <w:rPr>
          <w:rFonts w:hint="default" w:ascii="Times New Roman" w:hAnsi="Times New Roman"/>
          <w:highlight w:val="none"/>
          <w:lang w:val="en-US" w:eastAsia="zh-CN"/>
        </w:rPr>
      </w:pPr>
      <w:r>
        <w:rPr>
          <w:rFonts w:hint="eastAsia" w:ascii="Times New Roman" w:hAnsi="Times New Roman"/>
          <w:highlight w:val="none"/>
          <w:lang w:val="en-US" w:eastAsia="zh-CN"/>
        </w:rPr>
        <w:t>（3）tab2.html为搜索结果页，是“标签页2-资讯”的搜索结果，第一部分是搜索结果列表，第二部分是分页页码。其中，使用1个table进行布局。</w:t>
      </w:r>
    </w:p>
    <w:p>
      <w:pPr>
        <w:ind w:firstLine="420" w:firstLineChars="0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选择不同的类别标签，会显示该类别下的搜索结果。</w:t>
      </w:r>
    </w:p>
    <w:p>
      <w:pPr>
        <w:rPr>
          <w:rFonts w:hint="eastAsia" w:ascii="Times New Roman" w:hAnsi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b/>
          <w:bCs/>
          <w:sz w:val="21"/>
          <w:szCs w:val="21"/>
          <w:lang w:val="en-US" w:eastAsia="zh-CN"/>
        </w:rPr>
        <w:t>【效果图】</w:t>
      </w:r>
    </w:p>
    <w:p>
      <w:pP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>（1）打开index.html效果如图1所示。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4572000" cy="3114675"/>
            <wp:effectExtent l="9525" t="9525" r="9525" b="1905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1467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/>
          <w:lang w:val="en-US"/>
        </w:rPr>
      </w:pPr>
      <w:r>
        <w:rPr>
          <w:rFonts w:hint="eastAsia" w:ascii="Times New Roman" w:hAnsi="Times New Roman" w:eastAsia="宋体" w:cstheme="minorBidi"/>
          <w:b/>
          <w:kern w:val="2"/>
          <w:sz w:val="20"/>
          <w:szCs w:val="24"/>
          <w:lang w:val="en-US" w:eastAsia="zh-CN" w:bidi="ar-SA"/>
        </w:rPr>
        <w:t>图1-1</w:t>
      </w:r>
    </w:p>
    <w:p>
      <w:pPr>
        <w:jc w:val="both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（2）点击“标签页2-资讯”，搜索结果显示为tab2.html，效果如图2所示。</w:t>
      </w:r>
    </w:p>
    <w:p>
      <w:pPr>
        <w:jc w:val="center"/>
        <w:rPr>
          <w:rFonts w:hint="eastAsia" w:ascii="Times New Roman" w:hAnsi="Times New Roman"/>
          <w:vertAlign w:val="subscript"/>
          <w:lang w:val="en-US" w:eastAsia="zh-CN"/>
        </w:rPr>
      </w:pPr>
      <w:r>
        <w:rPr>
          <w:rFonts w:ascii="Times New Roman" w:hAnsi="Times New Roman"/>
        </w:rPr>
        <w:drawing>
          <wp:inline distT="0" distB="0" distL="114300" distR="114300">
            <wp:extent cx="4838700" cy="3133725"/>
            <wp:effectExtent l="9525" t="9525" r="9525" b="1905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13372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eastAsia="宋体" w:cstheme="minorBidi"/>
          <w:b/>
          <w:kern w:val="2"/>
          <w:sz w:val="20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b/>
          <w:kern w:val="2"/>
          <w:sz w:val="20"/>
          <w:szCs w:val="24"/>
          <w:lang w:val="en-US" w:eastAsia="zh-CN" w:bidi="ar-SA"/>
        </w:rPr>
        <w:t>图1-2</w:t>
      </w:r>
    </w:p>
    <w:p>
      <w:pPr>
        <w:jc w:val="center"/>
        <w:rPr>
          <w:rFonts w:ascii="Times New Roman" w:hAnsi="Times New Roman"/>
        </w:rPr>
      </w:pPr>
    </w:p>
    <w:p>
      <w:pP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lang w:eastAsia="zh-CN"/>
        </w:rPr>
        <w:t>【代码：搜索主页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index.html</w:t>
      </w:r>
      <w:r>
        <w:rPr>
          <w:rFonts w:hint="eastAsia" w:ascii="Times New Roman" w:hAnsi="Times New Roman"/>
          <w:b/>
          <w:bCs/>
          <w:lang w:eastAsia="zh-CN"/>
        </w:rPr>
        <w:t>】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color w:val="FF0000"/>
          <w:u w:val="single"/>
        </w:rPr>
      </w:pPr>
      <w:r>
        <w:rPr>
          <w:rFonts w:hint="eastAsia" w:ascii="Times New Roman" w:hAnsi="Times New Roman"/>
          <w:color w:val="auto"/>
          <w:u w:val="none"/>
          <w:lang w:val="en-US" w:eastAsia="zh-CN"/>
        </w:rPr>
        <w:t>&lt;!</w:t>
      </w:r>
      <w:r>
        <w:rPr>
          <w:rFonts w:hint="eastAsia" w:ascii="Times New Roman" w:hAnsi="Times New Roman"/>
          <w:color w:val="FF0000"/>
          <w:u w:val="single"/>
          <w:lang w:val="en-US" w:eastAsia="zh-CN"/>
        </w:rPr>
        <w:t>（1）</w:t>
      </w:r>
      <w:r>
        <w:rPr>
          <w:rFonts w:hint="eastAsia" w:ascii="Times New Roman" w:hAnsi="Times New Roman"/>
          <w:color w:val="auto"/>
          <w:u w:val="none"/>
          <w:lang w:val="en-US" w:eastAsia="zh-CN"/>
        </w:rPr>
        <w:t xml:space="preserve"> html&gt;</w:t>
      </w:r>
      <w:r>
        <w:rPr>
          <w:rFonts w:hint="eastAsia" w:ascii="Times New Roman" w:hAnsi="Times New Roman"/>
          <w:lang w:val="en-US" w:eastAsia="zh-CN"/>
        </w:rPr>
        <w:t>&lt;!-- 文档声明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&lt;html&gt;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color w:val="FF0000"/>
          <w:u w:val="single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color w:val="000000"/>
          <w:u w:val="none"/>
          <w:lang w:val="en-US" w:eastAsia="zh-CN"/>
        </w:rPr>
        <w:t>&lt;</w:t>
      </w:r>
      <w:bookmarkStart w:id="1" w:name="OLE_LINK2"/>
      <w:r>
        <w:rPr>
          <w:rFonts w:hint="eastAsia" w:ascii="Times New Roman" w:hAnsi="Times New Roman"/>
          <w:color w:val="000000"/>
          <w:u w:val="none"/>
          <w:lang w:val="en-US" w:eastAsia="zh-CN"/>
        </w:rPr>
        <w:t>meta</w:t>
      </w:r>
      <w:bookmarkEnd w:id="1"/>
      <w:r>
        <w:rPr>
          <w:rFonts w:hint="eastAsia" w:ascii="Times New Roman" w:hAnsi="Times New Roman"/>
          <w:color w:val="000000"/>
          <w:u w:val="none"/>
          <w:lang w:val="en-US" w:eastAsia="zh-CN"/>
        </w:rPr>
        <w:t xml:space="preserve"> content="text/html;" </w:t>
      </w:r>
      <w:r>
        <w:rPr>
          <w:rFonts w:hint="eastAsia" w:ascii="Times New Roman" w:hAnsi="Times New Roman"/>
          <w:color w:val="FF0000"/>
          <w:u w:val="single"/>
          <w:lang w:val="en-US" w:eastAsia="zh-CN"/>
        </w:rPr>
        <w:t>（2）</w:t>
      </w:r>
      <w:r>
        <w:rPr>
          <w:rFonts w:hint="eastAsia" w:ascii="Times New Roman" w:hAnsi="Times New Roman"/>
          <w:color w:val="000000"/>
          <w:u w:val="none"/>
          <w:lang w:val="en-US" w:eastAsia="zh-CN"/>
        </w:rPr>
        <w:t>="utf-8"</w:t>
      </w:r>
      <w:r>
        <w:rPr>
          <w:rFonts w:hint="eastAsia" w:ascii="Times New Roman" w:hAnsi="Times New Roman"/>
          <w:color w:val="auto"/>
          <w:u w:val="none"/>
          <w:lang w:val="en-US" w:eastAsia="zh-CN"/>
        </w:rPr>
        <w:t>&gt;</w:t>
      </w:r>
      <w:r>
        <w:rPr>
          <w:rFonts w:hint="eastAsia" w:ascii="Times New Roman" w:hAnsi="Times New Roman"/>
          <w:lang w:val="en-US" w:eastAsia="zh-CN"/>
        </w:rPr>
        <w:t>&lt;!-- 文档字符编码为utf-8 --&gt;S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color w:val="FF0000"/>
          <w:u w:val="single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&lt;title&gt;搜索&lt;/title&gt;&lt;!-- 设置文档标题为“搜索”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&lt;style&gt;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  .search_val {width: 400px;margin-bottom: 20px;}/*设置搜索框为400px，底部外边距为20px*/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  a{margin-right: 20px}/*设置a链接的右边距为20px*/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&lt;/style&gt;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&lt;form </w:t>
      </w:r>
      <w:r>
        <w:rPr>
          <w:rFonts w:hint="eastAsia" w:ascii="Times New Roman" w:hAnsi="Times New Roman"/>
          <w:color w:val="FF0000"/>
          <w:u w:val="single"/>
          <w:lang w:val="en-US" w:eastAsia="zh-CN"/>
        </w:rPr>
        <w:t>（3）</w:t>
      </w:r>
      <w:r>
        <w:rPr>
          <w:rFonts w:hint="eastAsia" w:ascii="Times New Roman" w:hAnsi="Times New Roman"/>
          <w:lang w:val="en-US" w:eastAsia="zh-CN"/>
        </w:rPr>
        <w:t>="index.html" method="get"&gt;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&lt;input type="text" class="search_val"&gt;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&lt;input type="</w:t>
      </w:r>
      <w:r>
        <w:rPr>
          <w:rFonts w:hint="eastAsia" w:ascii="Times New Roman" w:hAnsi="Times New Roman"/>
          <w:color w:val="FF0000"/>
          <w:u w:val="single"/>
          <w:lang w:val="en-US" w:eastAsia="zh-CN"/>
        </w:rPr>
        <w:t>（4）</w:t>
      </w:r>
      <w:r>
        <w:rPr>
          <w:rFonts w:hint="eastAsia" w:ascii="Times New Roman" w:hAnsi="Times New Roman"/>
          <w:lang w:val="en-US" w:eastAsia="zh-CN"/>
        </w:rPr>
        <w:t>" value="搜索"/&gt;&lt;!-- 提交按钮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&lt;/form&gt;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&lt;table&gt;&lt;!--在iframe框架中打开被链接文档tab1.html或tab2.html--&gt;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&lt;tr&gt;&lt;td&gt;&lt;a href="tab1.html" </w:t>
      </w:r>
      <w:r>
        <w:rPr>
          <w:rFonts w:hint="eastAsia" w:ascii="Times New Roman" w:hAnsi="Times New Roman"/>
          <w:color w:val="FF0000"/>
          <w:u w:val="single"/>
          <w:lang w:val="en-US" w:eastAsia="zh-CN"/>
        </w:rPr>
        <w:t>（5）</w:t>
      </w:r>
      <w:r>
        <w:rPr>
          <w:rFonts w:hint="eastAsia" w:ascii="Times New Roman" w:hAnsi="Times New Roman"/>
          <w:lang w:val="en-US" w:eastAsia="zh-CN"/>
        </w:rPr>
        <w:t>&gt;标签页1-网页&lt;/a&gt;&lt;/td&gt;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&lt;td&gt;&lt;a href="tab2.html" </w:t>
      </w:r>
      <w:r>
        <w:rPr>
          <w:rFonts w:hint="eastAsia" w:ascii="Times New Roman" w:hAnsi="Times New Roman"/>
          <w:color w:val="FF0000"/>
          <w:u w:val="single"/>
          <w:lang w:val="en-US" w:eastAsia="zh-CN"/>
        </w:rPr>
        <w:t>（5）</w:t>
      </w:r>
      <w:r>
        <w:rPr>
          <w:rFonts w:hint="eastAsia" w:ascii="Times New Roman" w:hAnsi="Times New Roman"/>
          <w:lang w:val="en-US" w:eastAsia="zh-CN"/>
        </w:rPr>
        <w:t>&gt;标签页2-资讯&lt;/a&gt;&lt;/td&gt;&lt;/tr&gt;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&lt;/table&gt;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&lt;hr/&gt;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&lt;!-- tab1.html显示在 iframe 中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&lt;iframe name="main" id="main" </w:t>
      </w:r>
      <w:r>
        <w:rPr>
          <w:rFonts w:hint="eastAsia" w:ascii="Times New Roman" w:hAnsi="Times New Roman"/>
          <w:color w:val="FF0000"/>
          <w:u w:val="single"/>
          <w:lang w:val="en-US" w:eastAsia="zh-CN"/>
        </w:rPr>
        <w:t>（6）</w:t>
      </w:r>
      <w:r>
        <w:rPr>
          <w:rFonts w:hint="eastAsia" w:ascii="Times New Roman" w:hAnsi="Times New Roman"/>
          <w:lang w:val="en-US" w:eastAsia="zh-CN"/>
        </w:rPr>
        <w:t xml:space="preserve"> width="500px" height="280px"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frameborder="0" &gt;&lt;/iframe&gt;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&lt;/html&gt;</w:t>
      </w:r>
    </w:p>
    <w:p>
      <w:pPr>
        <w:rPr>
          <w:rFonts w:hint="eastAsia" w:ascii="Times New Roman" w:hAnsi="Times New Roman"/>
          <w:b/>
          <w:bCs/>
          <w:lang w:eastAsia="zh-CN"/>
        </w:rPr>
      </w:pPr>
    </w:p>
    <w:p>
      <w:pP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lang w:eastAsia="zh-CN"/>
        </w:rPr>
        <w:t>【代码：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第一个标签页tab1.html</w:t>
      </w:r>
      <w:r>
        <w:rPr>
          <w:rFonts w:hint="eastAsia" w:ascii="Times New Roman" w:hAnsi="Times New Roman"/>
          <w:b/>
          <w:bCs/>
          <w:lang w:eastAsia="zh-CN"/>
        </w:rPr>
        <w:t>】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&lt;!DOCTYPE html&gt;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&lt;html&gt;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&lt;meta</w:t>
      </w:r>
      <w:r>
        <w:rPr>
          <w:rFonts w:hint="eastAsia" w:ascii="Times New Roman" w:hAnsi="Times New Roman"/>
          <w:color w:val="000000"/>
          <w:u w:val="none"/>
          <w:lang w:val="en-US" w:eastAsia="zh-CN"/>
        </w:rPr>
        <w:t xml:space="preserve"> content="text/html;" charset="utf-8"</w:t>
      </w:r>
      <w:r>
        <w:rPr>
          <w:rFonts w:hint="eastAsia" w:ascii="Times New Roman" w:hAnsi="Times New Roman"/>
          <w:lang w:val="en-US" w:eastAsia="zh-CN"/>
        </w:rPr>
        <w:t>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&lt;title&gt;搜索&lt;/title&gt;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&lt;style&gt;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body {font-size: 13px;}/*设置页面字体大小为13px*/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p {width: 380px;}/*设置p元素的宽度为380px*/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p,h3 {margin: 0;padding: 0;}/*设置内边距和外边距均为0 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.noPic{width: 460px;}/*设置类名为noPic的元素的宽度为460px*/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img{ padding: 10px;}/*设置图片的内边距为10px*/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&lt;/style&gt;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&lt;table </w:t>
      </w:r>
      <w:r>
        <w:rPr>
          <w:rFonts w:hint="eastAsia" w:ascii="Times New Roman" w:hAnsi="Times New Roman"/>
          <w:color w:val="auto"/>
          <w:u w:val="none"/>
          <w:lang w:val="en-US" w:eastAsia="zh-CN"/>
        </w:rPr>
        <w:t>border="0"</w:t>
      </w:r>
      <w:r>
        <w:rPr>
          <w:rFonts w:hint="eastAsia" w:ascii="Times New Roman" w:hAnsi="Times New Roman"/>
          <w:lang w:val="en-US" w:eastAsia="zh-CN"/>
        </w:rPr>
        <w:t xml:space="preserve"> width="290px"&gt;&lt;!-- 设置无边框表格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&lt;tr&gt;&lt;td&gt;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&lt;table&gt;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&lt;tr&gt;&lt;td </w:t>
      </w:r>
      <w:r>
        <w:rPr>
          <w:rFonts w:hint="eastAsia" w:ascii="Times New Roman" w:hAnsi="Times New Roman"/>
          <w:color w:val="FF0000"/>
          <w:u w:val="single"/>
          <w:lang w:val="en-US" w:eastAsia="zh-CN"/>
        </w:rPr>
        <w:t>（7）</w:t>
      </w:r>
      <w:r>
        <w:rPr>
          <w:rFonts w:hint="eastAsia" w:ascii="Times New Roman" w:hAnsi="Times New Roman"/>
          <w:lang w:val="en-US" w:eastAsia="zh-CN"/>
        </w:rPr>
        <w:t>&gt;&lt;!-- 合并两列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color w:val="FF0000"/>
          <w:u w:val="single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b w:val="0"/>
          <w:bCs w:val="0"/>
          <w:color w:val="FF0000"/>
          <w:u w:val="single"/>
          <w:lang w:val="en-US" w:eastAsia="zh-CN"/>
        </w:rPr>
        <w:t>（8）</w:t>
      </w:r>
      <w:r>
        <w:rPr>
          <w:rFonts w:hint="eastAsia" w:ascii="Times New Roman" w:hAnsi="Times New Roman"/>
          <w:lang w:val="en-US" w:eastAsia="zh-CN"/>
        </w:rPr>
        <w:t>&lt;!-- 设置标题“HTML”为三号标题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&lt;/td&gt;&lt;/tr&gt;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&lt;tr&gt;&lt;td rowspan="2"&gt;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&lt;!-- 插入img文件夹下的logo.png图片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&lt;img </w:t>
      </w:r>
      <w:r>
        <w:rPr>
          <w:rFonts w:hint="eastAsia" w:ascii="Times New Roman" w:hAnsi="Times New Roman"/>
          <w:color w:val="FF0000"/>
          <w:u w:val="single"/>
          <w:lang w:val="en-US" w:eastAsia="zh-CN"/>
        </w:rPr>
        <w:t>（9）</w:t>
      </w:r>
      <w:r>
        <w:rPr>
          <w:rFonts w:hint="eastAsia" w:ascii="Times New Roman" w:hAnsi="Times New Roman"/>
          <w:lang w:val="en-US" w:eastAsia="zh-CN"/>
        </w:rPr>
        <w:t xml:space="preserve"> width="40px"&gt;&lt;/td&gt;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&lt;td&gt;&lt;p&gt;超文本标记语言，标准通用标记语言下的一个应用。“超文本”就是指页面内可以包含图片、链接等...&lt;/p&gt;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&lt;/td&gt;&lt;/tr&gt;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&lt;tr&gt;&lt;td&gt;&lt;a href="#"&gt;http://HTML.com&lt;/a&gt;&lt;/td&gt;&lt;/tr&gt;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&lt;/table&gt;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&lt;/td&gt;&lt;/tr&gt;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&lt;tr&gt;&lt;td colspan="2"&gt;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&lt;h3&gt;HTML Standard&lt;/h3&gt;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&lt;p class="noPic"&gt;1.2 Is this HTML5?This section is non-normative.In short: Yes.In more length: the term "HTML5" is widely used as a buzzword to refer ...&lt;/p&gt;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&lt;a href="#"&gt;http://HTMLStudy.com&lt;/a&gt;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&lt;/td&gt;&lt;/tr&gt;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&lt;/table&gt;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&lt;a href="#"&gt;1 &lt;/a&gt;&lt;a href="#"&gt;2 &lt;/a&gt;&lt;a href="#"&gt;3 &lt;/a&gt;&lt;a href="#"&gt;4 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&lt;/body&gt;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&lt;/html&gt;</w:t>
      </w:r>
    </w:p>
    <w:p>
      <w:pPr>
        <w:rPr>
          <w:rFonts w:hint="eastAsia" w:ascii="Times New Roman" w:hAnsi="Times New Roman"/>
          <w:b/>
          <w:bCs/>
          <w:lang w:eastAsia="zh-CN"/>
        </w:rPr>
      </w:pPr>
    </w:p>
    <w:p>
      <w:pP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lang w:eastAsia="zh-CN"/>
        </w:rPr>
        <w:t>【代码：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第二个标签页tab2.html</w:t>
      </w:r>
      <w:r>
        <w:rPr>
          <w:rFonts w:hint="eastAsia" w:ascii="Times New Roman" w:hAnsi="Times New Roman"/>
          <w:b/>
          <w:bCs/>
          <w:lang w:eastAsia="zh-CN"/>
        </w:rPr>
        <w:t>】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&lt;!DOCTYPE html&gt;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&lt;html&gt;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&lt;head&gt;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&lt;meta</w:t>
      </w:r>
      <w:r>
        <w:rPr>
          <w:rFonts w:hint="eastAsia" w:ascii="Times New Roman" w:hAnsi="Times New Roman"/>
          <w:color w:val="000000"/>
          <w:u w:val="none"/>
          <w:lang w:val="en-US" w:eastAsia="zh-CN"/>
        </w:rPr>
        <w:t xml:space="preserve"> content="text/html;" charset="utf-8"</w:t>
      </w:r>
      <w:r>
        <w:rPr>
          <w:rFonts w:hint="eastAsia" w:ascii="Times New Roman" w:hAnsi="Times New Roman"/>
        </w:rPr>
        <w:t>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&lt;title&gt;</w:t>
      </w:r>
      <w:r>
        <w:rPr>
          <w:rFonts w:hint="eastAsia" w:ascii="Times New Roman" w:hAnsi="Times New Roman"/>
          <w:lang w:val="en-US" w:eastAsia="zh-CN"/>
        </w:rPr>
        <w:t>搜索</w:t>
      </w:r>
      <w:r>
        <w:rPr>
          <w:rFonts w:hint="eastAsia" w:ascii="Times New Roman" w:hAnsi="Times New Roman"/>
        </w:rPr>
        <w:t>&lt;/title&gt;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&lt;style&gt;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body {font-size: 13px;}</w:t>
      </w:r>
      <w:r>
        <w:rPr>
          <w:rFonts w:hint="eastAsia" w:ascii="Times New Roman" w:hAnsi="Times New Roman"/>
          <w:lang w:val="en-US" w:eastAsia="zh-CN"/>
        </w:rPr>
        <w:t>/*设置页面字体大小为13px*/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td {padding: 10px;}</w:t>
      </w:r>
      <w:r>
        <w:rPr>
          <w:rFonts w:hint="eastAsia" w:ascii="Times New Roman" w:hAnsi="Times New Roman"/>
          <w:lang w:val="en-US" w:eastAsia="zh-CN"/>
        </w:rPr>
        <w:t>/*设置td单元格的内边距为10px*/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p {width: 450px;}</w:t>
      </w:r>
      <w:r>
        <w:rPr>
          <w:rFonts w:hint="eastAsia" w:ascii="Times New Roman" w:hAnsi="Times New Roman"/>
          <w:lang w:val="en-US" w:eastAsia="zh-CN"/>
        </w:rPr>
        <w:t>/*设置p元素的宽度为450px*/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p,h3 {</w:t>
      </w:r>
      <w:r>
        <w:rPr>
          <w:rFonts w:hint="eastAsia" w:ascii="Times New Roman" w:hAnsi="Times New Roman"/>
          <w:color w:val="FF0000"/>
          <w:u w:val="single"/>
          <w:lang w:val="en-US" w:eastAsia="zh-CN"/>
        </w:rPr>
        <w:t>（10）</w:t>
      </w:r>
      <w:r>
        <w:rPr>
          <w:rFonts w:hint="eastAsia" w:ascii="Times New Roman" w:hAnsi="Times New Roman"/>
        </w:rPr>
        <w:t>}</w:t>
      </w:r>
      <w:r>
        <w:rPr>
          <w:rFonts w:hint="eastAsia" w:ascii="Times New Roman" w:hAnsi="Times New Roman"/>
          <w:lang w:val="en-US" w:eastAsia="zh-CN"/>
        </w:rPr>
        <w:t>/*设置内边距和外边距均为0 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&lt;/style&gt;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&lt;/head&gt;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&lt;body&gt;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&lt;table border="0" width="290px"&gt;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&lt;tr&gt;&lt;td&gt;&lt;h3&gt;实现实时Html编辑器&lt;/h3&gt;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                    &lt;p&gt;给大家介绍一种很简单的无限制在线Html编辑器,实现所写即所得UI和样式实时刷新,JS代码也能进行热加载执行重新渲染,而且这些实现都非常简单...&lt;/p&gt;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                    &lt;a href=</w:t>
      </w:r>
      <w:r>
        <w:rPr>
          <w:rFonts w:hint="eastAsia" w:ascii="Times New Roman" w:hAnsi="Times New Roman"/>
          <w:lang w:eastAsia="zh-CN"/>
        </w:rPr>
        <w:t>"#"</w:t>
      </w:r>
      <w:r>
        <w:rPr>
          <w:rFonts w:hint="eastAsia" w:ascii="Times New Roman" w:hAnsi="Times New Roman"/>
        </w:rPr>
        <w:t>&gt;http://HTML.com&lt;/a&gt;&lt;/td&gt;&lt;/tr&gt;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&lt;tr&gt;&lt;td&gt;&lt;h3&gt;html中q标签(短的引用)的详细介绍&lt;/h3&gt;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                    &lt;p&gt;本篇将介绍html中q标签(短的引用)的详细用法,有兴趣的朋友可以了解一下! 学习html其实就是学习标签的用法,今天小编要介绍的是... &lt;/p&gt;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                    &lt;a href=</w:t>
      </w:r>
      <w:r>
        <w:rPr>
          <w:rFonts w:hint="eastAsia" w:ascii="Times New Roman" w:hAnsi="Times New Roman"/>
          <w:lang w:eastAsia="zh-CN"/>
        </w:rPr>
        <w:t>"#"</w:t>
      </w:r>
      <w:r>
        <w:rPr>
          <w:rFonts w:hint="eastAsia" w:ascii="Times New Roman" w:hAnsi="Times New Roman"/>
        </w:rPr>
        <w:t>&gt;http://HTMLStudy.com&lt;/a&gt;&lt;/td&gt;&lt;/tr&gt;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>&lt;/table&gt;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>&lt;a href="#"&gt;1 &lt;/a&gt;&lt;a href="#"&gt;2 &lt;/a&gt;&lt;a href="#"&gt;3 &lt;/a&gt;&lt;a href="#"&gt;4 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&lt;/body&gt;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Times New Roman" w:hAnsi="Times New Roman"/>
          <w:b/>
          <w:bCs/>
          <w:lang w:val="en-US" w:eastAsia="zh-CN"/>
        </w:rPr>
      </w:pPr>
      <w:r>
        <w:rPr>
          <w:rFonts w:hint="eastAsia" w:ascii="Times New Roman" w:hAnsi="Times New Roman"/>
        </w:rPr>
        <w:t>&lt;/html&gt;</w:t>
      </w:r>
    </w:p>
    <w:p>
      <w:pPr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  <w:b/>
          <w:bCs/>
          <w:lang w:val="en-US" w:eastAsia="zh-CN"/>
        </w:rPr>
        <w:t>【问题】</w:t>
      </w:r>
      <w:r>
        <w:rPr>
          <w:rFonts w:hint="eastAsia" w:ascii="Times New Roman" w:hAnsi="Times New Roman" w:eastAsia="宋体"/>
          <w:lang w:val="en-US" w:eastAsia="zh-CN"/>
        </w:rPr>
        <w:t>（20分，每空2分）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eastAsia="zh-CN"/>
        </w:rPr>
        <w:t>进行静态网页开发，</w:t>
      </w:r>
      <w:r>
        <w:rPr>
          <w:rFonts w:hint="eastAsia" w:ascii="Times New Roman" w:hAnsi="Times New Roman" w:eastAsia="宋体"/>
          <w:lang w:val="en-US" w:eastAsia="zh-CN"/>
        </w:rPr>
        <w:t>补全代码，在（1）至（10）处填入正确的内容。</w:t>
      </w:r>
    </w:p>
    <w:p>
      <w:pPr>
        <w:rPr>
          <w:rFonts w:hint="eastAsia" w:ascii="Times New Roman" w:hAnsi="Times New Roman" w:eastAsia="宋体"/>
          <w:color w:val="FF0000"/>
          <w:lang w:val="en-US" w:eastAsia="zh-CN"/>
        </w:rPr>
      </w:pPr>
    </w:p>
    <w:p>
      <w:pPr>
        <w:pStyle w:val="2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试题二（30分）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eastAsia="zh-CN"/>
        </w:rPr>
        <w:t>阅读下列说明</w:t>
      </w:r>
      <w:r>
        <w:rPr>
          <w:rFonts w:hint="eastAsia" w:ascii="Times New Roman" w:hAnsi="Times New Roman" w:eastAsia="宋体"/>
          <w:lang w:val="en-US" w:eastAsia="zh-CN"/>
        </w:rPr>
        <w:t>、</w:t>
      </w:r>
      <w:r>
        <w:rPr>
          <w:rFonts w:hint="eastAsia" w:ascii="Times New Roman" w:hAnsi="Times New Roman" w:eastAsia="宋体"/>
          <w:lang w:eastAsia="zh-CN"/>
        </w:rPr>
        <w:t>效果图、</w:t>
      </w:r>
      <w:r>
        <w:rPr>
          <w:rFonts w:hint="eastAsia" w:ascii="Times New Roman" w:hAnsi="Times New Roman" w:eastAsia="宋体"/>
          <w:lang w:val="en-US" w:eastAsia="zh-CN"/>
        </w:rPr>
        <w:t>HTML代码</w:t>
      </w:r>
      <w:r>
        <w:rPr>
          <w:rFonts w:hint="eastAsia" w:ascii="Times New Roman" w:hAnsi="Times New Roman" w:eastAsia="宋体"/>
          <w:lang w:eastAsia="zh-CN"/>
        </w:rPr>
        <w:t>和</w:t>
      </w:r>
      <w:r>
        <w:rPr>
          <w:rFonts w:hint="eastAsia" w:ascii="Times New Roman" w:hAnsi="Times New Roman" w:eastAsia="宋体"/>
          <w:lang w:val="en-US" w:eastAsia="zh-CN"/>
        </w:rPr>
        <w:t>CSS代码</w:t>
      </w:r>
      <w:r>
        <w:rPr>
          <w:rFonts w:hint="eastAsia" w:ascii="Times New Roman" w:hAnsi="Times New Roman" w:eastAsia="宋体"/>
          <w:lang w:eastAsia="zh-CN"/>
        </w:rPr>
        <w:t>，开发网页动态页面样式，填写</w:t>
      </w:r>
      <w:r>
        <w:rPr>
          <w:rFonts w:hint="eastAsia" w:ascii="Times New Roman" w:hAnsi="Times New Roman" w:eastAsia="宋体"/>
          <w:lang w:val="en-US" w:eastAsia="zh-CN"/>
        </w:rPr>
        <w:t>（1）至（15）代码。</w:t>
      </w:r>
    </w:p>
    <w:p>
      <w:pPr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【说明】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这是“Web技术社区”网站，该网站致力于推广和分享各种前端技术，如HTML、CSS、JavaScript和jQuery，现在我们需要编写该网站首页样式。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textAlignment w:val="auto"/>
        <w:outlineLvl w:val="9"/>
        <w:rPr>
          <w:rFonts w:hint="default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项目名称为web_skill，包含首页index.html、css文件夹和img文件夹，其中，css文件夹包含index.css文件，img文件夹包含html.png、css.png、js.png和jquery.png图片。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首页（index.html）内容分为两部分，一是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【网站介绍】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，位于页面上端，内容为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欢迎语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网站内容介绍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，以文字的形式展示；二是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技术介绍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，位于页面下端，展示四项【技术】，每项都包括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技术logo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技术特点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，以图片和列表的形式展示。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对页面样式进行设计，要求为：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（1）页面全局样式：设置页面全局属性，页面外边距和内边距为“0”，字体为“宋体”，字体大小为“35px”。为页面设置透明度动画，在页面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加载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时执行，透明度从“0”到“1”，动画持续时间为“1s”，动画次数为“1”次。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网站介绍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样式：为页面上端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网站介绍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部分添加背景颜色“#000000”，并设置宽度为“100%”、高度为“400px”、字体颜色为“#FFFFFF”。另外，为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欢迎语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网站内容介绍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内容设置“绝对布局”、距顶部边缘“16%”、距左边缘“16%”、宽度为“68%”、文本内容“居中”。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（3）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技术介绍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样式：为页面下端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技术介绍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设置“弹性布局”、文本内容“居中”。另外，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为【技术】设置宽度为“17%”、外边距为“4%”；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为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技术logo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设置高度为“200px”、宽度为“200px”、边框颜色为“#000000”、边框为“1px、实线”、边框设置“20px圆角”；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为【技术特点】中列表设置文本内容“居左”。</w:t>
      </w:r>
    </w:p>
    <w:p>
      <w:pPr>
        <w:rPr>
          <w:rFonts w:hint="eastAsia" w:ascii="Times New Roman" w:hAnsi="Times New Roman" w:eastAsia="宋体"/>
          <w:b/>
          <w:bCs/>
          <w:lang w:val="en-US" w:eastAsia="zh-CN"/>
        </w:rPr>
      </w:pPr>
    </w:p>
    <w:p>
      <w:pPr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【效果图】</w:t>
      </w:r>
    </w:p>
    <w:p>
      <w:pPr>
        <w:jc w:val="left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drawing>
          <wp:inline distT="0" distB="0" distL="114300" distR="114300">
            <wp:extent cx="5273040" cy="4153535"/>
            <wp:effectExtent l="0" t="0" r="3810" b="18415"/>
            <wp:docPr id="4" name="图片 4" descr="20190724183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907241833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15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 w:cstheme="minorBidi"/>
          <w:b/>
          <w:kern w:val="2"/>
          <w:sz w:val="20"/>
          <w:szCs w:val="24"/>
          <w:lang w:val="en-US" w:eastAsia="zh-CN" w:bidi="ar-SA"/>
        </w:rPr>
        <w:t>图2-1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【代码：首页</w:t>
      </w:r>
      <w:r>
        <w:rPr>
          <w:rFonts w:hint="eastAsia" w:ascii="Times New Roman" w:hAnsi="Times New Roman" w:eastAsia="宋体"/>
          <w:b/>
          <w:bCs/>
          <w:shd w:val="clear" w:color="auto" w:fill="auto"/>
          <w:lang w:val="en-US" w:eastAsia="zh-CN"/>
        </w:rPr>
        <w:t>index.html</w:t>
      </w:r>
      <w:r>
        <w:rPr>
          <w:rFonts w:hint="eastAsia" w:ascii="Times New Roman" w:hAnsi="Times New Roman" w:eastAsia="宋体"/>
          <w:b/>
          <w:bCs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&lt;!DOCTYPE HTML PUBLIC "-//W3C//DTD HTML 4.01 Transitional//EN" "http://www.w3.org/TR/html4/loose.dtd"&gt;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&lt;html&gt;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&lt;head&gt;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&lt;meta http-equiv="Content-Type" content="text/html; charset=utf-8" /&gt;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&lt;title&gt;Web技术社区&lt;/title&gt;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&lt;link rel="stylesheet" type="text/css" href="</w:t>
      </w:r>
      <w:r>
        <w:rPr>
          <w:rFonts w:hint="eastAsia" w:ascii="Times New Roman" w:hAnsi="Times New Roman" w:eastAsia="宋体"/>
          <w:b w:val="0"/>
          <w:bCs w:val="0"/>
          <w:color w:val="FF0000"/>
          <w:u w:val="single"/>
          <w:lang w:val="en-US" w:eastAsia="zh-CN"/>
        </w:rPr>
        <w:t>（1）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" /&gt;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&lt;/head&gt;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&lt;body&gt;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&lt;div id="introduction"&gt;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&lt;div id="content"&gt;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&lt;h2&gt;欢迎来到XX网&lt;/h2&gt;&lt;br /&gt;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&lt;p&gt;本站包括了HTML、CSS、Javascript、jQuery等各种基础编程教程。&lt;/p&gt;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&lt;p&gt;本站致力于推广各种前端技术，所有资源...&lt;/p&gt;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&lt;/div&gt;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&lt;/div&gt;&lt;br /&gt;&lt;br /&gt;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&lt;div id="</w:t>
      </w:r>
      <w:r>
        <w:rPr>
          <w:rFonts w:hint="eastAsia" w:ascii="Times New Roman" w:hAnsi="Times New Roman" w:eastAsia="宋体"/>
          <w:b w:val="0"/>
          <w:bCs w:val="0"/>
          <w:color w:val="FF0000"/>
          <w:u w:val="single"/>
          <w:lang w:val="en-US" w:eastAsia="zh-CN"/>
        </w:rPr>
        <w:t>（2）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"&gt;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default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 xml:space="preserve">        &lt;!--第一张图片和列表--&gt;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&lt;div class="card"&gt;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&lt;img src="img/html.png" alt="这是第一张图片"/&gt;&lt;br /&gt;&lt;br /&gt;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&lt;ul&gt;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&lt;li&gt;HTML 指的是超文本标记语言&lt;/li&gt;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/* ...省略其它li，参见【效果图】内容 */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&lt;/ul&gt;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&lt;/div&gt;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 xml:space="preserve">    &lt;!--第二张图片和列表--&gt;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&lt;div class="card"&gt;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&lt;img src="img/css.png" alt="这是第二张图片"/&gt;&lt;br /&gt;&lt;br /&gt;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&lt;ul&gt;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&lt;li&gt;CSS 指层叠样式表&lt;/li&gt;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/* ...省略其它li，参见【效果图】内容 */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&lt;/ul&gt;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&lt;/div&gt;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&lt;!--第三张图片和列表--&gt;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&lt;div class="card"&gt;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&lt;img src="img/js.png" alt="这是第三张图片"/&gt;&lt;br /&gt;&lt;br /&gt;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&lt;ul&gt;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&lt;li&gt;JavaScript 是一种轻量级的编程语言&lt;/li&gt;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800"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/* ...省略其它li，参见【效果图】内容 */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&lt;/ul&gt;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&lt;/div&gt;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&lt;!--第四张图片和列表--&gt;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&lt;div class="card"&gt;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&lt;img src="img/jquery.png" alt="这是第四张图片"/&gt;&lt;br /&gt;&lt;br /&gt;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&lt;ul&gt;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&lt;li&gt;jQuery是一个JavaScript函数库&lt;/li&gt;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800"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/* ...省略其它li，参见【效果图】内容 */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&lt;/ul&gt;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&lt;/div&gt;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&lt;/div&gt;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&lt;/body&gt;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Times New Roman" w:hAnsi="Times New Roman" w:eastAsia="宋体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&lt;/html&gt;</w:t>
      </w:r>
    </w:p>
    <w:p>
      <w:pPr>
        <w:numPr>
          <w:ilvl w:val="0"/>
          <w:numId w:val="0"/>
        </w:numPr>
        <w:rPr>
          <w:rFonts w:hint="eastAsia" w:ascii="Times New Roman" w:hAnsi="Times New Roman" w:eastAsia="宋体"/>
          <w:b/>
          <w:bCs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/>
          <w:b/>
          <w:b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【代码：CSS文件</w:t>
      </w:r>
      <w:r>
        <w:rPr>
          <w:rFonts w:hint="eastAsia" w:ascii="Times New Roman" w:hAnsi="Times New Roman" w:eastAsia="宋体"/>
          <w:b/>
          <w:b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index.css</w:t>
      </w:r>
      <w:r>
        <w:rPr>
          <w:rFonts w:hint="eastAsia" w:ascii="Times New Roman" w:hAnsi="Times New Roman" w:eastAsia="宋体"/>
          <w:b/>
          <w:bCs/>
          <w:lang w:val="en-US" w:eastAsia="zh-CN"/>
        </w:rPr>
        <w:t>】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（3）</w:t>
      </w:r>
      <w:r>
        <w:rPr>
          <w:rFonts w:hint="eastAsia" w:ascii="Times New Roman" w:hAnsi="Times New Roman" w:eastAsia="宋体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margin: 0;</w:t>
      </w:r>
    </w:p>
    <w:p>
      <w:pPr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left"/>
        <w:rPr>
          <w:rFonts w:hint="eastAsia" w:ascii="Times New Roman" w:hAnsi="Times New Roman" w:eastAsia="宋体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（4）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Times New Roman" w:eastAsia="宋体"/>
          <w:lang w:val="en-US" w:eastAsia="zh-CN"/>
        </w:rPr>
        <w:t>/* 内边距 */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both"/>
        <w:textAlignment w:val="auto"/>
        <w:outlineLvl w:val="9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（5）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Times New Roman" w:eastAsia="宋体"/>
          <w:lang w:val="en-US" w:eastAsia="zh-CN"/>
        </w:rPr>
        <w:t>/* 字体 */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font-size: 35px;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body</w:t>
      </w:r>
      <w:r>
        <w:rPr>
          <w:rFonts w:hint="eastAsia" w:ascii="Times New Roman" w:hAnsi="Times New Roman" w:eastAsia="宋体"/>
          <w:lang w:val="en-US" w:eastAsia="zh-CN"/>
        </w:rPr>
        <w:t xml:space="preserve"> {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animation-name</w:t>
      </w:r>
      <w:r>
        <w:rPr>
          <w:rFonts w:hint="eastAsia" w:ascii="Times New Roman" w:hAnsi="Times New Roman" w:eastAsia="宋体"/>
          <w:lang w:val="en-US" w:eastAsia="zh-CN"/>
        </w:rPr>
        <w:t>: fadeIn;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（6）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animation-iteration-count: 1;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（7）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fadeIn</w:t>
      </w:r>
      <w:r>
        <w:rPr>
          <w:rFonts w:hint="eastAsia" w:ascii="Times New Roman" w:hAnsi="Times New Roman" w:eastAsia="宋体"/>
          <w:lang w:val="en-US" w:eastAsia="zh-CN"/>
        </w:rPr>
        <w:t xml:space="preserve"> {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from</w:t>
      </w:r>
      <w:r>
        <w:rPr>
          <w:rFonts w:hint="eastAsia" w:ascii="Times New Roman" w:hAnsi="Times New Roman" w:eastAsia="宋体"/>
          <w:lang w:val="en-US" w:eastAsia="zh-CN"/>
        </w:rPr>
        <w:t xml:space="preserve"> {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opacity: 0;</w:t>
      </w: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to</w:t>
      </w:r>
      <w:r>
        <w:rPr>
          <w:rFonts w:hint="eastAsia" w:ascii="Times New Roman" w:hAnsi="Times New Roman" w:eastAsia="宋体"/>
          <w:lang w:val="en-US" w:eastAsia="zh-CN"/>
        </w:rPr>
        <w:t xml:space="preserve"> {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opacity: 1;</w:t>
      </w: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left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i w:val="0"/>
          <w:i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#introduction</w:t>
      </w:r>
      <w:r>
        <w:rPr>
          <w:rFonts w:hint="eastAsia" w:ascii="Times New Roman" w:hAnsi="Times New Roman" w:eastAsia="宋体"/>
          <w:lang w:val="en-US" w:eastAsia="zh-CN"/>
        </w:rPr>
        <w:t xml:space="preserve"> {</w:t>
      </w:r>
    </w:p>
    <w:p>
      <w:pPr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left"/>
        <w:rPr>
          <w:rFonts w:hint="eastAsia" w:ascii="Times New Roman" w:hAnsi="Times New Roman" w:eastAsia="宋体"/>
          <w:color w:val="FF0000"/>
          <w:u w:val="single"/>
          <w:lang w:val="en-US" w:eastAsia="zh-CN"/>
        </w:rPr>
      </w:pP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（8）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Times New Roman" w:eastAsia="宋体"/>
          <w:lang w:val="en-US" w:eastAsia="zh-CN"/>
        </w:rPr>
        <w:t>/* 背景颜色 */</w:t>
      </w:r>
    </w:p>
    <w:p>
      <w:pPr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left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width:100%;</w:t>
      </w:r>
    </w:p>
    <w:p>
      <w:pPr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left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height:400px;</w:t>
      </w:r>
    </w:p>
    <w:p>
      <w:pPr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left"/>
        <w:rPr>
          <w:rFonts w:hint="eastAsia" w:ascii="Times New Roman" w:hAnsi="Times New Roman" w:eastAsia="宋体"/>
          <w:color w:val="FF0000"/>
          <w:lang w:val="en-US" w:eastAsia="zh-CN"/>
        </w:rPr>
      </w:pP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（9）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;/* 字体颜色 */</w:t>
      </w:r>
    </w:p>
    <w:p>
      <w:pPr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left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#content {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both"/>
        <w:rPr>
          <w:rFonts w:hint="eastAsia" w:ascii="Times New Roman" w:hAnsi="Times New Roman" w:eastAsia="宋体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（10）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Times New Roman" w:eastAsia="宋体"/>
          <w:lang w:val="en-US" w:eastAsia="zh-CN"/>
        </w:rPr>
        <w:t>/* 绝对布局 */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both"/>
        <w:rPr>
          <w:rFonts w:hint="eastAsia" w:ascii="Times New Roman" w:hAnsi="Times New Roman" w:eastAsia="宋体"/>
          <w:u w:val="none"/>
          <w:lang w:val="en-US" w:eastAsia="zh-CN"/>
        </w:rPr>
      </w:pP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（11）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Times New Roman" w:eastAsia="宋体"/>
          <w:lang w:val="en-US" w:eastAsia="zh-CN"/>
        </w:rPr>
        <w:t>/* 顶部边距 */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left: 16%;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width: 68%;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text-align: center;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#main</w:t>
      </w:r>
      <w:r>
        <w:rPr>
          <w:rFonts w:hint="eastAsia" w:ascii="Times New Roman" w:hAnsi="Times New Roman" w:eastAsia="宋体"/>
          <w:lang w:val="en-US" w:eastAsia="zh-CN"/>
        </w:rPr>
        <w:t xml:space="preserve"> {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u w:val="none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（12）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text-align: center;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#main img {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（13）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 w:firstLine="420" w:firstLineChars="0"/>
        <w:jc w:val="both"/>
        <w:rPr>
          <w:rFonts w:hint="eastAsia" w:ascii="Times New Roman" w:hAnsi="Times New Roman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border-radius: 20px;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height: 200px;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width: 200px;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}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.card {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width: 17%;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margin: 4%;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}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（14）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{/* 列表样式，以class加子元素选择器的方式填写 */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>（15）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;</w:t>
      </w:r>
    </w:p>
    <w:p>
      <w:pPr>
        <w:widowControl w:val="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Chars="0"/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}</w:t>
      </w:r>
    </w:p>
    <w:p>
      <w:pPr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【</w:t>
      </w:r>
      <w:r>
        <w:rPr>
          <w:rFonts w:hint="eastAsia" w:ascii="Times New Roman" w:hAnsi="Times New Roman" w:eastAsia="宋体"/>
          <w:b/>
          <w:bCs/>
          <w:lang w:val="en-US" w:eastAsia="zh-CN"/>
        </w:rPr>
        <w:t>问题</w:t>
      </w:r>
      <w:r>
        <w:rPr>
          <w:rFonts w:hint="eastAsia" w:ascii="Times New Roman" w:hAnsi="Times New Roman" w:eastAsia="宋体"/>
          <w:lang w:val="en-US" w:eastAsia="zh-CN"/>
        </w:rPr>
        <w:t>】（30分，每空2分）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eastAsia="zh-CN"/>
        </w:rPr>
        <w:t>开发网页动态页面样式，</w:t>
      </w:r>
      <w:r>
        <w:rPr>
          <w:rFonts w:hint="eastAsia" w:ascii="Times New Roman" w:hAnsi="Times New Roman" w:eastAsia="宋体"/>
          <w:lang w:val="en-US" w:eastAsia="zh-CN"/>
        </w:rPr>
        <w:t>补全代码，在（1）至（15）处填入正确的内容。</w:t>
      </w: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pStyle w:val="2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试题三（30分）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/>
          <w:b/>
          <w:bCs w:val="0"/>
          <w:lang w:val="en-US" w:eastAsia="zh-CN"/>
        </w:rPr>
      </w:pPr>
      <w:r>
        <w:rPr>
          <w:rFonts w:hint="eastAsia" w:ascii="Times New Roman" w:hAnsi="Times New Roman" w:eastAsia="宋体"/>
          <w:lang w:eastAsia="zh-CN"/>
        </w:rPr>
        <w:t>阅读下列说明</w:t>
      </w:r>
      <w:r>
        <w:rPr>
          <w:rFonts w:hint="eastAsia" w:ascii="Times New Roman" w:hAnsi="Times New Roman" w:eastAsia="宋体"/>
          <w:lang w:val="en-US" w:eastAsia="zh-CN"/>
        </w:rPr>
        <w:t>、</w:t>
      </w:r>
      <w:r>
        <w:rPr>
          <w:rFonts w:hint="eastAsia" w:ascii="Times New Roman" w:hAnsi="Times New Roman" w:eastAsia="宋体"/>
          <w:lang w:eastAsia="zh-CN"/>
        </w:rPr>
        <w:t>效果图和</w:t>
      </w:r>
      <w:r>
        <w:rPr>
          <w:rFonts w:hint="eastAsia" w:ascii="Times New Roman" w:hAnsi="Times New Roman" w:eastAsia="宋体"/>
          <w:lang w:val="en-US" w:eastAsia="zh-CN"/>
        </w:rPr>
        <w:t>HTML代码</w:t>
      </w:r>
      <w:r>
        <w:rPr>
          <w:rFonts w:hint="eastAsia" w:ascii="Times New Roman" w:hAnsi="Times New Roman" w:eastAsia="宋体"/>
          <w:lang w:eastAsia="zh-CN"/>
        </w:rPr>
        <w:t>，进行网页编程，回答问题</w:t>
      </w:r>
      <w:r>
        <w:rPr>
          <w:rFonts w:hint="eastAsia" w:ascii="Times New Roman" w:hAnsi="Times New Roman" w:eastAsia="宋体"/>
          <w:lang w:val="en-US" w:eastAsia="zh-CN"/>
        </w:rPr>
        <w:t>1至问题5。</w:t>
      </w:r>
    </w:p>
    <w:p>
      <w:pPr>
        <w:rPr>
          <w:rFonts w:hint="eastAsia" w:ascii="Times New Roman" w:hAnsi="Times New Roman" w:eastAsia="宋体"/>
          <w:b/>
          <w:bCs w:val="0"/>
          <w:lang w:val="en-US" w:eastAsia="zh-CN"/>
        </w:rPr>
      </w:pPr>
      <w:r>
        <w:rPr>
          <w:rFonts w:hint="eastAsia" w:ascii="Times New Roman" w:hAnsi="Times New Roman" w:eastAsia="宋体"/>
          <w:b/>
          <w:bCs w:val="0"/>
          <w:lang w:val="en-US" w:eastAsia="zh-CN"/>
        </w:rPr>
        <w:t>【说明】</w:t>
      </w:r>
    </w:p>
    <w:p>
      <w:pPr>
        <w:pStyle w:val="6"/>
        <w:bidi w:val="0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随着个性化服务发展，学校、街边、社区等都流行将水果等商品洗净、切好，并装盒，按份出售。现开发一个“社区便利店收银系统”，店中每天提供固定种类的水果，装盒后，标记每一份价格，按份进行销售。在系统中，打开收银网页（casher.html），点击“+”添加销售水果，点击“结账”进行购买水果结算，点击“完成交易”进行下一个新用户购买。</w:t>
      </w:r>
    </w:p>
    <w:p>
      <w:pPr>
        <w:pStyle w:val="6"/>
        <w:bidi w:val="0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项目名称为</w:t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casher，包含收银网页casher.html和js文件夹，其中，js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文件夹包含</w:t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jquery-3.3.1.min.js文件。</w:t>
      </w:r>
    </w:p>
    <w:p>
      <w:pPr>
        <w:pStyle w:val="6"/>
        <w:bidi w:val="0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收银网页分为三个区域：上端内容为“标题”和一个不可编辑的“文本框”，“文本框”用来显示结账金额；中间内容为水果商品表格，在表格每一行中，点击一次“+”按钮，则添加一份，点击多次，则添加多份；下端内容为“结帐”和“完成交易”按钮。</w:t>
      </w:r>
    </w:p>
    <w:p>
      <w:pPr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【效果图】</w:t>
      </w:r>
    </w:p>
    <w:p>
      <w:pPr>
        <w:pStyle w:val="6"/>
        <w:bidi w:val="0"/>
        <w:ind w:left="0" w:leftChars="0" w:firstLine="0" w:firstLineChars="0"/>
        <w:rPr>
          <w:rFonts w:hint="default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（1）收银网页casher.html效果如图3-1所示。</w:t>
      </w:r>
    </w:p>
    <w:p>
      <w:pPr>
        <w:pStyle w:val="10"/>
        <w:bidi w:val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114300" distR="114300">
            <wp:extent cx="3171825" cy="2933700"/>
            <wp:effectExtent l="9525" t="9525" r="1905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933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图3-1 初始化状态</w:t>
      </w:r>
    </w:p>
    <w:p>
      <w:pPr>
        <w:pStyle w:val="6"/>
        <w:bidi w:val="0"/>
        <w:ind w:left="0" w:leftChars="0" w:firstLine="0" w:firstLineChars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（2）</w:t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在表格每一行中，</w:t>
      </w:r>
      <w:r>
        <w:rPr>
          <w:rFonts w:hint="eastAsia" w:ascii="Times New Roman" w:hAnsi="Times New Roman" w:eastAsia="宋体"/>
          <w:lang w:val="en-US" w:eastAsia="zh-CN"/>
        </w:rPr>
        <w:t>点击水果名称后的“+”按钮，则将该水果的价格显示到上方的“文本框”中。若购买多份水果时，每份水果的价格之间使用“+”连接，如图3-2所示。</w:t>
      </w:r>
    </w:p>
    <w:p>
      <w:pPr>
        <w:pStyle w:val="10"/>
        <w:bidi w:val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114300" distR="114300">
            <wp:extent cx="3228975" cy="2952750"/>
            <wp:effectExtent l="9525" t="9525" r="1905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9527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图3-2 添加水果</w:t>
      </w:r>
    </w:p>
    <w:p>
      <w:pPr>
        <w:pStyle w:val="6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（3）点击“结帐”按钮，将“文本框”中价格进行计算，设置“文本框”显示内容为“总金额:xxx”；将“结帐”按钮设置为“禁用”；使用jQuery动画，将中间的表格透明度设为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“</w:t>
      </w:r>
      <w:r>
        <w:rPr>
          <w:rFonts w:hint="eastAsia" w:ascii="Times New Roman" w:hAnsi="Times New Roman" w:eastAsia="宋体"/>
          <w:lang w:val="en-US" w:eastAsia="zh-CN"/>
        </w:rPr>
        <w:t>0.3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”</w:t>
      </w:r>
      <w:r>
        <w:rPr>
          <w:rFonts w:hint="eastAsia" w:ascii="Times New Roman" w:hAnsi="Times New Roman" w:eastAsia="宋体"/>
          <w:lang w:val="en-US" w:eastAsia="zh-CN"/>
        </w:rPr>
        <w:t>，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动画持续时间为“1s”</w:t>
      </w:r>
      <w:r>
        <w:rPr>
          <w:rFonts w:hint="eastAsia" w:ascii="Times New Roman" w:hAnsi="Times New Roman" w:eastAsia="宋体"/>
          <w:lang w:val="en-US" w:eastAsia="zh-CN"/>
        </w:rPr>
        <w:t>。如图3-3所示。</w:t>
      </w:r>
    </w:p>
    <w:p>
      <w:pPr>
        <w:pStyle w:val="10"/>
        <w:bidi w:val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114300" distR="114300">
            <wp:extent cx="3343275" cy="2933700"/>
            <wp:effectExtent l="9525" t="9525" r="1905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933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图3-3 结帐</w:t>
      </w:r>
    </w:p>
    <w:p>
      <w:pPr>
        <w:pStyle w:val="6"/>
        <w:bidi w:val="0"/>
        <w:ind w:left="0" w:leftChars="0" w:firstLine="0" w:firstLine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（4）点击“交易完成”按钮，重新加载网页，恢复到网页的初始状态。</w:t>
      </w:r>
    </w:p>
    <w:p>
      <w:pPr>
        <w:pStyle w:val="6"/>
        <w:bidi w:val="0"/>
        <w:rPr>
          <w:rFonts w:hint="default" w:ascii="Times New Roman" w:hAnsi="Times New Roman" w:eastAsia="宋体"/>
          <w:lang w:val="en-US" w:eastAsia="zh-CN"/>
        </w:rPr>
      </w:pPr>
    </w:p>
    <w:p>
      <w:pPr>
        <w:bidi w:val="0"/>
        <w:rPr>
          <w:rFonts w:hint="eastAsia" w:ascii="Times New Roman" w:hAnsi="Times New Roman" w:eastAsia="宋体"/>
          <w:b/>
          <w:bCs w:val="0"/>
          <w:lang w:val="en-US" w:eastAsia="zh-CN"/>
        </w:rPr>
      </w:pPr>
      <w:r>
        <w:rPr>
          <w:rFonts w:hint="eastAsia" w:ascii="Times New Roman" w:hAnsi="Times New Roman" w:eastAsia="宋体"/>
          <w:b/>
          <w:bCs w:val="0"/>
          <w:lang w:val="en-US" w:eastAsia="zh-CN"/>
        </w:rPr>
        <w:t>【代码：收银网页casher.html】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&lt;!DOCTYPE html&gt;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&lt;html&gt;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&lt;head&gt;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&lt;meta http-equiv="Content-Type" content="text/html; charset=UTF-8" /&gt;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&lt;script type="text/javascript" src="js/jquery-3.3.1.min.js"&gt;&lt;/script&gt;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&lt;title&gt;社区便利店收银系统&lt;/title&gt;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&lt;style&gt;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body{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 text-align:center;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 font-size:13px;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  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  table{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margin:10px auto;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  } 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  #result{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width:245px;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height:40px;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  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&lt;/style&gt;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&lt;/head&gt;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&lt;body&gt;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&lt;h2&gt;社区便利店收银系统&lt;/h2&gt;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&lt;input type="text" value="" id="result" disabled="disabled" /&gt;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&lt;table border="1" width="250px"&gt;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&lt;th&gt;名称&lt;/td&gt;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&lt;th&gt;价格&lt;/td&gt;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&lt;th&gt;添加&lt;/td&gt;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&lt;/tr&gt;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&lt;td&gt;山东苹果&lt;/td&gt;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&lt;td&gt;￥13.5/份&lt;/td&gt;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&lt;td&gt;&lt;input type="button" value="+" onclick="addClick(13.5)" /&gt;&lt;/td&gt;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&lt;/tr&gt;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&lt;td&gt;新奇士橙&lt;/td&gt;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&lt;td&gt;￥12.5/份&lt;/td&gt;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&lt;td&gt;&lt;input type="button" value="+" onclick="addClick(12.5)" /&gt;&lt;/td&gt;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&lt;/tr&gt;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&lt;td&gt;麒麟瓜&lt;/td&gt;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&lt;td&gt;￥3.0/份&lt;/td&gt;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&lt;td&gt;&lt;input type="button" value="+" onclick="addClick(3.0)" /&gt;&lt;/td&gt;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&lt;/tr&gt;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&lt;td&gt;国产红提&lt;/td&gt;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&lt;td&gt;￥10.5/份&lt;/td&gt;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&lt;td&gt;&lt;input type="button" value="+" onclick="addClick(10.5)" /&gt;&lt;/td&gt;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&lt;/tr&gt;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&lt;td&gt;进口香蕉&lt;/td&gt;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&lt;td&gt;￥4.5/份&lt;/td&gt;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&lt;td&gt;&lt;input type="button" value="+" onclick="addClick(4.5)" /&gt;&lt;/td&gt;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&lt;/tr&gt;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&lt;/table&gt;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&lt;input class="btn" type="button" value="结 帐" id="btn_checkout" onclick="checkoutClick()" /&gt;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&amp;nbsp;&amp;nbsp;&amp;nbsp;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&lt;input class="btn" type="button" value="交易完成" onclick="reloadClick()" /&gt;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&lt;script&gt;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/*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功能：使用Javascript编写代码，点击“+”按钮触发，修改“文本框”值为购买的水果价格，多次点击，以“+”连接各价格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参数：price 为添加水果的价格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返回：无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编写代码提示：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（1）获得“文本框result”值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（2）判断“文本框result”值是否为</w:t>
      </w:r>
      <w:r>
        <w:rPr>
          <w:rFonts w:hint="default" w:ascii="Times New Roman" w:hAnsi="Times New Roman" w:eastAsia="宋体"/>
          <w:lang w:val="en-US" w:eastAsia="zh-CN"/>
        </w:rPr>
        <w:t>””</w:t>
      </w:r>
      <w:r>
        <w:rPr>
          <w:rFonts w:hint="eastAsia" w:ascii="Times New Roman" w:hAnsi="Times New Roman" w:eastAsia="宋体"/>
          <w:lang w:val="en-US" w:eastAsia="zh-CN"/>
        </w:rPr>
        <w:t>：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（3）若为</w:t>
      </w:r>
      <w:r>
        <w:rPr>
          <w:rFonts w:hint="default" w:ascii="Times New Roman" w:hAnsi="Times New Roman" w:eastAsia="宋体"/>
          <w:lang w:val="en-US" w:eastAsia="zh-CN"/>
        </w:rPr>
        <w:t>””</w:t>
      </w:r>
      <w:r>
        <w:rPr>
          <w:rFonts w:hint="eastAsia" w:ascii="Times New Roman" w:hAnsi="Times New Roman" w:eastAsia="宋体"/>
          <w:lang w:val="en-US" w:eastAsia="zh-CN"/>
        </w:rPr>
        <w:t>，则将当前price赋值给“文本框”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（4）若不为""，则先在“文本框”已有值后添加一个“+”，再添加此次价格price      </w:t>
      </w:r>
    </w:p>
    <w:p>
      <w:pPr>
        <w:pStyle w:val="11"/>
        <w:shd w:val="clear" w:fill="F1F1F1" w:themeFill="background1" w:themeFillShade="F2"/>
        <w:bidi w:val="0"/>
        <w:ind w:firstLine="420" w:firstLine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*/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function addClick(price)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// 编写代码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/*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功能：使用Javascript编写代码，点击“结账”按钮触发，计算所购水果的总金额，并将结果显示在“文本框”result上。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参数：无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返回：无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编写代码提示：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（1）获得“文本框result”值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（2）使用“+”分隔出“文本框result”值中每一个价格，存放到Array对象中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（3）使用for循环遍历数组对象，将每个价格相加得到总金额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（4）设置“文本框result”值为“总金额:xxx”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（5）调用disabledBtn()函数禁用“结帐”按钮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（6）调用transparency()函数设置</w:t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水果商品表格</w:t>
      </w:r>
      <w:r>
        <w:rPr>
          <w:rFonts w:hint="eastAsia" w:ascii="Times New Roman" w:hAnsi="Times New Roman" w:eastAsia="宋体"/>
          <w:lang w:val="en-US" w:eastAsia="zh-CN"/>
        </w:rPr>
        <w:t>的透明度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*/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function checkoutClick()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// 编写代码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/*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功能：使用jQuery库编写代码，将“结帐”按钮设为禁用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参数：无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返回：无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*/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function disabledBtn()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// 编写代码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/*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功能：使用jQuery库编写代码，将</w:t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水果商品表格</w:t>
      </w:r>
      <w:r>
        <w:rPr>
          <w:rFonts w:hint="eastAsia" w:ascii="Times New Roman" w:hAnsi="Times New Roman" w:eastAsia="宋体"/>
          <w:lang w:val="en-US" w:eastAsia="zh-CN"/>
        </w:rPr>
        <w:t>透明度设为0.3，</w:t>
      </w:r>
      <w:r>
        <w:rPr>
          <w:rFonts w:hint="eastAsia" w:ascii="Times New Roman" w:hAnsi="Times New Roman" w:eastAsia="宋体"/>
          <w:b w:val="0"/>
          <w:bCs w:val="0"/>
          <w:lang w:val="en-US" w:eastAsia="zh-CN"/>
        </w:rPr>
        <w:t>动画持续时间为1s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参数：无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返回：无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编写代码提示：使用jQuery的动画函数实现。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*/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function transparency()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// 编写代码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/*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功能：点击“交易完成”按钮触发，重新加载当前页面，初始页面状态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参数：无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返回：无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*/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function reloadClick()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// 编写代码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&lt;/script&gt;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&lt;/body&gt;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&lt;/html&gt;</w:t>
      </w:r>
    </w:p>
    <w:p>
      <w:pPr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【问题1】（7分）</w:t>
      </w:r>
    </w:p>
    <w:p>
      <w:pPr>
        <w:pStyle w:val="6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使用JavaScript编写addClick()函数，并调试运行，满足功能要求。</w:t>
      </w:r>
    </w:p>
    <w:p>
      <w:pPr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【问题2】（10分）</w:t>
      </w:r>
    </w:p>
    <w:p>
      <w:pPr>
        <w:pStyle w:val="6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使用JavaScript编写checkoutClick()函数，并调试运行，满足功能要求。</w:t>
      </w:r>
    </w:p>
    <w:p>
      <w:pPr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【问题3】（5分）</w:t>
      </w:r>
    </w:p>
    <w:p>
      <w:pPr>
        <w:pStyle w:val="6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使用jQuery编写disabledBtn()函数，并调试运行，满足功能要求。</w:t>
      </w:r>
    </w:p>
    <w:p>
      <w:pPr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【问题4】（5分）</w:t>
      </w:r>
    </w:p>
    <w:p>
      <w:pPr>
        <w:pStyle w:val="6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使用jQuery编写transparency()函数，并调试运行，满足功能要求。</w:t>
      </w:r>
    </w:p>
    <w:p>
      <w:pPr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【问题5】（3分）</w:t>
      </w:r>
    </w:p>
    <w:p>
      <w:pPr>
        <w:pStyle w:val="6"/>
        <w:bidi w:val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编写reloadClick()函数，并调试运行，满足功能要求。</w:t>
      </w: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pStyle w:val="2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试题四（20分）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阅读下列说明</w:t>
      </w:r>
      <w:r>
        <w:rPr>
          <w:rFonts w:hint="eastAsia" w:ascii="Times New Roman" w:hAnsi="Times New Roman" w:eastAsia="宋体"/>
          <w:lang w:val="en-US" w:eastAsia="zh-CN"/>
        </w:rPr>
        <w:t>、</w:t>
      </w:r>
      <w:r>
        <w:rPr>
          <w:rFonts w:hint="eastAsia" w:ascii="Times New Roman" w:hAnsi="Times New Roman" w:eastAsia="宋体"/>
          <w:lang w:eastAsia="zh-CN"/>
        </w:rPr>
        <w:t>效果图和</w:t>
      </w:r>
      <w:r>
        <w:rPr>
          <w:rFonts w:hint="eastAsia" w:ascii="Times New Roman" w:hAnsi="Times New Roman" w:eastAsia="宋体"/>
          <w:lang w:val="en-US" w:eastAsia="zh-CN"/>
        </w:rPr>
        <w:t>HTML代码</w: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 w:eastAsia="宋体"/>
          <w:lang w:val="en-US" w:eastAsia="zh-CN"/>
        </w:rPr>
        <w:t>进行移动端静态网站案例分析，</w:t>
      </w:r>
      <w:r>
        <w:rPr>
          <w:rFonts w:hint="eastAsia" w:ascii="Times New Roman" w:hAnsi="Times New Roman" w:eastAsia="宋体"/>
          <w:lang w:eastAsia="zh-CN"/>
        </w:rPr>
        <w:t>回答问题</w:t>
      </w:r>
      <w:r>
        <w:rPr>
          <w:rFonts w:hint="eastAsia" w:ascii="Times New Roman" w:hAnsi="Times New Roman" w:eastAsia="宋体"/>
          <w:lang w:val="en-US" w:eastAsia="zh-CN"/>
        </w:rPr>
        <w:t>1至问题3。</w:t>
      </w: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【说明】</w:t>
      </w:r>
    </w:p>
    <w:p>
      <w:pPr>
        <w:ind w:firstLine="420" w:firstLineChars="200"/>
        <w:jc w:val="left"/>
        <w:rPr>
          <w:rFonts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某公司开发了一款移动端“智慧物业”网站，为业主和物业搭建便捷平台。对业主方而言，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可以查阅相关社区基本信息、物业服务、在线缴费和报事报修等；对物业方而言，可以加强与物业之间的交流，收集业主的意见和建议，在线进行沟通和处理相关物业事宜等。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现在我们需要设计和编写“智慧物业”网站中的“首页”和“报事报修”页面。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项目名称为IComMobile，包括首页index.html、报事报修repair.html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img文件夹</w:t>
      </w:r>
      <w:r>
        <w:rPr>
          <w:rFonts w:hint="eastAsia" w:ascii="宋体" w:hAnsi="宋体" w:eastAsia="宋体" w:cs="宋体"/>
          <w:szCs w:val="21"/>
          <w:lang w:eastAsia="zh-CN"/>
        </w:rPr>
        <w:t>和font文件夹</w:t>
      </w:r>
      <w:r>
        <w:rPr>
          <w:rFonts w:hint="eastAsia" w:ascii="宋体" w:hAnsi="宋体" w:eastAsia="宋体" w:cs="宋体"/>
          <w:szCs w:val="21"/>
        </w:rPr>
        <w:t>，其中，img文件夹包含页面所需图片资源</w:t>
      </w:r>
      <w:r>
        <w:rPr>
          <w:rFonts w:hint="eastAsia" w:ascii="宋体" w:hAnsi="宋体" w:eastAsia="宋体" w:cs="宋体"/>
          <w:szCs w:val="21"/>
          <w:lang w:eastAsia="zh-CN"/>
        </w:rPr>
        <w:t>，font文件夹包含</w:t>
      </w:r>
      <w:r>
        <w:rPr>
          <w:rFonts w:hint="eastAsia" w:ascii="宋体" w:hAnsi="宋体" w:eastAsia="宋体" w:cs="宋体"/>
          <w:szCs w:val="21"/>
        </w:rPr>
        <w:t>自定义字体。</w:t>
      </w:r>
    </w:p>
    <w:p>
      <w:pPr>
        <w:ind w:firstLine="420" w:firstLineChars="200"/>
        <w:jc w:val="left"/>
      </w:pPr>
      <w:r>
        <w:rPr>
          <w:rFonts w:hint="eastAsia"/>
        </w:rPr>
        <w:t>（1）首页（</w:t>
      </w:r>
      <w:r>
        <w:rPr>
          <w:rFonts w:hint="eastAsia" w:ascii="宋体" w:hAnsi="宋体" w:eastAsia="宋体" w:cs="宋体"/>
          <w:szCs w:val="21"/>
        </w:rPr>
        <w:t>index.html</w:t>
      </w:r>
      <w:r>
        <w:rPr>
          <w:rFonts w:hint="eastAsia"/>
        </w:rPr>
        <w:t>）：内容分为四个部分，一是【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标题栏</w:t>
      </w:r>
      <w:r>
        <w:rPr>
          <w:rFonts w:hint="eastAsia"/>
        </w:rPr>
        <w:t>】，位于页面上端，内容为社区名称，以文字的形式展示；二是【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轮播图</w:t>
      </w:r>
      <w:r>
        <w:rPr>
          <w:rFonts w:hint="eastAsia"/>
        </w:rPr>
        <w:t>】，位于【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标题栏</w:t>
      </w:r>
      <w:r>
        <w:rPr>
          <w:rFonts w:hint="eastAsia"/>
        </w:rPr>
        <w:t>】下方，内容为主题图片，以图片展示；三是【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功能列表</w:t>
      </w:r>
      <w:r>
        <w:rPr>
          <w:rFonts w:hint="eastAsia"/>
        </w:rPr>
        <w:t>】，位于【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轮播图</w:t>
      </w:r>
      <w:r>
        <w:rPr>
          <w:rFonts w:hint="eastAsia"/>
        </w:rPr>
        <w:t>】下方，内容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包括社区中心、报事报修、物管窗口、物业交费四个功能，</w:t>
      </w:r>
      <w:r>
        <w:rPr>
          <w:rFonts w:hint="eastAsia"/>
        </w:rPr>
        <w:t>以图片按钮的形式展示；四是【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底部导航栏</w:t>
      </w:r>
      <w:r>
        <w:rPr>
          <w:rFonts w:hint="eastAsia"/>
        </w:rPr>
        <w:t>】，位于页面最下端，内容为导航按钮，每个导航按钮以图标和文字展示。</w:t>
      </w:r>
    </w:p>
    <w:p>
      <w:pPr>
        <w:ind w:firstLine="420" w:firstLineChars="200"/>
        <w:jc w:val="left"/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2）报事报修页面（repair.html）：内容为一个表单，内容包含“地址”、“联系人”、“联系电话”、“预约时间”、“报修详情”五个表单项，每一项必填，以及“保存”按钮和“放弃”按钮，业主在首页上点击“报事报修”进入该页面，填写相关表单信息，点击“保存”按钮提交表单，点击“放弃”按钮则放弃提交当前表单内容。</w:t>
      </w:r>
    </w:p>
    <w:p>
      <w:pPr>
        <w:rPr>
          <w:rFonts w:ascii="宋体" w:hAnsi="宋体" w:eastAsia="宋体" w:cs="宋体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【效果图】</w:t>
      </w:r>
    </w:p>
    <w:p>
      <w:pPr>
        <w:ind w:firstLine="420" w:firstLineChars="200"/>
        <w:jc w:val="left"/>
        <w:rPr>
          <w:rFonts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首页效果如图4-1，事报修效果如图4-2，在首页点击“报事报修”进入图4-2页面。</w:t>
      </w:r>
    </w:p>
    <w:p>
      <w:pPr>
        <w:jc w:val="left"/>
      </w:pPr>
      <w:r>
        <w:rPr>
          <w:bdr w:val="single" w:color="auto" w:sz="4" w:space="0"/>
        </w:rPr>
        <w:drawing>
          <wp:inline distT="0" distB="0" distL="114300" distR="114300">
            <wp:extent cx="2552700" cy="4095750"/>
            <wp:effectExtent l="0" t="0" r="0" b="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drawing>
          <wp:inline distT="0" distB="0" distL="0" distR="0">
            <wp:extent cx="2600325" cy="4095750"/>
            <wp:effectExtent l="9525" t="9525" r="1905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40957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left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627380</wp:posOffset>
                </wp:positionH>
                <wp:positionV relativeFrom="paragraph">
                  <wp:posOffset>1270</wp:posOffset>
                </wp:positionV>
                <wp:extent cx="4524375" cy="276225"/>
                <wp:effectExtent l="0" t="0" r="9525" b="952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3805" y="7122160"/>
                          <a:ext cx="45243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图4-1                                   图4-2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4pt;margin-top:0.1pt;height:21.75pt;width:356.25pt;z-index:251658240;mso-width-relative:page;mso-height-relative:page;" fillcolor="#FFFFFF [3201]" filled="t" stroked="f" coordsize="21600,21600" o:gfxdata="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b+M9y0gAAAAYBAAAPAAAAAAAAAAEAIAAAACIAAABkcnMvZG93&#10;bnJldi54bWxQSwECFAAUAAAACACHTuJAzk+Xzz8CAABPBAAADgAAAAAAAAABACAAAAAh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图4-1                                   图4-2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 w:eastAsia="宋体" w:cs="宋体"/>
          <w:b/>
          <w:bCs/>
          <w:szCs w:val="21"/>
        </w:rPr>
      </w:pPr>
    </w:p>
    <w:p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代码：</w:t>
      </w:r>
      <w:r>
        <w:rPr>
          <w:rFonts w:hint="eastAsia"/>
          <w:b/>
          <w:bCs/>
        </w:rPr>
        <w:t>首页</w:t>
      </w:r>
      <w:r>
        <w:rPr>
          <w:rFonts w:hint="eastAsia" w:ascii="宋体" w:hAnsi="宋体" w:eastAsia="宋体" w:cs="宋体"/>
          <w:b/>
          <w:bCs/>
          <w:szCs w:val="21"/>
        </w:rPr>
        <w:t>index.html】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&lt;!DOCTYPE html&gt;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&lt;html&gt;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&lt;meta charset="utf-8"&gt;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&lt;!--viewport</w:t>
      </w:r>
      <w:r>
        <w:rPr>
          <w:rFonts w:ascii="Helvetica" w:hAnsi="Helvetica" w:eastAsia="Helvetica" w:cs="Helvetica"/>
          <w:color w:val="333333"/>
          <w:sz w:val="19"/>
          <w:szCs w:val="19"/>
          <w:shd w:val="clear" w:color="auto" w:fill="FFFFFF"/>
        </w:rPr>
        <w:t>是网页的可视区域</w:t>
      </w:r>
      <w:r>
        <w:rPr>
          <w:rFonts w:hint="eastAsia" w:ascii="宋体" w:hAnsi="宋体" w:eastAsia="宋体" w:cs="宋体"/>
          <w:szCs w:val="21"/>
        </w:rPr>
        <w:t>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&lt;meta name="viewport" content="width=device-width,initial-scale=1.0"/&gt;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&lt;title&gt;首页&lt;/title&gt;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&lt;style type="text/css"&gt;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* {margin: 0;padding: 0;}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ul,li {list-style: none;}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="0" w:leftChars="0" w:firstLine="0" w:firstLineChars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@font-face {font-family: myFont;/*自定义字体名*/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="0" w:leftChars="0" w:firstLine="0" w:firstLineChars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src:url('font/STFANGSO.TTF')/*自定义字体路径*/}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header {font-family: myFont;/*使</w:t>
      </w:r>
      <w:bookmarkStart w:id="2" w:name="_GoBack"/>
      <w:bookmarkEnd w:id="2"/>
      <w:r>
        <w:rPr>
          <w:rFonts w:hint="eastAsia" w:ascii="宋体" w:hAnsi="宋体" w:eastAsia="宋体" w:cs="宋体"/>
          <w:szCs w:val="21"/>
        </w:rPr>
        <w:t>用自定义字体*/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firstLine="2100" w:firstLineChars="10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font-size: 25px; text-align: center;}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firstLine="1260" w:firstLineChars="6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section ul,footer ul 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firstLine="2100" w:firstLineChars="10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display: flex;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firstLine="2100" w:firstLineChars="10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 xml:space="preserve">flex-wrap: </w:t>
      </w:r>
      <w:r>
        <w:rPr>
          <w:rFonts w:hint="eastAsia" w:ascii="宋体" w:hAnsi="宋体" w:eastAsia="宋体" w:cs="宋体"/>
          <w:color w:val="FF0000"/>
          <w:szCs w:val="21"/>
          <w:u w:val="single"/>
        </w:rPr>
        <w:t xml:space="preserve"> (1) </w:t>
      </w:r>
      <w:r>
        <w:rPr>
          <w:rFonts w:hint="eastAsia" w:ascii="宋体" w:hAnsi="宋体" w:eastAsia="宋体" w:cs="宋体"/>
          <w:szCs w:val="21"/>
        </w:rPr>
        <w:t>;</w:t>
      </w:r>
      <w:r>
        <w:rPr>
          <w:rFonts w:hint="eastAsia" w:ascii="宋体" w:hAnsi="宋体" w:eastAsia="宋体" w:cs="宋体"/>
          <w:szCs w:val="21"/>
          <w:lang w:val="en-US" w:eastAsia="zh-CN"/>
        </w:rPr>
        <w:t>/*弹性布局*/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firstLine="2100" w:firstLineChars="10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section ul li 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="0" w:leftChars="0" w:firstLine="0" w:firstLineChars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color w:val="FF0000"/>
          <w:szCs w:val="21"/>
          <w:u w:val="single"/>
        </w:rPr>
        <w:t xml:space="preserve"> (2) </w:t>
      </w:r>
      <w:r>
        <w:rPr>
          <w:rFonts w:hint="eastAsia" w:ascii="宋体" w:hAnsi="宋体" w:eastAsia="宋体" w:cs="宋体"/>
          <w:szCs w:val="21"/>
        </w:rPr>
        <w:t>: 5px;/*圆角边框*/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left="0" w:leftChars="0" w:firstLine="0" w:firstLineChars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color w:val="FF0000"/>
          <w:szCs w:val="21"/>
          <w:u w:val="single"/>
        </w:rPr>
        <w:t xml:space="preserve"> (3) </w:t>
      </w:r>
      <w:r>
        <w:rPr>
          <w:rFonts w:hint="eastAsia" w:ascii="宋体" w:hAnsi="宋体" w:eastAsia="宋体" w:cs="宋体"/>
          <w:szCs w:val="21"/>
        </w:rPr>
        <w:t>: #FFFFFF;/*背景颜色*/}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footer{ position: fixed;bottom: 0; width: 100%;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firstLine="2100" w:firstLineChars="10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border-top: 1px #eee solid;}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footer ul li {flex: 1;text-align: center;padding-top: 5px;}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footer ul li a{display: block;font-size: 14px;color: black;}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firstLine="1260" w:firstLineChars="6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/*第一个li字体加粗*/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footer ul li:</w:t>
      </w:r>
      <w:r>
        <w:rPr>
          <w:rFonts w:hint="eastAsia" w:ascii="宋体" w:hAnsi="宋体" w:eastAsia="宋体" w:cs="宋体"/>
          <w:color w:val="FF0000"/>
          <w:szCs w:val="21"/>
          <w:u w:val="single"/>
        </w:rPr>
        <w:t xml:space="preserve"> (4) </w:t>
      </w:r>
      <w:r>
        <w:rPr>
          <w:rFonts w:hint="eastAsia" w:ascii="宋体" w:hAnsi="宋体" w:eastAsia="宋体" w:cs="宋体"/>
          <w:szCs w:val="21"/>
        </w:rPr>
        <w:t>{ font-weight: bold;}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a{text-decoration: none;}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section div{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text-align: center;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margin: 10px 0;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font-size: 14px;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section div span{ margin-right: 25px;}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#slider{ text-align: center;}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.list_group{ justify-content: center;}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&lt;/style&gt;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&lt;header&gt;美好生活小区&lt;/header&gt;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&lt;section id="slider"&gt;&lt;img src="img/banner.jpg"/&gt;&lt;/section&gt;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&lt;section&gt;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&lt;div&gt;&lt;span&gt;物业公告：&lt;/span&gt;&lt;span&gt;感恩回馈预存有礼&lt;/span&gt;&lt;/div&gt;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&lt;ul class="list_group"&gt;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&lt;li&gt;&lt;a href="#"&gt;&lt;img src="img/f1.jpg"/&gt;&lt;/a&gt;&lt;/li&gt;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&lt;li&gt;&lt;a href="repair.html"&gt;&lt;img src="img/f2.jpg"/&gt;&lt;/a&gt;&lt;/li&gt;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&lt;li&gt;&lt;a href="#"&gt;&lt;img src="img/f3.jpg"/&gt;&lt;/a&gt;&lt;/li&gt;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&lt;li&gt;&lt;a href="#"&gt;&lt;img src="img/f4.jpg"/&gt;&lt;/a&gt;&lt;/li&gt;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&lt;/ul&gt;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&lt;/section&gt;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&lt;footer&gt;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&lt;ul&gt;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&lt;li&gt;&lt;img src="img/nav1.jpg"&gt;&lt;a href="index.html"&gt;首页&lt;/a&gt;&lt;/li&gt;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&lt;li&gt;&lt;img src="img/nav2.jpg"&gt;&lt;a href="#"&gt;客服&lt;/a&gt;&lt;/li&gt;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&lt;li&gt;&lt;img src="img/nav3.jpg"&gt;&lt;a href="#"&gt;我的&lt;/a&gt;&lt;/li&gt;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&lt;/ul&gt;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&lt;/footer&gt;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&lt;/html&gt;</w:t>
      </w:r>
    </w:p>
    <w:p>
      <w:pPr>
        <w:rPr>
          <w:rFonts w:ascii="宋体" w:hAnsi="宋体" w:eastAsia="宋体" w:cs="宋体"/>
          <w:b/>
          <w:bCs/>
          <w:szCs w:val="21"/>
        </w:rPr>
      </w:pP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代码：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报事报修页面repair.html】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&lt;!DOCTYPE html&gt;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&lt;html&gt;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&lt;meta charset="utf-8"&gt;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&lt;meta name="viewport" content="width=device-width,minimum-scale=1.0" /&gt;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&lt;title&gt;报事报修&lt;/title&gt;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&lt;style type="text/css"&gt;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body{margin: 0;padding: 0;}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h3{margin: 0;padding: 5px;}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header{background: #767676;color: white;}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.add div{padding: 4%;}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.add label{width: 30%; display: inline-block;}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textarea{ width: 90%;}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div:after{content: "*";}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input[type="submit"],input[type="button"]{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width: 20%;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height: 30px;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margin: 4% 0 0 20%;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&lt;/style&gt;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&lt;header&gt;&lt;h3&gt;报事报修&lt;/h3&gt;&lt;/header&gt;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&lt;article class="add"&gt;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&lt;form action="#" method="get"&gt;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&lt;div&gt;&lt;label&gt;地址：&lt;/label&gt;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&lt;input id="address" type="text" required="required"/&gt;&lt;/div&gt;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&lt;div&gt;&lt;label&gt;联系人：&lt;/label&gt;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&lt;input id="callName" type="text" required="required"/&gt;&lt;/div&gt;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&lt;div&gt;&lt;label&gt;联系电话：&lt;/label&gt;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&lt;input id="callNum" type="number" required="required"&gt;&lt;/div&gt;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&lt;div&gt;&lt;label&gt;预约时间：&lt;/label&gt;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&lt;input id="time" type="date" required="required"&gt;&lt;/div&gt;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&lt;div&gt;报修详情：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&lt;textarea id="infoDetailed" cols="50" rows="5"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placeholder="请输入..."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required="required"</w:t>
      </w:r>
      <w:r>
        <w:rPr>
          <w:rFonts w:hint="eastAsia" w:ascii="宋体" w:hAnsi="宋体" w:eastAsia="宋体" w:cs="宋体"/>
          <w:szCs w:val="21"/>
        </w:rPr>
        <w:t>&gt;&lt;/textarea&gt;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ind w:firstLine="1680" w:firstLineChars="8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&lt;input type="submit" onclick="return printForm()" value="保存" /&gt;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&lt;input type="button"  value="放弃" /&gt;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&lt;/form&gt;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&lt;/article&gt;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&lt;script type="text/javascript"&gt;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/*duties构造方法*/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function duties() 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/*data对象存储表单数据*/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this.data= {address: "",callName: "",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callNum: "",time: "",infoDetailed: ""};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/*向data对象赋值*/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this.setFormInfo=function() 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this.data.address = document.getElementById("address").value;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this.data.callName = document.getElementById("callName").value;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this.data.callNum = document.getElementById("callNum").value;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this.data.time = document.getElementById("time").value;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this.data.infoDetailed =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document.getElementById("infoDetailed").value;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/*实例化duties对象*/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var form1 = new duties();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/*此处通过模拟调试向控制台输出表单输入信息*/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function printForm() {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form1.setFormInfo()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var infoStr = "地址:" + form1.data.address + "#" + "联系人:" +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form1.data.callName + "#" + "联系电话:" + form1.data.callNum + "#"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+ "预约时间:" + form1.data.time + "报修详情:"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+ form1.data.infoDetailed;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/*console.log()是一个向控制台输出结果的方法，参数可以为字符串*/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console.log(infoStr);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ind w:firstLine="420" w:firstLineChars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1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&lt;/script&gt;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&lt;/body&gt;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color="auto" w:fill="F1F1F1" w:themeFill="background1" w:themeFillShade="F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&lt;/html&gt;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【问题1】（8分，每空1分）</w:t>
      </w:r>
    </w:p>
    <w:p>
      <w:pPr>
        <w:ind w:firstLine="420" w:firstLineChars="200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阅读和分析上述移动端“智慧物业”网站，回答下列问题，填写（a）～（h）。</w:t>
      </w:r>
    </w:p>
    <w:p>
      <w:pPr>
        <w:rPr>
          <w:rFonts w:ascii="宋体" w:hAnsi="宋体" w:eastAsia="宋体" w:cs="宋体"/>
          <w:b/>
          <w:bCs/>
          <w:color w:val="auto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shd w:val="clear" w:color="auto" w:fill="FFFFFF"/>
        </w:rPr>
        <w:t>1、移动端页面视区</w:t>
      </w:r>
    </w:p>
    <w:p>
      <w:pPr>
        <w:ind w:firstLine="420" w:firstLineChars="200"/>
        <w:rPr>
          <w:rFonts w:ascii="宋体" w:hAnsi="宋体" w:eastAsia="宋体" w:cs="宋体"/>
          <w:color w:val="auto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若要使页面适应移动端设备，需要设置meta标签的name值为</w:t>
      </w:r>
      <w:r>
        <w:rPr>
          <w:rFonts w:hint="eastAsia" w:ascii="宋体" w:hAnsi="宋体" w:eastAsia="宋体" w:cs="宋体"/>
          <w:color w:val="FF0000"/>
          <w:szCs w:val="21"/>
          <w:u w:val="single"/>
          <w:shd w:val="clear" w:color="auto" w:fill="FFFFFF"/>
        </w:rPr>
        <w:t>（a）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，该值是用户网页的可视区域，即“视区”。</w:t>
      </w:r>
    </w:p>
    <w:p>
      <w:pPr>
        <w:ind w:firstLine="420" w:firstLineChars="200"/>
        <w:rPr>
          <w:rFonts w:ascii="宋体" w:hAnsi="宋体" w:eastAsia="宋体" w:cs="宋体"/>
          <w:color w:val="auto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其中content中参数</w:t>
      </w:r>
      <w:r>
        <w:rPr>
          <w:rFonts w:hint="eastAsia" w:ascii="宋体" w:hAnsi="宋体" w:eastAsia="宋体" w:cs="宋体"/>
          <w:color w:val="FF0000"/>
          <w:szCs w:val="21"/>
          <w:u w:val="single"/>
          <w:shd w:val="clear" w:color="auto" w:fill="FFFFFF"/>
        </w:rPr>
        <w:t>（b）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可以设置控制视区的宽度，可以指定的一个值，如 600，或者特殊的值。若要设置页面的初始缩放比例，需要设置content中参数</w:t>
      </w:r>
      <w:r>
        <w:rPr>
          <w:rFonts w:hint="eastAsia" w:ascii="宋体" w:hAnsi="宋体" w:eastAsia="宋体" w:cs="宋体"/>
          <w:color w:val="FF0000"/>
          <w:szCs w:val="21"/>
          <w:u w:val="single"/>
          <w:shd w:val="clear" w:color="auto" w:fill="FFFFFF"/>
        </w:rPr>
        <w:t xml:space="preserve"> （c）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。</w:t>
      </w:r>
    </w:p>
    <w:p>
      <w:pPr>
        <w:rPr>
          <w:rFonts w:ascii="宋体" w:hAnsi="宋体" w:eastAsia="宋体" w:cs="宋体"/>
          <w:b/>
          <w:bCs/>
          <w:color w:val="auto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shd w:val="clear" w:color="auto" w:fill="FFFFFF"/>
        </w:rPr>
        <w:t>2、HTML5语义化元素</w:t>
      </w:r>
    </w:p>
    <w:p>
      <w:pPr>
        <w:ind w:firstLine="420" w:firstLineChars="200"/>
        <w:rPr>
          <w:rFonts w:ascii="宋体" w:hAnsi="宋体" w:eastAsia="宋体" w:cs="宋体"/>
          <w:color w:val="auto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在HTML5中用于定义文档的页眉的标签是</w:t>
      </w:r>
      <w:r>
        <w:rPr>
          <w:rFonts w:hint="eastAsia" w:ascii="宋体" w:hAnsi="宋体" w:eastAsia="宋体" w:cs="宋体"/>
          <w:color w:val="FF0000"/>
          <w:szCs w:val="21"/>
          <w:u w:val="single"/>
          <w:shd w:val="clear" w:color="auto" w:fill="FFFFFF"/>
        </w:rPr>
        <w:t>（d)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；用于定义文档或节的页脚的标签是</w:t>
      </w:r>
      <w:r>
        <w:rPr>
          <w:rFonts w:hint="eastAsia" w:ascii="宋体" w:hAnsi="宋体" w:eastAsia="宋体" w:cs="宋体"/>
          <w:color w:val="FF0000"/>
          <w:szCs w:val="21"/>
          <w:u w:val="single"/>
          <w:shd w:val="clear" w:color="auto" w:fill="FFFFFF"/>
        </w:rPr>
        <w:t>（e）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；用于定义文档中的节的标签是</w:t>
      </w:r>
      <w:r>
        <w:rPr>
          <w:rFonts w:hint="eastAsia" w:ascii="宋体" w:hAnsi="宋体" w:eastAsia="宋体" w:cs="宋体"/>
          <w:color w:val="FF0000"/>
          <w:szCs w:val="21"/>
          <w:u w:val="single"/>
          <w:shd w:val="clear" w:color="auto" w:fill="FFFFFF"/>
        </w:rPr>
        <w:t>（f）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。</w:t>
      </w:r>
    </w:p>
    <w:p>
      <w:pPr>
        <w:rPr>
          <w:rFonts w:hint="eastAsia" w:ascii="宋体" w:hAnsi="宋体" w:eastAsia="宋体" w:cs="宋体"/>
          <w:b/>
          <w:bCs/>
          <w:color w:val="auto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shd w:val="clear" w:color="auto" w:fill="FFFFFF"/>
        </w:rPr>
        <w:t>3、CSS3特性</w:t>
      </w:r>
      <w:r>
        <w:rPr>
          <w:rFonts w:hint="eastAsia" w:ascii="宋体" w:hAnsi="宋体" w:eastAsia="宋体" w:cs="宋体"/>
          <w:b/>
          <w:bCs/>
          <w:color w:val="auto"/>
          <w:szCs w:val="21"/>
          <w:shd w:val="clear" w:color="auto" w:fill="FFFFFF"/>
          <w:lang w:eastAsia="zh-CN"/>
        </w:rPr>
        <w:t>应用</w:t>
      </w:r>
    </w:p>
    <w:p>
      <w:pPr>
        <w:ind w:firstLine="420"/>
        <w:rPr>
          <w:rFonts w:hint="eastAsia" w:ascii="宋体" w:hAnsi="宋体" w:eastAsia="宋体" w:cs="宋体"/>
          <w:color w:val="auto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网站首页的标题使用了自定义字体</w:t>
      </w:r>
      <w:r>
        <w:rPr>
          <w:rFonts w:hint="eastAsia" w:ascii="宋体" w:hAnsi="宋体" w:eastAsia="宋体" w:cs="宋体"/>
          <w:color w:val="auto"/>
          <w:szCs w:val="21"/>
        </w:rPr>
        <w:t>myFont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，定义自定义字体需要css的</w:t>
      </w:r>
      <w:r>
        <w:rPr>
          <w:rFonts w:hint="eastAsia" w:ascii="宋体" w:hAnsi="宋体" w:eastAsia="宋体" w:cs="宋体"/>
          <w:color w:val="FF0000"/>
          <w:szCs w:val="21"/>
          <w:u w:val="single"/>
          <w:shd w:val="clear" w:color="auto" w:fill="FFFFFF"/>
        </w:rPr>
        <w:t>（g）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规则。</w:t>
      </w:r>
    </w:p>
    <w:p>
      <w:pPr>
        <w:numPr>
          <w:numId w:val="0"/>
        </w:numPr>
        <w:rPr>
          <w:rFonts w:hint="eastAsia" w:ascii="宋体" w:hAnsi="宋体" w:eastAsia="宋体" w:cs="宋体"/>
          <w:b/>
          <w:bCs/>
          <w:color w:val="auto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shd w:val="clear" w:color="auto" w:fill="FFFFFF"/>
          <w:lang w:val="en-US" w:eastAsia="zh-CN"/>
        </w:rPr>
        <w:t>4、表单属性应用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  <w:t>在该网站的页面中，对表单“输入元素”中的内容进行非空验证，可在表单“输入元素”中加入</w:t>
      </w:r>
      <w:r>
        <w:rPr>
          <w:rFonts w:hint="eastAsia" w:ascii="宋体" w:hAnsi="宋体" w:eastAsia="宋体" w:cs="宋体"/>
          <w:color w:val="FF0000"/>
          <w:szCs w:val="21"/>
          <w:u w:val="single"/>
          <w:shd w:val="clear" w:color="auto" w:fill="FFFFFF"/>
          <w:lang w:val="en-US" w:eastAsia="zh-CN"/>
        </w:rPr>
        <w:t>（h）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  <w:t>属性。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color w:val="auto"/>
          <w:szCs w:val="21"/>
          <w:shd w:val="clear" w:color="auto" w:fill="FFFFFF"/>
          <w:lang w:val="en-US" w:eastAsia="zh-CN"/>
        </w:rPr>
      </w:pP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【问题2】（8分，每空2分）</w:t>
      </w:r>
    </w:p>
    <w:p>
      <w:pPr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阅读和分析首页index.html代码，</w:t>
      </w:r>
      <w:r>
        <w:rPr>
          <w:rFonts w:hint="eastAsia" w:ascii="宋体" w:hAnsi="宋体" w:eastAsia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正确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选</w:t>
      </w:r>
      <w:r>
        <w:rPr>
          <w:rFonts w:hint="eastAsia" w:ascii="宋体" w:hAnsi="宋体" w:eastAsia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下列代码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1至代码8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补全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填写index.html</w:t>
      </w:r>
      <w:r>
        <w:rPr>
          <w:rFonts w:hint="eastAsia" w:ascii="宋体" w:hAnsi="宋体" w:eastAsia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宋体" w:hAnsi="宋体" w:eastAsia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处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代码。</w:t>
      </w:r>
    </w:p>
    <w:p>
      <w:pPr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代码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1：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first-line  </w:t>
      </w:r>
    </w:p>
    <w:p>
      <w:pPr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代码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2：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wrap  </w:t>
      </w:r>
    </w:p>
    <w:p>
      <w:pPr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代码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3：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background-color  </w:t>
      </w:r>
    </w:p>
    <w:p>
      <w:pPr>
        <w:ind w:firstLine="420" w:firstLineChars="200"/>
        <w:rPr>
          <w:rFonts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代码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4：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border-radius  </w:t>
      </w:r>
    </w:p>
    <w:p>
      <w:pPr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代码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5：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nowrap  </w:t>
      </w:r>
    </w:p>
    <w:p>
      <w:pPr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代码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6：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first-child    </w:t>
      </w:r>
    </w:p>
    <w:p>
      <w:pPr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代码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7：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border-right   </w:t>
      </w:r>
    </w:p>
    <w:p>
      <w:pPr>
        <w:ind w:firstLine="420" w:firstLineChars="200"/>
        <w:rPr>
          <w:rFonts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代码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8：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backgroud-clip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【问题3】（4分）</w:t>
      </w:r>
    </w:p>
    <w:p>
      <w:pPr>
        <w:ind w:firstLine="420" w:firstLineChars="200"/>
        <w:rPr>
          <w:rFonts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1"/>
        </w:rPr>
        <w:t>阅读和分析报事报修页面repair.html中代码，回答下面的问题，填写输出内容。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（1）在报事报修页面repair.html的</w:t>
      </w:r>
      <w:r>
        <w:rPr>
          <w:rFonts w:hint="eastAsia" w:ascii="宋体" w:hAnsi="宋体" w:eastAsia="宋体" w:cs="宋体"/>
          <w:szCs w:val="21"/>
        </w:rPr>
        <w:t>表单中输入各表单项的值：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“地址”值:13栋201室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“联系人”值:张三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“联系电话”值:12345678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“预约时间”值:201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-0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-01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“报修详情”值:管道堵塞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（2）点击“保存”按钮调用printForm()方法后，在该方法中使用“console.log(infoStr)”，请填写该语句向控制台输出的内容是</w:t>
      </w:r>
      <w:r>
        <w:rPr>
          <w:rFonts w:hint="eastAsia" w:ascii="宋体" w:hAnsi="宋体" w:eastAsia="宋体" w:cs="宋体"/>
          <w:color w:val="FF0000"/>
          <w:szCs w:val="21"/>
          <w:u w:val="single"/>
          <w:shd w:val="clear" w:color="auto" w:fill="FFFFFF"/>
        </w:rPr>
        <w:t>（ ）</w:t>
      </w: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66299B"/>
    <w:multiLevelType w:val="multilevel"/>
    <w:tmpl w:val="9466299B"/>
    <w:lvl w:ilvl="0" w:tentative="0">
      <w:start w:val="1"/>
      <w:numFmt w:val="decimal"/>
      <w:pStyle w:val="2"/>
      <w:suff w:val="space"/>
      <w:lvlText w:val="%1."/>
      <w:lvlJc w:val="left"/>
      <w:pPr>
        <w:tabs>
          <w:tab w:val="left" w:pos="420"/>
        </w:tabs>
        <w:ind w:left="429" w:hanging="429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tabs>
          <w:tab w:val="left" w:pos="420"/>
        </w:tabs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suff w:val="space"/>
      <w:lvlText w:val="%1.%2.%3."/>
      <w:lvlJc w:val="left"/>
      <w:pPr>
        <w:tabs>
          <w:tab w:val="left" w:pos="420"/>
        </w:tabs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suff w:val="space"/>
      <w:lvlText w:val="%1.%2.%3.%4."/>
      <w:lvlJc w:val="left"/>
      <w:pPr>
        <w:tabs>
          <w:tab w:val="left" w:pos="420"/>
        </w:tabs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94214"/>
    <w:rsid w:val="0455516A"/>
    <w:rsid w:val="058B39CA"/>
    <w:rsid w:val="060265C5"/>
    <w:rsid w:val="095D4802"/>
    <w:rsid w:val="09B601BC"/>
    <w:rsid w:val="09E72254"/>
    <w:rsid w:val="0D1D2228"/>
    <w:rsid w:val="0D294685"/>
    <w:rsid w:val="0EE61526"/>
    <w:rsid w:val="1073494B"/>
    <w:rsid w:val="154551FC"/>
    <w:rsid w:val="16485442"/>
    <w:rsid w:val="17B04A3D"/>
    <w:rsid w:val="17F65187"/>
    <w:rsid w:val="1C990B6F"/>
    <w:rsid w:val="1CE713D3"/>
    <w:rsid w:val="1D59726B"/>
    <w:rsid w:val="1E543FD1"/>
    <w:rsid w:val="1F0B18BE"/>
    <w:rsid w:val="21081589"/>
    <w:rsid w:val="21420FFA"/>
    <w:rsid w:val="21F32CD0"/>
    <w:rsid w:val="22801DCA"/>
    <w:rsid w:val="298A027C"/>
    <w:rsid w:val="2ABC1FD3"/>
    <w:rsid w:val="2EAF61BB"/>
    <w:rsid w:val="362B36FE"/>
    <w:rsid w:val="39385896"/>
    <w:rsid w:val="3CDC50C1"/>
    <w:rsid w:val="3E4A7FA5"/>
    <w:rsid w:val="3F4A20C7"/>
    <w:rsid w:val="421C578A"/>
    <w:rsid w:val="45034ABD"/>
    <w:rsid w:val="46754B99"/>
    <w:rsid w:val="46F9147F"/>
    <w:rsid w:val="48BD7CD0"/>
    <w:rsid w:val="490E656F"/>
    <w:rsid w:val="4994699B"/>
    <w:rsid w:val="4A271800"/>
    <w:rsid w:val="4A685C74"/>
    <w:rsid w:val="4AF95E73"/>
    <w:rsid w:val="4D3E7F87"/>
    <w:rsid w:val="4DA14A80"/>
    <w:rsid w:val="4DE77E10"/>
    <w:rsid w:val="5062257F"/>
    <w:rsid w:val="50DC5079"/>
    <w:rsid w:val="51044459"/>
    <w:rsid w:val="52BD35D0"/>
    <w:rsid w:val="53284373"/>
    <w:rsid w:val="54D633B2"/>
    <w:rsid w:val="550E56B5"/>
    <w:rsid w:val="56515E88"/>
    <w:rsid w:val="57732513"/>
    <w:rsid w:val="587A29B6"/>
    <w:rsid w:val="59116C57"/>
    <w:rsid w:val="593E0A80"/>
    <w:rsid w:val="5C267910"/>
    <w:rsid w:val="5D065720"/>
    <w:rsid w:val="5FD73744"/>
    <w:rsid w:val="5FED0091"/>
    <w:rsid w:val="5FF92B75"/>
    <w:rsid w:val="602A7618"/>
    <w:rsid w:val="60CA7D3D"/>
    <w:rsid w:val="62247BDC"/>
    <w:rsid w:val="631948E4"/>
    <w:rsid w:val="651A0883"/>
    <w:rsid w:val="66567E62"/>
    <w:rsid w:val="671F141A"/>
    <w:rsid w:val="68E304C1"/>
    <w:rsid w:val="6AD95899"/>
    <w:rsid w:val="6B323AA3"/>
    <w:rsid w:val="6D535020"/>
    <w:rsid w:val="6D5E2BDF"/>
    <w:rsid w:val="6EE67202"/>
    <w:rsid w:val="705820AE"/>
    <w:rsid w:val="72C30B83"/>
    <w:rsid w:val="741E148B"/>
    <w:rsid w:val="74B75106"/>
    <w:rsid w:val="76E43349"/>
    <w:rsid w:val="76F94214"/>
    <w:rsid w:val="77575BD2"/>
    <w:rsid w:val="77635563"/>
    <w:rsid w:val="77C71DB7"/>
    <w:rsid w:val="78BC645C"/>
    <w:rsid w:val="7CFB63F1"/>
    <w:rsid w:val="7E283A24"/>
    <w:rsid w:val="7E41771D"/>
    <w:rsid w:val="7ED8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beforeAutospacing="0" w:afterAutospacing="0" w:line="240" w:lineRule="auto"/>
      <w:ind w:left="431" w:hanging="431"/>
      <w:jc w:val="left"/>
      <w:outlineLvl w:val="0"/>
    </w:pPr>
    <w:rPr>
      <w:rFonts w:hint="eastAsia" w:cs="宋体"/>
      <w:b/>
      <w:kern w:val="44"/>
      <w:sz w:val="32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0"/>
    <w:pPr>
      <w:spacing w:after="50" w:afterLines="50"/>
      <w:jc w:val="center"/>
    </w:pPr>
    <w:rPr>
      <w:rFonts w:ascii="Arial" w:hAnsi="Arial" w:eastAsia="黑体"/>
      <w:b/>
      <w:sz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1"/>
    <w:qFormat/>
    <w:uiPriority w:val="0"/>
    <w:pPr>
      <w:spacing w:line="240" w:lineRule="auto"/>
      <w:ind w:firstLine="602" w:firstLine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图片"/>
    <w:basedOn w:val="1"/>
    <w:next w:val="1"/>
    <w:qFormat/>
    <w:uiPriority w:val="0"/>
    <w:pPr>
      <w:spacing w:line="240" w:lineRule="auto"/>
      <w:jc w:val="center"/>
    </w:pPr>
  </w:style>
  <w:style w:type="paragraph" w:customStyle="1" w:styleId="11">
    <w:name w:val="代码段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line="240" w:lineRule="auto"/>
      <w:ind w:left="0" w:firstLine="0" w:firstLineChars="0"/>
      <w:jc w:val="left"/>
    </w:pPr>
    <w:rPr>
      <w:rFonts w:eastAsiaTheme="minorEastAsi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ank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2019-07-24T02:13:00Z</dcterms:created>
  <dc:creator>月歌</dc:creator>
  <cp:lastModifiedBy>mqh</cp:lastModifiedBy>
  <dcterms:modified xsi:type="dcterms:W3CDTF">2019-07-26T03:12:13Z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