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2019年下半年“Web前端开发高级”实操考试评分细则</w:t>
      </w:r>
    </w:p>
    <w:p>
      <w:pPr>
        <w:shd w:val="clear" w:color="auto" w:fill="FFFFFF" w:themeFill="background1"/>
        <w:ind w:firstLine="420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bidi="ar"/>
        </w:rPr>
        <w:t>试题一（30分</w:t>
      </w:r>
      <w:r>
        <w:rPr>
          <w:rFonts w:hint="eastAsia" w:ascii="Times New Roman" w:hAnsi="Times New Roman" w:eastAsia="宋体" w:cs="Times New Roman"/>
          <w:sz w:val="32"/>
          <w:szCs w:val="48"/>
          <w:lang w:eastAsia="zh-CN" w:bidi="ar"/>
        </w:rPr>
        <w:t>）</w:t>
      </w:r>
      <w:bookmarkStart w:id="0" w:name="_GoBack"/>
      <w:bookmarkEnd w:id="0"/>
    </w:p>
    <w:p>
      <w:pPr>
        <w:shd w:val="clear" w:color="auto" w:fill="FFFFFF" w:themeFill="background1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【问题】（30分）</w:t>
      </w:r>
    </w:p>
    <w:p>
      <w:pPr>
        <w:ind w:left="420" w:leftChars="200"/>
      </w:pPr>
      <w:r>
        <w:rPr>
          <w:rFonts w:hint="eastAsia"/>
        </w:rPr>
        <w:t>（1）v-for="item in books"</w:t>
      </w:r>
    </w:p>
    <w:p>
      <w:pPr>
        <w:ind w:left="420" w:leftChars="200"/>
      </w:pPr>
      <w:r>
        <w:rPr>
          <w:rFonts w:hint="eastAsia"/>
        </w:rPr>
        <w:t>（2）router-link</w:t>
      </w:r>
    </w:p>
    <w:p>
      <w:pPr>
        <w:ind w:left="420" w:leftChars="200"/>
      </w:pPr>
      <w:r>
        <w:rPr>
          <w:rFonts w:hint="eastAsia"/>
        </w:rPr>
        <w:t>（3）v-bind:src="item.img"</w:t>
      </w:r>
    </w:p>
    <w:p>
      <w:pPr>
        <w:ind w:left="420" w:leftChars="200"/>
      </w:pPr>
      <w:r>
        <w:rPr>
          <w:rFonts w:hint="eastAsia"/>
        </w:rPr>
        <w:t>（4）components</w:t>
      </w:r>
    </w:p>
    <w:p>
      <w:pPr>
        <w:ind w:left="420" w:leftChars="200"/>
      </w:pPr>
      <w:r>
        <w:rPr>
          <w:rFonts w:hint="eastAsia"/>
        </w:rPr>
        <w:t>（5）created</w:t>
      </w:r>
    </w:p>
    <w:p>
      <w:pPr>
        <w:ind w:left="420" w:leftChars="200"/>
      </w:pPr>
      <w:r>
        <w:rPr>
          <w:rFonts w:hint="eastAsia"/>
        </w:rPr>
        <w:t>（6）getContext</w:t>
      </w:r>
    </w:p>
    <w:p>
      <w:pPr>
        <w:ind w:left="420" w:leftChars="200"/>
      </w:pPr>
      <w:r>
        <w:rPr>
          <w:rFonts w:hint="eastAsia"/>
        </w:rPr>
        <w:t>（7）moveTo</w:t>
      </w:r>
    </w:p>
    <w:p>
      <w:pPr>
        <w:ind w:left="420" w:leftChars="200"/>
      </w:pPr>
      <w:r>
        <w:rPr>
          <w:rFonts w:hint="eastAsia"/>
        </w:rPr>
        <w:t>（8）@contentPadding</w:t>
      </w:r>
    </w:p>
    <w:p>
      <w:pPr>
        <w:ind w:left="420" w:leftChars="200"/>
      </w:pPr>
      <w:r>
        <w:rPr>
          <w:rFonts w:hint="eastAsia"/>
        </w:rPr>
        <w:t>（9）.textAlign</w:t>
      </w:r>
    </w:p>
    <w:p>
      <w:pPr>
        <w:ind w:left="420" w:leftChars="200"/>
      </w:pPr>
      <w:r>
        <w:rPr>
          <w:rFonts w:hint="eastAsia"/>
        </w:rPr>
        <w:t>（10）ui-block-a</w:t>
      </w:r>
    </w:p>
    <w:p>
      <w:pPr>
        <w:ind w:left="420" w:leftChars="200"/>
      </w:pPr>
      <w:r>
        <w:rPr>
          <w:rFonts w:hint="eastAsia"/>
        </w:rPr>
        <w:t>（11）ui-block-b</w:t>
      </w:r>
    </w:p>
    <w:p>
      <w:pPr>
        <w:ind w:left="420" w:leftChars="200"/>
      </w:pPr>
      <w:r>
        <w:rPr>
          <w:rFonts w:hint="eastAsia"/>
        </w:rPr>
        <w:t>（12）transform-origin</w:t>
      </w:r>
    </w:p>
    <w:p>
      <w:pPr>
        <w:ind w:left="420" w:leftChars="200"/>
      </w:pPr>
      <w:r>
        <w:rPr>
          <w:rFonts w:hint="eastAsia"/>
        </w:rPr>
        <w:t>（13）scale(2)</w:t>
      </w:r>
    </w:p>
    <w:p>
      <w:pPr>
        <w:ind w:left="420" w:leftChars="200"/>
      </w:pPr>
      <w:r>
        <w:rPr>
          <w:rFonts w:hint="eastAsia"/>
        </w:rPr>
        <w:t>（14）rect</w:t>
      </w:r>
    </w:p>
    <w:p>
      <w:pPr>
        <w:ind w:left="420" w:leftChars="200"/>
      </w:pPr>
      <w:r>
        <w:rPr>
          <w:rFonts w:hint="eastAsia"/>
        </w:rPr>
        <w:t>（15）transform</w:t>
      </w:r>
    </w:p>
    <w:p>
      <w:pPr>
        <w:ind w:firstLine="422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（每空2分，共30分）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ascii="Times New Roman" w:hAnsi="Times New Roman" w:eastAsia="宋体" w:cs="Times New Roman"/>
          <w:sz w:val="32"/>
          <w:szCs w:val="48"/>
          <w:lang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bidi="ar"/>
        </w:rPr>
        <w:t>试题二（20分）</w:t>
      </w:r>
    </w:p>
    <w:p>
      <w:pPr>
        <w:shd w:val="clear" w:color="auto" w:fill="FFFFFF" w:themeFill="background1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【问题】（20分）</w:t>
      </w:r>
    </w:p>
    <w:p>
      <w:pPr>
        <w:ind w:left="420" w:leftChars="200"/>
      </w:pPr>
      <w:r>
        <w:rPr>
          <w:rFonts w:hint="eastAsia"/>
        </w:rPr>
        <w:t>（1）require('./routes/index.js');</w:t>
      </w:r>
    </w:p>
    <w:p>
      <w:pPr>
        <w:ind w:left="420" w:leftChars="200"/>
      </w:pPr>
      <w:r>
        <w:rPr>
          <w:rFonts w:hint="eastAsia"/>
        </w:rPr>
        <w:t>（2）next();</w:t>
      </w:r>
    </w:p>
    <w:p>
      <w:pPr>
        <w:ind w:left="420" w:leftChars="200"/>
      </w:pPr>
      <w:r>
        <w:rPr>
          <w:rFonts w:hint="eastAsia"/>
        </w:rPr>
        <w:t>（3）app.use('/',indexRouter);</w:t>
      </w:r>
    </w:p>
    <w:p>
      <w:pPr>
        <w:ind w:left="420" w:leftChars="200"/>
      </w:pPr>
      <w:r>
        <w:rPr>
          <w:rFonts w:hint="eastAsia"/>
        </w:rPr>
        <w:t>（4）createServer/Server</w:t>
      </w:r>
    </w:p>
    <w:p>
      <w:pPr>
        <w:ind w:left="420" w:leftChars="200"/>
      </w:pPr>
      <w:r>
        <w:rPr>
          <w:rFonts w:hint="eastAsia"/>
        </w:rPr>
        <w:t>（5）listen</w:t>
      </w:r>
    </w:p>
    <w:p>
      <w:pPr>
        <w:ind w:left="420" w:leftChars="200"/>
      </w:pPr>
      <w:r>
        <w:rPr>
          <w:rFonts w:hint="eastAsia"/>
        </w:rPr>
        <w:t>（6）createPool</w:t>
      </w:r>
    </w:p>
    <w:p>
      <w:pPr>
        <w:ind w:left="420" w:leftChars="200"/>
      </w:pPr>
      <w:r>
        <w:rPr>
          <w:rFonts w:hint="eastAsia"/>
        </w:rPr>
        <w:t>（7）getConnection</w:t>
      </w:r>
    </w:p>
    <w:p>
      <w:pPr>
        <w:ind w:left="420" w:leftChars="200"/>
      </w:pPr>
      <w:r>
        <w:rPr>
          <w:rFonts w:hint="eastAsia"/>
        </w:rPr>
        <w:t>（8）query</w:t>
      </w:r>
    </w:p>
    <w:p>
      <w:pPr>
        <w:ind w:left="420" w:leftChars="200"/>
      </w:pPr>
      <w:r>
        <w:rPr>
          <w:rFonts w:hint="eastAsia"/>
        </w:rPr>
        <w:t>（9）release</w:t>
      </w:r>
    </w:p>
    <w:p>
      <w:pPr>
        <w:ind w:left="420" w:leftChars="200"/>
      </w:pPr>
      <w:r>
        <w:rPr>
          <w:rFonts w:hint="eastAsia"/>
        </w:rPr>
        <w:t>（10）callback(results);</w:t>
      </w:r>
    </w:p>
    <w:p>
      <w:pPr>
        <w:ind w:left="420" w:leftChars="200"/>
      </w:pPr>
      <w:r>
        <w:rPr>
          <w:rFonts w:hint="eastAsia"/>
        </w:rPr>
        <w:t>（11）require('../util/db.js');</w:t>
      </w:r>
    </w:p>
    <w:p>
      <w:pPr>
        <w:ind w:left="420" w:leftChars="200"/>
      </w:pPr>
      <w:r>
        <w:rPr>
          <w:rFonts w:hint="eastAsia"/>
        </w:rPr>
        <w:t>（12）</w:t>
      </w:r>
    </w:p>
    <w:p>
      <w:pPr>
        <w:ind w:left="420" w:leftChars="200"/>
      </w:pPr>
      <w:r>
        <w:rPr>
          <w:rFonts w:hint="eastAsia"/>
        </w:rPr>
        <w:t>let sql = "SELECT * FROM book";</w:t>
      </w:r>
    </w:p>
    <w:p>
      <w:pPr>
        <w:ind w:left="420" w:leftChars="200"/>
      </w:pPr>
      <w:r>
        <w:rPr>
          <w:rFonts w:hint="eastAsia"/>
        </w:rPr>
        <w:t>db.query(sql, (data) =&gt; {</w:t>
      </w:r>
    </w:p>
    <w:p>
      <w:pPr>
        <w:ind w:left="420" w:leftChars="200"/>
      </w:pPr>
      <w:r>
        <w:rPr>
          <w:rFonts w:hint="eastAsia"/>
        </w:rPr>
        <w:t>callback(data);</w:t>
      </w:r>
    </w:p>
    <w:p>
      <w:pPr>
        <w:ind w:left="420" w:leftChars="200"/>
      </w:pPr>
      <w:r>
        <w:rPr>
          <w:rFonts w:hint="eastAsia"/>
        </w:rPr>
        <w:t>})</w:t>
      </w:r>
    </w:p>
    <w:p>
      <w:pPr>
        <w:ind w:left="420" w:leftChars="200"/>
      </w:pPr>
      <w:r>
        <w:rPr>
          <w:rFonts w:hint="eastAsia"/>
        </w:rPr>
        <w:t>（13）</w:t>
      </w:r>
    </w:p>
    <w:p>
      <w:pPr>
        <w:ind w:left="420" w:leftChars="200"/>
      </w:pPr>
      <w:r>
        <w:rPr>
          <w:rFonts w:hint="eastAsia"/>
        </w:rPr>
        <w:t>book.bookList(req, (data) =&gt; {</w:t>
      </w:r>
    </w:p>
    <w:p>
      <w:pPr>
        <w:ind w:left="420" w:leftChars="200"/>
      </w:pPr>
      <w:r>
        <w:rPr>
          <w:rFonts w:hint="eastAsia"/>
        </w:rPr>
        <w:t>res.json({</w:t>
      </w:r>
    </w:p>
    <w:p>
      <w:pPr>
        <w:ind w:left="420" w:leftChars="200"/>
      </w:pPr>
      <w:r>
        <w:rPr>
          <w:rFonts w:hint="eastAsia"/>
        </w:rPr>
        <w:t>data:data,</w:t>
      </w:r>
    </w:p>
    <w:p>
      <w:pPr>
        <w:ind w:left="420" w:leftChars="200"/>
      </w:pPr>
      <w:r>
        <w:rPr>
          <w:rFonts w:hint="eastAsia"/>
        </w:rPr>
        <w:t>state:200</w:t>
      </w:r>
    </w:p>
    <w:p>
      <w:pPr>
        <w:ind w:left="420" w:leftChars="200"/>
      </w:pPr>
      <w:r>
        <w:rPr>
          <w:rFonts w:hint="eastAsia"/>
        </w:rPr>
        <w:t>})</w:t>
      </w:r>
    </w:p>
    <w:p>
      <w:pPr>
        <w:ind w:left="420" w:leftChars="200"/>
      </w:pPr>
      <w:r>
        <w:rPr>
          <w:rFonts w:hint="eastAsia"/>
        </w:rPr>
        <w:t>})</w:t>
      </w:r>
    </w:p>
    <w:p>
      <w:pPr>
        <w:ind w:left="420" w:leftChars="200"/>
      </w:pPr>
      <w:r>
        <w:rPr>
          <w:rFonts w:hint="eastAsia"/>
        </w:rPr>
        <w:t>（14）callback + '(' + data + ')'</w:t>
      </w:r>
    </w:p>
    <w:p>
      <w:pPr>
        <w:ind w:left="420" w:leftChars="200"/>
      </w:pPr>
      <w:r>
        <w:rPr>
          <w:rFonts w:hint="eastAsia"/>
        </w:rPr>
        <w:t>（15）callback=books</w:t>
      </w:r>
    </w:p>
    <w:p>
      <w:pPr>
        <w:ind w:firstLine="422" w:firstLineChars="200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（1至11题每空1分，12题3分，13-15题每空2分，共20分）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ascii="Times New Roman" w:hAnsi="Times New Roman" w:eastAsia="宋体" w:cs="Times New Roman"/>
          <w:sz w:val="32"/>
          <w:szCs w:val="48"/>
          <w:lang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bidi="ar"/>
        </w:rPr>
        <w:t>试题三（30分）</w:t>
      </w:r>
    </w:p>
    <w:p>
      <w:pPr>
        <w:shd w:val="clear" w:color="auto" w:fill="FFFFFF" w:themeFill="background1"/>
        <w:rPr>
          <w:rFonts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【问题】（30分）</w:t>
      </w:r>
    </w:p>
    <w:p>
      <w:pPr>
        <w:ind w:left="420" w:leftChars="200"/>
      </w:pPr>
      <w:r>
        <w:rPr>
          <w:rFonts w:hint="eastAsia"/>
        </w:rPr>
        <w:t>（1）Model</w:t>
      </w:r>
    </w:p>
    <w:p>
      <w:pPr>
        <w:ind w:left="420" w:leftChars="200"/>
      </w:pPr>
      <w:r>
        <w:rPr>
          <w:rFonts w:hint="eastAsia"/>
        </w:rPr>
        <w:t>（2）Controller</w:t>
      </w:r>
    </w:p>
    <w:p>
      <w:pPr>
        <w:ind w:left="420" w:leftChars="200"/>
      </w:pPr>
      <w:r>
        <w:rPr>
          <w:rFonts w:hint="eastAsia"/>
        </w:rPr>
        <w:t>（3）A</w:t>
      </w:r>
    </w:p>
    <w:p>
      <w:pPr>
        <w:ind w:left="420" w:leftChars="200"/>
      </w:pPr>
      <w:r>
        <w:rPr>
          <w:rFonts w:hint="eastAsia"/>
        </w:rPr>
        <w:t>（4）D</w:t>
      </w:r>
    </w:p>
    <w:p>
      <w:pPr>
        <w:ind w:left="420" w:leftChars="200"/>
      </w:pPr>
      <w:r>
        <w:rPr>
          <w:rFonts w:hint="eastAsia"/>
        </w:rPr>
        <w:t>（5）B</w:t>
      </w:r>
    </w:p>
    <w:p>
      <w:pPr>
        <w:ind w:left="420" w:leftChars="200"/>
      </w:pPr>
      <w:r>
        <w:rPr>
          <w:rFonts w:hint="eastAsia"/>
        </w:rPr>
        <w:t>（6）createServer(app)/Server(app)</w:t>
      </w:r>
    </w:p>
    <w:p>
      <w:pPr>
        <w:ind w:left="420" w:leftChars="200"/>
      </w:pPr>
      <w:r>
        <w:rPr>
          <w:rFonts w:hint="eastAsia"/>
        </w:rPr>
        <w:t>（7）B</w:t>
      </w:r>
    </w:p>
    <w:p>
      <w:pPr>
        <w:ind w:left="420" w:leftChars="200"/>
      </w:pPr>
      <w:r>
        <w:rPr>
          <w:rFonts w:hint="eastAsia"/>
        </w:rPr>
        <w:t>（8）C</w:t>
      </w:r>
    </w:p>
    <w:p>
      <w:pPr>
        <w:ind w:left="420" w:leftChars="200"/>
      </w:pPr>
      <w:r>
        <w:rPr>
          <w:rFonts w:hint="eastAsia"/>
        </w:rPr>
        <w:t>（9）target</w:t>
      </w:r>
    </w:p>
    <w:p>
      <w:pPr>
        <w:ind w:left="420" w:leftChars="200"/>
      </w:pPr>
      <w:r>
        <w:rPr>
          <w:rFonts w:hint="eastAsia"/>
        </w:rPr>
        <w:t>（10）changeOrigin</w:t>
      </w:r>
    </w:p>
    <w:p>
      <w:pPr>
        <w:ind w:left="420" w:leftChars="200"/>
      </w:pPr>
      <w:r>
        <w:rPr>
          <w:rFonts w:hint="eastAsia"/>
        </w:rPr>
        <w:t>（11）v-for="item in info"</w:t>
      </w:r>
    </w:p>
    <w:p>
      <w:pPr>
        <w:ind w:left="420" w:leftChars="200"/>
      </w:pPr>
      <w:r>
        <w:rPr>
          <w:rFonts w:hint="eastAsia"/>
        </w:rPr>
        <w:t>（12）get</w:t>
      </w:r>
    </w:p>
    <w:p>
      <w:pPr>
        <w:ind w:left="420" w:leftChars="200"/>
      </w:pPr>
      <w:r>
        <w:rPr>
          <w:rFonts w:hint="eastAsia"/>
        </w:rPr>
        <w:t>（13）params</w:t>
      </w:r>
    </w:p>
    <w:p>
      <w:pPr>
        <w:ind w:left="420" w:leftChars="200"/>
      </w:pPr>
      <w:r>
        <w:rPr>
          <w:rFonts w:hint="eastAsia"/>
        </w:rPr>
        <w:t>（14）delete</w:t>
      </w:r>
    </w:p>
    <w:p>
      <w:pPr>
        <w:ind w:left="420" w:leftChars="200"/>
      </w:pPr>
      <w:r>
        <w:rPr>
          <w:rFonts w:hint="eastAsia"/>
        </w:rPr>
        <w:t>（15）data</w:t>
      </w:r>
    </w:p>
    <w:p>
      <w:pPr>
        <w:rPr>
          <w:rFonts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szCs w:val="21"/>
        </w:rPr>
        <w:t>（每空2分，共30分）</w:t>
      </w:r>
    </w:p>
    <w:p>
      <w:pPr>
        <w:pStyle w:val="3"/>
        <w:ind w:firstLine="0" w:firstLineChars="0"/>
        <w:rPr>
          <w:rFonts w:ascii="Times New Roman" w:hAnsi="Times New Roman" w:eastAsia="宋体" w:cs="Times New Roman"/>
        </w:rPr>
      </w:pPr>
    </w:p>
    <w:p>
      <w:pPr>
        <w:shd w:val="clear" w:color="auto" w:fill="FFFFFF" w:themeFill="background1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spacing w:before="0" w:after="0" w:line="240" w:lineRule="auto"/>
        <w:ind w:left="431" w:hanging="431"/>
        <w:jc w:val="left"/>
        <w:rPr>
          <w:rFonts w:ascii="Times New Roman" w:hAnsi="Times New Roman" w:eastAsia="宋体" w:cs="Times New Roman"/>
          <w:sz w:val="32"/>
          <w:szCs w:val="48"/>
          <w:lang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bidi="ar"/>
        </w:rPr>
        <w:t>试题四（20分）</w:t>
      </w:r>
    </w:p>
    <w:p>
      <w:pPr>
        <w:shd w:val="clear" w:color="auto" w:fill="FFFFFF" w:themeFill="background1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【问题】（20分）</w:t>
      </w:r>
    </w:p>
    <w:p>
      <w:pPr>
        <w:ind w:left="420" w:leftChars="200"/>
      </w:pPr>
      <w:r>
        <w:rPr>
          <w:rFonts w:hint="eastAsia"/>
        </w:rPr>
        <w:t>（1）A</w:t>
      </w:r>
    </w:p>
    <w:p>
      <w:pPr>
        <w:ind w:left="420" w:leftChars="200"/>
      </w:pPr>
      <w:r>
        <w:rPr>
          <w:rFonts w:hint="eastAsia"/>
        </w:rPr>
        <w:t>（2）header</w:t>
      </w:r>
    </w:p>
    <w:p>
      <w:pPr>
        <w:ind w:left="420" w:leftChars="200"/>
      </w:pPr>
      <w:r>
        <w:rPr>
          <w:rFonts w:hint="eastAsia"/>
        </w:rPr>
        <w:t>（3）nav</w:t>
      </w:r>
    </w:p>
    <w:p>
      <w:pPr>
        <w:ind w:left="420" w:leftChars="200"/>
      </w:pPr>
      <w:r>
        <w:rPr>
          <w:rFonts w:hint="eastAsia"/>
        </w:rPr>
        <w:t>（4）section</w:t>
      </w:r>
    </w:p>
    <w:p>
      <w:pPr>
        <w:ind w:left="420" w:leftChars="200"/>
      </w:pPr>
      <w:r>
        <w:rPr>
          <w:rFonts w:hint="eastAsia"/>
        </w:rPr>
        <w:t>（5）footer</w:t>
      </w:r>
    </w:p>
    <w:p>
      <w:pPr>
        <w:ind w:left="420" w:leftChars="200"/>
      </w:pPr>
      <w:r>
        <w:rPr>
          <w:rFonts w:hint="eastAsia"/>
        </w:rPr>
        <w:t>（6）C</w:t>
      </w:r>
    </w:p>
    <w:p>
      <w:pPr>
        <w:ind w:left="420" w:leftChars="200"/>
      </w:pPr>
      <w:r>
        <w:rPr>
          <w:rFonts w:hint="eastAsia"/>
        </w:rPr>
        <w:t>（7）D</w:t>
      </w:r>
    </w:p>
    <w:p>
      <w:pPr>
        <w:ind w:left="420" w:leftChars="200"/>
      </w:pPr>
      <w:r>
        <w:rPr>
          <w:rFonts w:hint="eastAsia"/>
        </w:rPr>
        <w:t>（8）B</w:t>
      </w:r>
    </w:p>
    <w:p>
      <w:pPr>
        <w:ind w:left="420" w:leftChars="200"/>
      </w:pPr>
      <w:r>
        <w:rPr>
          <w:rFonts w:hint="eastAsia"/>
        </w:rPr>
        <w:t>（9）new Image()</w:t>
      </w:r>
    </w:p>
    <w:p>
      <w:pPr>
        <w:ind w:left="420" w:leftChars="200"/>
      </w:pPr>
      <w:r>
        <w:rPr>
          <w:rFonts w:hint="eastAsia"/>
        </w:rPr>
        <w:t>（10）drawImage</w:t>
      </w:r>
    </w:p>
    <w:p>
      <w:pPr>
        <w:ind w:left="420" w:leftChars="200"/>
      </w:pPr>
      <w:r>
        <w:rPr>
          <w:rFonts w:hint="eastAsia"/>
        </w:rPr>
        <w:t>（11）toDataURL</w:t>
      </w:r>
    </w:p>
    <w:p>
      <w:pPr>
        <w:ind w:left="420" w:leftChars="200"/>
      </w:pPr>
      <w:r>
        <w:rPr>
          <w:rFonts w:hint="eastAsia"/>
        </w:rPr>
        <w:t>（12）D</w:t>
      </w:r>
    </w:p>
    <w:p>
      <w:pPr>
        <w:ind w:left="420" w:leftChars="200"/>
      </w:pPr>
      <w:r>
        <w:rPr>
          <w:rFonts w:hint="eastAsia"/>
        </w:rPr>
        <w:t>（13）Cache-Control</w:t>
      </w:r>
    </w:p>
    <w:p>
      <w:pPr>
        <w:ind w:left="420" w:leftChars="200"/>
      </w:pPr>
      <w:r>
        <w:rPr>
          <w:rFonts w:hint="eastAsia"/>
        </w:rPr>
        <w:t>（14）B</w:t>
      </w:r>
    </w:p>
    <w:p>
      <w:pPr>
        <w:ind w:left="420" w:leftChars="200"/>
      </w:pPr>
      <w:r>
        <w:rPr>
          <w:rFonts w:hint="eastAsia"/>
        </w:rPr>
        <w:t>（15）npm run build</w:t>
      </w:r>
    </w:p>
    <w:p>
      <w:pPr>
        <w:ind w:firstLine="422" w:firstLineChars="2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（1、3、4、5、9、11每空1分，6、7、8、10、12每空2分，第2题4分，共20分）</w:t>
      </w:r>
    </w:p>
    <w:p>
      <w:pPr>
        <w:shd w:val="clear" w:color="auto" w:fill="FFFFFF" w:themeFill="background1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 w:themeFill="background1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AE070"/>
    <w:multiLevelType w:val="singleLevel"/>
    <w:tmpl w:val="BEFAE070"/>
    <w:lvl w:ilvl="0" w:tentative="0">
      <w:start w:val="1"/>
      <w:numFmt w:val="bullet"/>
      <w:pStyle w:val="8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4D"/>
    <w:rsid w:val="000F7F3D"/>
    <w:rsid w:val="00694C4D"/>
    <w:rsid w:val="006F0259"/>
    <w:rsid w:val="00767074"/>
    <w:rsid w:val="0077263B"/>
    <w:rsid w:val="007A7B65"/>
    <w:rsid w:val="00862910"/>
    <w:rsid w:val="00B84CCC"/>
    <w:rsid w:val="00B93B2B"/>
    <w:rsid w:val="00E201A4"/>
    <w:rsid w:val="00E77F21"/>
    <w:rsid w:val="00FD55D4"/>
    <w:rsid w:val="016B6D52"/>
    <w:rsid w:val="01753DF8"/>
    <w:rsid w:val="01C50783"/>
    <w:rsid w:val="022C0792"/>
    <w:rsid w:val="02F2442E"/>
    <w:rsid w:val="03600805"/>
    <w:rsid w:val="03654E7D"/>
    <w:rsid w:val="04CC5AEB"/>
    <w:rsid w:val="04E56FCA"/>
    <w:rsid w:val="056D35C9"/>
    <w:rsid w:val="05C73D57"/>
    <w:rsid w:val="061151F6"/>
    <w:rsid w:val="062C7939"/>
    <w:rsid w:val="070648ED"/>
    <w:rsid w:val="072A0AEC"/>
    <w:rsid w:val="08920A7A"/>
    <w:rsid w:val="08F02730"/>
    <w:rsid w:val="0A7B5209"/>
    <w:rsid w:val="0A984D93"/>
    <w:rsid w:val="0AE37F47"/>
    <w:rsid w:val="0B216468"/>
    <w:rsid w:val="0B4B24D9"/>
    <w:rsid w:val="0B791C1D"/>
    <w:rsid w:val="0BB455B9"/>
    <w:rsid w:val="0CD0296E"/>
    <w:rsid w:val="0CD32CD1"/>
    <w:rsid w:val="0D773E3F"/>
    <w:rsid w:val="0E531882"/>
    <w:rsid w:val="0E580DED"/>
    <w:rsid w:val="0E6A62E7"/>
    <w:rsid w:val="0E8A1457"/>
    <w:rsid w:val="0EAE38E7"/>
    <w:rsid w:val="0EBD3113"/>
    <w:rsid w:val="0EFD6446"/>
    <w:rsid w:val="0F854559"/>
    <w:rsid w:val="0FC91808"/>
    <w:rsid w:val="106E0A33"/>
    <w:rsid w:val="108E22E9"/>
    <w:rsid w:val="113439C1"/>
    <w:rsid w:val="11604A59"/>
    <w:rsid w:val="118A3A72"/>
    <w:rsid w:val="11C42515"/>
    <w:rsid w:val="125C11D4"/>
    <w:rsid w:val="12626648"/>
    <w:rsid w:val="136A1D61"/>
    <w:rsid w:val="1387707E"/>
    <w:rsid w:val="138F4F9E"/>
    <w:rsid w:val="13C438C0"/>
    <w:rsid w:val="1405562A"/>
    <w:rsid w:val="1414410D"/>
    <w:rsid w:val="146E1099"/>
    <w:rsid w:val="14A1789F"/>
    <w:rsid w:val="14C3551C"/>
    <w:rsid w:val="15AD3FD4"/>
    <w:rsid w:val="16074E2B"/>
    <w:rsid w:val="1641297A"/>
    <w:rsid w:val="165748F6"/>
    <w:rsid w:val="16A80AA8"/>
    <w:rsid w:val="16FD3BCD"/>
    <w:rsid w:val="17033906"/>
    <w:rsid w:val="177F1400"/>
    <w:rsid w:val="17B83308"/>
    <w:rsid w:val="17E126EF"/>
    <w:rsid w:val="18A31D49"/>
    <w:rsid w:val="1926696E"/>
    <w:rsid w:val="193D1639"/>
    <w:rsid w:val="196D54BA"/>
    <w:rsid w:val="1A1F7786"/>
    <w:rsid w:val="1CB24415"/>
    <w:rsid w:val="1D863D5F"/>
    <w:rsid w:val="1DC67364"/>
    <w:rsid w:val="1E264743"/>
    <w:rsid w:val="1EED0F64"/>
    <w:rsid w:val="20541692"/>
    <w:rsid w:val="20800BE0"/>
    <w:rsid w:val="208D63FE"/>
    <w:rsid w:val="21346013"/>
    <w:rsid w:val="21DF5E2A"/>
    <w:rsid w:val="22013261"/>
    <w:rsid w:val="244C6280"/>
    <w:rsid w:val="245443B1"/>
    <w:rsid w:val="24FF6BB1"/>
    <w:rsid w:val="2584465D"/>
    <w:rsid w:val="27121E7E"/>
    <w:rsid w:val="27C12CB5"/>
    <w:rsid w:val="28371F7E"/>
    <w:rsid w:val="28894BEF"/>
    <w:rsid w:val="28D672A7"/>
    <w:rsid w:val="29291631"/>
    <w:rsid w:val="29662E26"/>
    <w:rsid w:val="2A65353A"/>
    <w:rsid w:val="2AA5513E"/>
    <w:rsid w:val="2AA91DC0"/>
    <w:rsid w:val="2AD7423A"/>
    <w:rsid w:val="2AE258F5"/>
    <w:rsid w:val="2B926821"/>
    <w:rsid w:val="2C773498"/>
    <w:rsid w:val="2CA96AA3"/>
    <w:rsid w:val="2DB93028"/>
    <w:rsid w:val="2DDF74E7"/>
    <w:rsid w:val="2DF51848"/>
    <w:rsid w:val="2E5B4DD5"/>
    <w:rsid w:val="2EDA5591"/>
    <w:rsid w:val="2EF53157"/>
    <w:rsid w:val="2F4C752F"/>
    <w:rsid w:val="2F563A34"/>
    <w:rsid w:val="302D5176"/>
    <w:rsid w:val="30AD2E40"/>
    <w:rsid w:val="31081E9F"/>
    <w:rsid w:val="31A907C2"/>
    <w:rsid w:val="31C079A2"/>
    <w:rsid w:val="321E4ED6"/>
    <w:rsid w:val="32744426"/>
    <w:rsid w:val="32A375A2"/>
    <w:rsid w:val="32C439B1"/>
    <w:rsid w:val="340434C2"/>
    <w:rsid w:val="34296263"/>
    <w:rsid w:val="343C7F55"/>
    <w:rsid w:val="346B3245"/>
    <w:rsid w:val="34871A13"/>
    <w:rsid w:val="349542B6"/>
    <w:rsid w:val="35584794"/>
    <w:rsid w:val="355A4C98"/>
    <w:rsid w:val="35947D61"/>
    <w:rsid w:val="35C50638"/>
    <w:rsid w:val="35CA17D5"/>
    <w:rsid w:val="35DF2E5B"/>
    <w:rsid w:val="362470EA"/>
    <w:rsid w:val="36821BB7"/>
    <w:rsid w:val="37834471"/>
    <w:rsid w:val="3791790A"/>
    <w:rsid w:val="38412851"/>
    <w:rsid w:val="384F1B51"/>
    <w:rsid w:val="38A10321"/>
    <w:rsid w:val="38D056C2"/>
    <w:rsid w:val="39056F59"/>
    <w:rsid w:val="39253181"/>
    <w:rsid w:val="39676EC3"/>
    <w:rsid w:val="39755254"/>
    <w:rsid w:val="39AC7983"/>
    <w:rsid w:val="3A1D44A3"/>
    <w:rsid w:val="3A8D29F5"/>
    <w:rsid w:val="3AE1439E"/>
    <w:rsid w:val="3B9D79CE"/>
    <w:rsid w:val="3C082FF6"/>
    <w:rsid w:val="3C174D9A"/>
    <w:rsid w:val="3D480638"/>
    <w:rsid w:val="3D6A47A3"/>
    <w:rsid w:val="3EB31C75"/>
    <w:rsid w:val="3EE2646C"/>
    <w:rsid w:val="3EFB3155"/>
    <w:rsid w:val="3F103B0B"/>
    <w:rsid w:val="404079CA"/>
    <w:rsid w:val="4090487E"/>
    <w:rsid w:val="409C29EC"/>
    <w:rsid w:val="40BD7D8D"/>
    <w:rsid w:val="40FD3617"/>
    <w:rsid w:val="40FE1162"/>
    <w:rsid w:val="413C246A"/>
    <w:rsid w:val="419D781D"/>
    <w:rsid w:val="429618AD"/>
    <w:rsid w:val="429808EB"/>
    <w:rsid w:val="42AF379C"/>
    <w:rsid w:val="42EF749F"/>
    <w:rsid w:val="430F0BBC"/>
    <w:rsid w:val="4363634A"/>
    <w:rsid w:val="439E08B2"/>
    <w:rsid w:val="43F814AD"/>
    <w:rsid w:val="442D100C"/>
    <w:rsid w:val="44835337"/>
    <w:rsid w:val="45E75795"/>
    <w:rsid w:val="47771A80"/>
    <w:rsid w:val="479E0BBF"/>
    <w:rsid w:val="48F50177"/>
    <w:rsid w:val="4A1535F3"/>
    <w:rsid w:val="4A1C43D3"/>
    <w:rsid w:val="4A291CE9"/>
    <w:rsid w:val="4A6615CF"/>
    <w:rsid w:val="4AF64297"/>
    <w:rsid w:val="4B025C97"/>
    <w:rsid w:val="4B155AF0"/>
    <w:rsid w:val="4B173948"/>
    <w:rsid w:val="4C0A3717"/>
    <w:rsid w:val="4C0F4E72"/>
    <w:rsid w:val="4C7B525F"/>
    <w:rsid w:val="4CE32EC6"/>
    <w:rsid w:val="4CFA1594"/>
    <w:rsid w:val="4CFD6669"/>
    <w:rsid w:val="4D93652C"/>
    <w:rsid w:val="4E242000"/>
    <w:rsid w:val="4F224296"/>
    <w:rsid w:val="4F3B7E92"/>
    <w:rsid w:val="4F4B5B95"/>
    <w:rsid w:val="4FD63FB8"/>
    <w:rsid w:val="50124028"/>
    <w:rsid w:val="51485771"/>
    <w:rsid w:val="51E80D5B"/>
    <w:rsid w:val="524E4C6D"/>
    <w:rsid w:val="526F3940"/>
    <w:rsid w:val="527A149E"/>
    <w:rsid w:val="52CC35FD"/>
    <w:rsid w:val="53FC0B37"/>
    <w:rsid w:val="54A31E2C"/>
    <w:rsid w:val="54F9623A"/>
    <w:rsid w:val="550923F3"/>
    <w:rsid w:val="55471724"/>
    <w:rsid w:val="55525920"/>
    <w:rsid w:val="559307FB"/>
    <w:rsid w:val="559F2C11"/>
    <w:rsid w:val="568020FF"/>
    <w:rsid w:val="574C6174"/>
    <w:rsid w:val="57DF00B9"/>
    <w:rsid w:val="58A02889"/>
    <w:rsid w:val="58E07501"/>
    <w:rsid w:val="595C7EFC"/>
    <w:rsid w:val="5AAE008E"/>
    <w:rsid w:val="5AB9141C"/>
    <w:rsid w:val="5ABC113F"/>
    <w:rsid w:val="5ADD7C25"/>
    <w:rsid w:val="5B475EBF"/>
    <w:rsid w:val="5B874099"/>
    <w:rsid w:val="5C70326A"/>
    <w:rsid w:val="5C856DE6"/>
    <w:rsid w:val="5CC14C4B"/>
    <w:rsid w:val="5D1856C5"/>
    <w:rsid w:val="5D29595C"/>
    <w:rsid w:val="5D2F18B3"/>
    <w:rsid w:val="5DAC78A4"/>
    <w:rsid w:val="5DB6673A"/>
    <w:rsid w:val="5E2A1901"/>
    <w:rsid w:val="5ED63558"/>
    <w:rsid w:val="5EF17C20"/>
    <w:rsid w:val="5F141BE5"/>
    <w:rsid w:val="5F671DDC"/>
    <w:rsid w:val="5FDE3704"/>
    <w:rsid w:val="607E79EA"/>
    <w:rsid w:val="608B2CD4"/>
    <w:rsid w:val="60A929D5"/>
    <w:rsid w:val="60B277D9"/>
    <w:rsid w:val="60EB7709"/>
    <w:rsid w:val="61FA135E"/>
    <w:rsid w:val="6203594D"/>
    <w:rsid w:val="629E5E30"/>
    <w:rsid w:val="62FE705A"/>
    <w:rsid w:val="6378624F"/>
    <w:rsid w:val="64107216"/>
    <w:rsid w:val="64760E39"/>
    <w:rsid w:val="64B77EBF"/>
    <w:rsid w:val="64D81E6F"/>
    <w:rsid w:val="65A859AE"/>
    <w:rsid w:val="65C73F77"/>
    <w:rsid w:val="68441164"/>
    <w:rsid w:val="69413F47"/>
    <w:rsid w:val="69626C3B"/>
    <w:rsid w:val="69A97A57"/>
    <w:rsid w:val="69FD661B"/>
    <w:rsid w:val="6A053599"/>
    <w:rsid w:val="6A0A4DF6"/>
    <w:rsid w:val="6A127DEA"/>
    <w:rsid w:val="6A1E3F1A"/>
    <w:rsid w:val="6A4F3C50"/>
    <w:rsid w:val="6AF97378"/>
    <w:rsid w:val="6B1A7C6E"/>
    <w:rsid w:val="6B4C617F"/>
    <w:rsid w:val="6B6451CA"/>
    <w:rsid w:val="6C2E08FC"/>
    <w:rsid w:val="6E5D403C"/>
    <w:rsid w:val="6E8637C9"/>
    <w:rsid w:val="6EB53A37"/>
    <w:rsid w:val="6F0178B4"/>
    <w:rsid w:val="6F2202DE"/>
    <w:rsid w:val="70347604"/>
    <w:rsid w:val="70585A41"/>
    <w:rsid w:val="7143141D"/>
    <w:rsid w:val="71D36F52"/>
    <w:rsid w:val="72003A46"/>
    <w:rsid w:val="724678D2"/>
    <w:rsid w:val="730C0C8D"/>
    <w:rsid w:val="73836352"/>
    <w:rsid w:val="73A664F8"/>
    <w:rsid w:val="73A72372"/>
    <w:rsid w:val="748313CE"/>
    <w:rsid w:val="74B36E1F"/>
    <w:rsid w:val="74BD50F3"/>
    <w:rsid w:val="7503386E"/>
    <w:rsid w:val="752A0AD8"/>
    <w:rsid w:val="7553038F"/>
    <w:rsid w:val="757100EE"/>
    <w:rsid w:val="75993C62"/>
    <w:rsid w:val="767511B3"/>
    <w:rsid w:val="772C280D"/>
    <w:rsid w:val="773F20AF"/>
    <w:rsid w:val="77A35949"/>
    <w:rsid w:val="78BD6B7F"/>
    <w:rsid w:val="7A197178"/>
    <w:rsid w:val="7ABB3EB4"/>
    <w:rsid w:val="7BC169B8"/>
    <w:rsid w:val="7BF1115D"/>
    <w:rsid w:val="7D0E34B2"/>
    <w:rsid w:val="7DBE1A4C"/>
    <w:rsid w:val="7DF97885"/>
    <w:rsid w:val="7E252557"/>
    <w:rsid w:val="7E6B0660"/>
    <w:rsid w:val="7EBA618E"/>
    <w:rsid w:val="7EEA0610"/>
    <w:rsid w:val="7F2109BA"/>
    <w:rsid w:val="7F511371"/>
    <w:rsid w:val="7F5C331B"/>
    <w:rsid w:val="7F6F200F"/>
    <w:rsid w:val="7F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qFormat/>
    <w:uiPriority w:val="0"/>
    <w:pPr>
      <w:spacing w:line="276" w:lineRule="auto"/>
      <w:ind w:firstLine="602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8">
    <w:name w:val="要点标题"/>
    <w:basedOn w:val="1"/>
    <w:next w:val="1"/>
    <w:qFormat/>
    <w:uiPriority w:val="0"/>
    <w:pPr>
      <w:numPr>
        <w:ilvl w:val="0"/>
        <w:numId w:val="1"/>
      </w:numPr>
      <w:spacing w:line="360" w:lineRule="auto"/>
    </w:pPr>
    <w:rPr>
      <w:b/>
    </w:rPr>
  </w:style>
  <w:style w:type="paragraph" w:customStyle="1" w:styleId="9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left"/>
    </w:p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177</Words>
  <Characters>1010</Characters>
  <Lines>8</Lines>
  <Paragraphs>2</Paragraphs>
  <TotalTime>16</TotalTime>
  <ScaleCrop>false</ScaleCrop>
  <LinksUpToDate>false</LinksUpToDate>
  <CharactersWithSpaces>1185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H61M</dc:creator>
  <cp:lastModifiedBy>Ruanko</cp:lastModifiedBy>
  <dcterms:modified xsi:type="dcterms:W3CDTF">2019-11-07T05:13:03Z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